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6438A" w14:textId="77777777" w:rsidR="00903921" w:rsidRPr="000D0121" w:rsidRDefault="00903921" w:rsidP="00903921">
      <w:pPr>
        <w:pStyle w:val="Heading1"/>
        <w:rPr>
          <w:rFonts w:ascii="Arial" w:hAnsi="Arial"/>
          <w:b/>
        </w:rPr>
      </w:pPr>
      <w:r w:rsidRPr="2265662C">
        <w:rPr>
          <w:rFonts w:ascii="Arial" w:hAnsi="Arial"/>
          <w:b/>
          <w:bCs/>
        </w:rPr>
        <w:t>Algemene beschrijving</w:t>
      </w:r>
    </w:p>
    <w:p w14:paraId="71A6438B" w14:textId="77777777" w:rsidR="00903921" w:rsidRPr="00113100" w:rsidRDefault="00903921" w:rsidP="00903921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een </w:t>
      </w:r>
      <w:r w:rsidRPr="00575948">
        <w:rPr>
          <w:rFonts w:ascii="Arial" w:hAnsi="Arial"/>
        </w:rPr>
        <w:t>installatiesysteem d</w:t>
      </w:r>
      <w:r w:rsidRPr="00113100">
        <w:rPr>
          <w:rFonts w:ascii="Arial" w:hAnsi="Arial"/>
        </w:rPr>
        <w:t xml:space="preserve">at wordt opgebouwd uit gegalvaniseerde profielen en </w:t>
      </w:r>
      <w:proofErr w:type="spellStart"/>
      <w:r w:rsidRPr="00113100">
        <w:rPr>
          <w:rFonts w:ascii="Arial" w:hAnsi="Arial"/>
        </w:rPr>
        <w:t>profielverbinders</w:t>
      </w:r>
      <w:proofErr w:type="spellEnd"/>
      <w:r w:rsidRPr="00113100">
        <w:rPr>
          <w:rFonts w:ascii="Arial" w:hAnsi="Arial"/>
        </w:rPr>
        <w:t xml:space="preserve">, waaraan montage-elementen voor sanitaire toestellen worden bevestigd. Zo ontstaat na afwerking met geïmpregneerde gipsplaten een uiterst stabiele constructie “type lichte wand” die </w:t>
      </w:r>
      <w:proofErr w:type="spellStart"/>
      <w:r w:rsidRPr="00113100">
        <w:rPr>
          <w:rFonts w:ascii="Arial" w:hAnsi="Arial"/>
        </w:rPr>
        <w:t>tegelklaar</w:t>
      </w:r>
      <w:proofErr w:type="spellEnd"/>
      <w:r w:rsidRPr="00113100">
        <w:rPr>
          <w:rFonts w:ascii="Arial" w:hAnsi="Arial"/>
        </w:rPr>
        <w:t xml:space="preserve"> is.</w:t>
      </w:r>
    </w:p>
    <w:p w14:paraId="71A6438C" w14:textId="77777777" w:rsidR="00475AC7" w:rsidRPr="00113100" w:rsidRDefault="00475AC7" w:rsidP="00903921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de fabrikant stelt berekeningssoftware ter beschikking</w:t>
      </w:r>
    </w:p>
    <w:p w14:paraId="71A6438D" w14:textId="77777777" w:rsidR="00903921" w:rsidRPr="00113100" w:rsidRDefault="00903921" w:rsidP="00903921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plaatsing volgens de richtlijnen van de fabrikant</w:t>
      </w:r>
    </w:p>
    <w:p w14:paraId="71A6438E" w14:textId="77777777" w:rsidR="00903921" w:rsidRPr="000D0121" w:rsidRDefault="00903921" w:rsidP="0090392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Plaatsingsmogelijkheden</w:t>
      </w:r>
    </w:p>
    <w:p w14:paraId="71A6438F" w14:textId="77777777" w:rsidR="00903921" w:rsidRPr="00113100" w:rsidRDefault="00903921" w:rsidP="00903921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vóór een muur of wand en afgewerkt met gipsplaten</w:t>
      </w:r>
    </w:p>
    <w:p w14:paraId="71A64390" w14:textId="77777777" w:rsidR="00903921" w:rsidRPr="00113100" w:rsidRDefault="00903921" w:rsidP="00903921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als scheidingswand en langs beide zijden afgewerkt met gipsplaten</w:t>
      </w:r>
    </w:p>
    <w:p w14:paraId="71A64391" w14:textId="77777777" w:rsidR="00903921" w:rsidRPr="00113100" w:rsidRDefault="00903921" w:rsidP="00903921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als volledig vrijstaande wand en afgewerkt met gipsplaten</w:t>
      </w:r>
    </w:p>
    <w:p w14:paraId="71A64392" w14:textId="77777777" w:rsidR="00153C00" w:rsidRPr="000D0121" w:rsidRDefault="008A4182" w:rsidP="00184371">
      <w:pPr>
        <w:pStyle w:val="Heading1"/>
        <w:spacing w:after="120"/>
        <w:rPr>
          <w:rFonts w:ascii="Arial" w:hAnsi="Arial"/>
          <w:b/>
        </w:rPr>
      </w:pPr>
      <w:r w:rsidRPr="2265662C">
        <w:rPr>
          <w:rFonts w:ascii="Arial" w:hAnsi="Arial"/>
          <w:b/>
          <w:bCs/>
        </w:rPr>
        <w:br w:type="page"/>
      </w:r>
      <w:r w:rsidR="0013316F" w:rsidRPr="2265662C">
        <w:rPr>
          <w:rFonts w:ascii="Arial" w:hAnsi="Arial"/>
          <w:b/>
          <w:bCs/>
        </w:rPr>
        <w:lastRenderedPageBreak/>
        <w:t>Beschrijving volgens elementtype</w:t>
      </w:r>
    </w:p>
    <w:p w14:paraId="71A64393" w14:textId="77777777" w:rsidR="009341BA" w:rsidRPr="000D0121" w:rsidRDefault="00EB171B" w:rsidP="00184371">
      <w:pPr>
        <w:pStyle w:val="Heading1"/>
        <w:numPr>
          <w:ilvl w:val="1"/>
          <w:numId w:val="18"/>
        </w:numPr>
        <w:spacing w:before="0" w:after="120"/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Montage-element</w:t>
      </w:r>
      <w:r w:rsidR="009341BA" w:rsidRPr="2265662C">
        <w:rPr>
          <w:rFonts w:ascii="Arial" w:hAnsi="Arial"/>
          <w:b/>
          <w:bCs/>
          <w:u w:val="none"/>
        </w:rPr>
        <w:t xml:space="preserve"> </w:t>
      </w:r>
      <w:r w:rsidR="00B63607" w:rsidRPr="2265662C">
        <w:rPr>
          <w:rFonts w:ascii="Arial" w:hAnsi="Arial"/>
          <w:b/>
          <w:bCs/>
          <w:u w:val="none"/>
        </w:rPr>
        <w:t xml:space="preserve">voor hang-wc, </w:t>
      </w:r>
      <w:r w:rsidR="009341BA" w:rsidRPr="2265662C">
        <w:rPr>
          <w:rFonts w:ascii="Arial" w:hAnsi="Arial"/>
          <w:b/>
          <w:bCs/>
          <w:u w:val="none"/>
        </w:rPr>
        <w:t xml:space="preserve">met </w:t>
      </w:r>
      <w:r w:rsidR="00B63607" w:rsidRPr="2265662C">
        <w:rPr>
          <w:rFonts w:ascii="Arial" w:hAnsi="Arial"/>
          <w:b/>
          <w:bCs/>
          <w:u w:val="none"/>
        </w:rPr>
        <w:t>inbouwspoelreservoir voor</w:t>
      </w:r>
      <w:r w:rsidR="005E4A1B" w:rsidRPr="2265662C">
        <w:rPr>
          <w:rFonts w:ascii="Arial" w:hAnsi="Arial"/>
          <w:b/>
          <w:bCs/>
          <w:u w:val="none"/>
        </w:rPr>
        <w:t xml:space="preserve"> </w:t>
      </w:r>
      <w:r w:rsidR="00B63607" w:rsidRPr="2265662C">
        <w:rPr>
          <w:rFonts w:ascii="Arial" w:hAnsi="Arial"/>
          <w:b/>
          <w:bCs/>
          <w:u w:val="none"/>
        </w:rPr>
        <w:t>frontbediening</w:t>
      </w:r>
    </w:p>
    <w:p w14:paraId="71A64394" w14:textId="77777777" w:rsidR="000C690D" w:rsidRPr="00113100" w:rsidRDefault="000C690D" w:rsidP="00D02FE5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geschikt voor hang-wc’s met een maximale lengte van </w:t>
      </w:r>
      <w:smartTag w:uri="urn:schemas-microsoft-com:office:smarttags" w:element="metricconverter">
        <w:smartTagPr>
          <w:attr w:name="ProductID" w:val="70 cm"/>
        </w:smartTagPr>
        <w:r w:rsidRPr="00113100">
          <w:rPr>
            <w:rFonts w:ascii="Arial" w:hAnsi="Arial"/>
          </w:rPr>
          <w:t>70 cm</w:t>
        </w:r>
      </w:smartTag>
      <w:r w:rsidRPr="00113100">
        <w:rPr>
          <w:rFonts w:ascii="Arial" w:hAnsi="Arial"/>
        </w:rPr>
        <w:t xml:space="preserve"> (afhankelijk van de plaatsingstechniek) en een maximale statische belasting van </w:t>
      </w:r>
      <w:smartTag w:uri="urn:schemas-microsoft-com:office:smarttags" w:element="metricconverter">
        <w:smartTagPr>
          <w:attr w:name="ProductID" w:val="400 kg"/>
        </w:smartTagPr>
        <w:r w:rsidRPr="00113100">
          <w:rPr>
            <w:rFonts w:ascii="Arial" w:hAnsi="Arial"/>
          </w:rPr>
          <w:t>400 kg</w:t>
        </w:r>
      </w:smartTag>
      <w:r w:rsidRPr="00113100">
        <w:rPr>
          <w:rFonts w:ascii="Arial" w:hAnsi="Arial"/>
        </w:rPr>
        <w:t xml:space="preserve"> (NBN EN 997)</w:t>
      </w:r>
    </w:p>
    <w:p w14:paraId="71A64395" w14:textId="77777777" w:rsidR="007430BA" w:rsidRPr="00113100" w:rsidRDefault="007430BA" w:rsidP="007430BA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gecertificeerd door Belgaqua</w:t>
      </w:r>
    </w:p>
    <w:p w14:paraId="71A64396" w14:textId="77777777" w:rsidR="008B6803" w:rsidRPr="00113100" w:rsidRDefault="008B6803" w:rsidP="00D02FE5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bezit een merkteken dat de bepaling van de montagehoogte ten opzichte van de afgewerkte vloer vergemakkelijkt</w:t>
      </w:r>
    </w:p>
    <w:p w14:paraId="71A64397" w14:textId="77777777" w:rsidR="00C74455" w:rsidRPr="00113100" w:rsidRDefault="00750C1F" w:rsidP="00C177D8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spoeling naar keuze: twee toetsen of spoel/stop</w:t>
      </w:r>
    </w:p>
    <w:p w14:paraId="71A64398" w14:textId="77777777" w:rsidR="007430BA" w:rsidRPr="00292A26" w:rsidRDefault="007430BA" w:rsidP="007430BA">
      <w:pPr>
        <w:pStyle w:val="Bulleted1"/>
        <w:rPr>
          <w:rFonts w:ascii="Arial" w:hAnsi="Arial"/>
        </w:rPr>
      </w:pPr>
      <w:r>
        <w:rPr>
          <w:rFonts w:ascii="Arial" w:hAnsi="Arial"/>
        </w:rPr>
        <w:t>na de afwerking van de toiletruimte kan de bedieningsplaat zonder gereedschap op het reservoir gemonteerd worden</w:t>
      </w:r>
    </w:p>
    <w:p w14:paraId="71A64399" w14:textId="77777777" w:rsidR="00E82DC1" w:rsidRPr="00113100" w:rsidRDefault="00E82DC1" w:rsidP="00C177D8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met:</w:t>
      </w:r>
    </w:p>
    <w:p w14:paraId="71A6439A" w14:textId="77777777" w:rsidR="00E82DC1" w:rsidRPr="00113100" w:rsidRDefault="006356F1" w:rsidP="00C177D8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bevestiging</w:t>
      </w:r>
      <w:r w:rsidR="007A1E37" w:rsidRPr="00113100">
        <w:rPr>
          <w:rFonts w:ascii="Arial" w:hAnsi="Arial"/>
        </w:rPr>
        <w:t>sset</w:t>
      </w:r>
      <w:proofErr w:type="spellEnd"/>
      <w:r w:rsidR="00E82DC1" w:rsidRPr="00113100">
        <w:rPr>
          <w:rFonts w:ascii="Arial" w:hAnsi="Arial"/>
        </w:rPr>
        <w:t xml:space="preserve"> M12 </w:t>
      </w:r>
      <w:r w:rsidR="0000732C" w:rsidRPr="00113100">
        <w:rPr>
          <w:rFonts w:ascii="Arial" w:hAnsi="Arial"/>
        </w:rPr>
        <w:t>vo</w:t>
      </w:r>
      <w:r w:rsidR="007A1E37" w:rsidRPr="00113100">
        <w:rPr>
          <w:rFonts w:ascii="Arial" w:hAnsi="Arial"/>
        </w:rPr>
        <w:t xml:space="preserve">or </w:t>
      </w:r>
      <w:r w:rsidR="00E82DC1" w:rsidRPr="00113100">
        <w:rPr>
          <w:rFonts w:ascii="Arial" w:hAnsi="Arial"/>
        </w:rPr>
        <w:t>hang-wc; de bevesti</w:t>
      </w:r>
      <w:r w:rsidR="00D8431D" w:rsidRPr="00113100">
        <w:rPr>
          <w:rFonts w:ascii="Arial" w:hAnsi="Arial"/>
        </w:rPr>
        <w:t xml:space="preserve">gingsgaten </w:t>
      </w:r>
      <w:r w:rsidR="0000732C" w:rsidRPr="00113100">
        <w:rPr>
          <w:rFonts w:ascii="Arial" w:hAnsi="Arial"/>
        </w:rPr>
        <w:t xml:space="preserve">(tussenafstand 18 cm of </w:t>
      </w:r>
      <w:r w:rsidR="0000732C" w:rsidRPr="00113100">
        <w:rPr>
          <w:rFonts w:ascii="Arial" w:hAnsi="Arial"/>
        </w:rPr>
        <w:br/>
        <w:t xml:space="preserve">23 cm) </w:t>
      </w:r>
      <w:r w:rsidR="00D8431D" w:rsidRPr="00113100">
        <w:rPr>
          <w:rFonts w:ascii="Arial" w:hAnsi="Arial"/>
        </w:rPr>
        <w:t>bevinden zich in de console</w:t>
      </w:r>
    </w:p>
    <w:p w14:paraId="71A6439B" w14:textId="77777777" w:rsidR="00C06870" w:rsidRPr="00113100" w:rsidRDefault="0086345B" w:rsidP="00C177D8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spoelbocht (ø56 x ø45)</w:t>
      </w:r>
    </w:p>
    <w:p w14:paraId="71A6439C" w14:textId="77777777" w:rsidR="00E82DC1" w:rsidRPr="00113100" w:rsidRDefault="00E82DC1" w:rsidP="00C177D8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toevoer- (ø45) en afvoermanchet (ø90)</w:t>
      </w:r>
    </w:p>
    <w:p w14:paraId="71A6439D" w14:textId="77777777" w:rsidR="00E82DC1" w:rsidRPr="00113100" w:rsidRDefault="00E82DC1" w:rsidP="00C177D8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draaibare afvoerbocht </w:t>
      </w:r>
      <w:r w:rsidR="00763C5A" w:rsidRPr="00113100">
        <w:rPr>
          <w:rFonts w:ascii="Arial" w:hAnsi="Arial"/>
        </w:rPr>
        <w:t xml:space="preserve">uit PE </w:t>
      </w:r>
      <w:r w:rsidRPr="00113100">
        <w:rPr>
          <w:rFonts w:ascii="Arial" w:hAnsi="Arial"/>
        </w:rPr>
        <w:t>(ø90) en afvoerbeugel met voering om de overdracht van trillingen tijdens de spoeling te verminderen</w:t>
      </w:r>
    </w:p>
    <w:p w14:paraId="71A6439E" w14:textId="77777777" w:rsidR="00BA062A" w:rsidRPr="00113100" w:rsidRDefault="009E7BB5" w:rsidP="00C177D8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wachtbuis, in de linkerzijde van het element, waarin een flexibele aansluitslang voor de watertoevoer van een douche-wc kan geïnstalleerd worden</w:t>
      </w:r>
    </w:p>
    <w:p w14:paraId="71A6439F" w14:textId="77777777" w:rsidR="00D46C54" w:rsidRDefault="00D46C54" w:rsidP="00CF4408">
      <w:pPr>
        <w:pStyle w:val="Bulleted2"/>
        <w:rPr>
          <w:rFonts w:ascii="Arial" w:hAnsi="Arial"/>
        </w:rPr>
      </w:pPr>
      <w:r>
        <w:rPr>
          <w:rFonts w:ascii="Arial" w:hAnsi="Arial"/>
        </w:rPr>
        <w:t>ruwbouwdoos met bevestigingsgaten voor de bedieningsplaat, die voor het plaatsen van de bedieningsplaat zonder gereedschap ingekort wordt in fu</w:t>
      </w:r>
      <w:r w:rsidR="00CF4408">
        <w:rPr>
          <w:rFonts w:ascii="Arial" w:hAnsi="Arial"/>
        </w:rPr>
        <w:t>nc</w:t>
      </w:r>
      <w:r>
        <w:rPr>
          <w:rFonts w:ascii="Arial" w:hAnsi="Arial"/>
        </w:rPr>
        <w:t>tie van de afwerkingsdikte</w:t>
      </w:r>
    </w:p>
    <w:p w14:paraId="71A643A0" w14:textId="77777777" w:rsidR="00E82DC1" w:rsidRPr="00113100" w:rsidRDefault="00E82DC1" w:rsidP="00C177D8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voorgemonteerd</w:t>
      </w:r>
      <w:proofErr w:type="spellEnd"/>
      <w:r w:rsidRPr="00113100">
        <w:rPr>
          <w:rFonts w:ascii="Arial" w:hAnsi="Arial"/>
        </w:rPr>
        <w:t xml:space="preserve"> inbouwspoelreservoir met 2-toetsen-spoeltechniek</w:t>
      </w:r>
    </w:p>
    <w:p w14:paraId="71A643A1" w14:textId="77777777" w:rsidR="00E82DC1" w:rsidRPr="00113100" w:rsidRDefault="00E82DC1" w:rsidP="00C177D8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spoelreservoir:</w:t>
      </w:r>
    </w:p>
    <w:p w14:paraId="71A643A2" w14:textId="77777777" w:rsidR="00E82DC1" w:rsidRPr="00113100" w:rsidRDefault="006B6CF4" w:rsidP="00C177D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het PE spoelreservoir is uit één stuk geblazen</w:t>
      </w:r>
    </w:p>
    <w:p w14:paraId="71A643A3" w14:textId="77777777" w:rsidR="00E82DC1" w:rsidRPr="00113100" w:rsidRDefault="00E82DC1" w:rsidP="00C177D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waterinhoud van het reservoir is 7,5 liter</w:t>
      </w:r>
    </w:p>
    <w:p w14:paraId="71A643A4" w14:textId="77777777" w:rsidR="00E82DC1" w:rsidRPr="00113100" w:rsidRDefault="00E82DC1" w:rsidP="00C177D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 xml:space="preserve">de </w:t>
      </w:r>
      <w:r w:rsidR="00152FC6">
        <w:rPr>
          <w:rFonts w:ascii="Arial" w:hAnsi="Arial"/>
        </w:rPr>
        <w:t>hoeveelheid spoelwater is 4,5 of 6 of 7,5 liter</w:t>
      </w:r>
      <w:r w:rsidRPr="00113100">
        <w:rPr>
          <w:rFonts w:ascii="Arial" w:hAnsi="Arial"/>
        </w:rPr>
        <w:t xml:space="preserve"> voor de grote toets en kan traploos ingesteld worden tussen 3 en 4 liter voor de kleine toets.</w:t>
      </w:r>
    </w:p>
    <w:p w14:paraId="71A643A5" w14:textId="77777777" w:rsidR="00E82DC1" w:rsidRPr="00113100" w:rsidRDefault="00E82DC1" w:rsidP="00C177D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 xml:space="preserve">het reservoir is </w:t>
      </w:r>
      <w:r w:rsidR="00772AA0" w:rsidRPr="00113100">
        <w:rPr>
          <w:rFonts w:ascii="Arial" w:hAnsi="Arial"/>
        </w:rPr>
        <w:t>bekleed met een EPS-</w:t>
      </w:r>
      <w:proofErr w:type="spellStart"/>
      <w:r w:rsidR="000C57AB" w:rsidRPr="00113100">
        <w:rPr>
          <w:rFonts w:ascii="Arial" w:hAnsi="Arial"/>
        </w:rPr>
        <w:t>condens</w:t>
      </w:r>
      <w:r w:rsidRPr="00113100">
        <w:rPr>
          <w:rFonts w:ascii="Arial" w:hAnsi="Arial"/>
        </w:rPr>
        <w:t>isolatie</w:t>
      </w:r>
      <w:proofErr w:type="spellEnd"/>
    </w:p>
    <w:p w14:paraId="71A643A6" w14:textId="77777777" w:rsidR="00E82DC1" w:rsidRPr="00113100" w:rsidRDefault="00E82DC1" w:rsidP="00C177D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hoekstopkraan met verdraaibeveiliging wordt door middel van een tegenmoer in het reservoir bevestigd</w:t>
      </w:r>
    </w:p>
    <w:p w14:paraId="71A643A7" w14:textId="77777777" w:rsidR="00E82DC1" w:rsidRPr="00113100" w:rsidRDefault="003815A1" w:rsidP="00C177D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wateraansluiting, R1/2”,</w:t>
      </w:r>
      <w:r w:rsidR="00E82DC1" w:rsidRPr="00113100">
        <w:rPr>
          <w:rFonts w:ascii="Arial" w:hAnsi="Arial"/>
        </w:rPr>
        <w:t xml:space="preserve"> kan naar keuze naar achter of naar boven gericht worden</w:t>
      </w:r>
    </w:p>
    <w:p w14:paraId="71A643A8" w14:textId="77777777" w:rsidR="00EF1518" w:rsidRDefault="00EF1518" w:rsidP="00C177D8">
      <w:pPr>
        <w:pStyle w:val="Bulleted3"/>
        <w:rPr>
          <w:rFonts w:ascii="Arial" w:hAnsi="Arial"/>
        </w:rPr>
      </w:pPr>
      <w:r>
        <w:rPr>
          <w:rFonts w:ascii="Arial" w:hAnsi="Arial"/>
        </w:rPr>
        <w:t>overbrengingsmechanisme tussen bedieningsplaat en klok</w:t>
      </w:r>
      <w:r w:rsidRPr="00292A26">
        <w:rPr>
          <w:rFonts w:ascii="Arial" w:hAnsi="Arial"/>
        </w:rPr>
        <w:t>:</w:t>
      </w:r>
      <w:r>
        <w:rPr>
          <w:rFonts w:ascii="Arial" w:hAnsi="Arial"/>
        </w:rPr>
        <w:t xml:space="preserve"> een kantelinrichting brengt de horizontale beweging, afkomstig van het indrukken van de bedieningsplaat, over naar een verticale beweging, die de klok naar omhoog trekt</w:t>
      </w:r>
    </w:p>
    <w:p w14:paraId="71A643A9" w14:textId="77777777" w:rsidR="00E82DC1" w:rsidRPr="00113100" w:rsidRDefault="006F29ED" w:rsidP="00C177D8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vlotterkraan uit kunststof</w:t>
      </w:r>
      <w:r w:rsidR="00E82DC1" w:rsidRPr="00113100">
        <w:rPr>
          <w:rFonts w:ascii="Arial" w:hAnsi="Arial"/>
        </w:rPr>
        <w:t>:</w:t>
      </w:r>
    </w:p>
    <w:p w14:paraId="71A643AA" w14:textId="77777777" w:rsidR="00847385" w:rsidRPr="00113100" w:rsidRDefault="00847385" w:rsidP="00C177D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 xml:space="preserve">werkt volgens het </w:t>
      </w:r>
      <w:proofErr w:type="spellStart"/>
      <w:r w:rsidRPr="00113100">
        <w:rPr>
          <w:rFonts w:ascii="Arial" w:hAnsi="Arial"/>
        </w:rPr>
        <w:t>servo</w:t>
      </w:r>
      <w:proofErr w:type="spellEnd"/>
      <w:r w:rsidRPr="00113100">
        <w:rPr>
          <w:rFonts w:ascii="Arial" w:hAnsi="Arial"/>
        </w:rPr>
        <w:t>-principe</w:t>
      </w:r>
    </w:p>
    <w:p w14:paraId="71A643AB" w14:textId="77777777" w:rsidR="00E82DC1" w:rsidRPr="00113100" w:rsidRDefault="00E82DC1" w:rsidP="00C177D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vlotterkraan biedt de mogelijkheid de waterinhoud van het reservoir te regelen</w:t>
      </w:r>
    </w:p>
    <w:p w14:paraId="71A643AC" w14:textId="77777777" w:rsidR="00E82DC1" w:rsidRPr="00113100" w:rsidRDefault="00E82DC1" w:rsidP="00C177D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door het progressief afsluiten van de watertoevoer, zorgt de vlotterkraan voor een snelle, geruisarme vulling van het reservoir (</w:t>
      </w:r>
      <w:r w:rsidR="0097130D" w:rsidRPr="00113100">
        <w:rPr>
          <w:rFonts w:ascii="Arial" w:hAnsi="Arial"/>
        </w:rPr>
        <w:t>12 dB(A)</w:t>
      </w:r>
      <w:r w:rsidRPr="00113100">
        <w:rPr>
          <w:rFonts w:ascii="Arial" w:hAnsi="Arial"/>
        </w:rPr>
        <w:t xml:space="preserve"> bij een waterdruk van 3 bar)</w:t>
      </w:r>
    </w:p>
    <w:p w14:paraId="71A643AD" w14:textId="77777777" w:rsidR="00E82DC1" w:rsidRPr="00113100" w:rsidRDefault="00CE4ACD" w:rsidP="00C177D8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klok uit kunststof met overloop</w:t>
      </w:r>
      <w:r w:rsidR="00E82DC1" w:rsidRPr="00113100">
        <w:rPr>
          <w:rFonts w:ascii="Arial" w:hAnsi="Arial"/>
        </w:rPr>
        <w:t>:</w:t>
      </w:r>
    </w:p>
    <w:p w14:paraId="71A643AE" w14:textId="77777777" w:rsidR="00E82DC1" w:rsidRPr="00113100" w:rsidRDefault="00835332" w:rsidP="00C177D8">
      <w:pPr>
        <w:pStyle w:val="Bulleted4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71A643AF" w14:textId="77777777" w:rsidR="00E82DC1" w:rsidRPr="00113100" w:rsidRDefault="006F09E9" w:rsidP="00C177D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klokdichting is vervaardigd uit siliconenrubber</w:t>
      </w:r>
    </w:p>
    <w:p w14:paraId="71A643B0" w14:textId="77777777" w:rsidR="0059124E" w:rsidRPr="000D0121" w:rsidRDefault="007A4785" w:rsidP="00934308">
      <w:pPr>
        <w:pStyle w:val="Heading1"/>
        <w:numPr>
          <w:ilvl w:val="1"/>
          <w:numId w:val="18"/>
        </w:numPr>
        <w:spacing w:after="120"/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br w:type="page"/>
      </w:r>
      <w:r w:rsidR="0059124E" w:rsidRPr="2265662C">
        <w:rPr>
          <w:rFonts w:ascii="Arial" w:hAnsi="Arial"/>
          <w:b/>
          <w:bCs/>
          <w:u w:val="none"/>
        </w:rPr>
        <w:lastRenderedPageBreak/>
        <w:t>Montage-element voor hang-wc, met inbouwspoelreservoir voor</w:t>
      </w:r>
      <w:r w:rsidR="005E4A1B" w:rsidRPr="2265662C">
        <w:rPr>
          <w:rFonts w:ascii="Arial" w:hAnsi="Arial"/>
          <w:b/>
          <w:bCs/>
          <w:u w:val="none"/>
        </w:rPr>
        <w:t xml:space="preserve"> </w:t>
      </w:r>
      <w:r w:rsidR="0059124E" w:rsidRPr="2265662C">
        <w:rPr>
          <w:rFonts w:ascii="Arial" w:hAnsi="Arial"/>
          <w:b/>
          <w:bCs/>
          <w:u w:val="none"/>
        </w:rPr>
        <w:t>frontbediening, voor aansluiting op een externe geur</w:t>
      </w:r>
      <w:r w:rsidR="00C313A0" w:rsidRPr="2265662C">
        <w:rPr>
          <w:rFonts w:ascii="Arial" w:hAnsi="Arial"/>
          <w:b/>
          <w:bCs/>
          <w:u w:val="none"/>
        </w:rPr>
        <w:t>extractie</w:t>
      </w:r>
    </w:p>
    <w:p w14:paraId="71A643B1" w14:textId="77777777" w:rsidR="0059124E" w:rsidRPr="00113100" w:rsidRDefault="0059124E" w:rsidP="0059124E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geschikt voor hang-wc’s met een maximale lengte van 70 cm (afhankelijk van de plaatsingstechniek) en een maximale statische belasting van 400 kg (NBN EN 997)</w:t>
      </w:r>
    </w:p>
    <w:p w14:paraId="71A643B2" w14:textId="77777777" w:rsidR="007430BA" w:rsidRPr="00113100" w:rsidRDefault="007430BA" w:rsidP="007430BA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gecertificeerd door Belgaqua</w:t>
      </w:r>
    </w:p>
    <w:p w14:paraId="71A643B3" w14:textId="77777777" w:rsidR="0059124E" w:rsidRPr="00113100" w:rsidRDefault="0059124E" w:rsidP="0059124E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bezit een merkteken dat de bepaling van de montagehoogte ten opzichte van de afgewerkte vloer vergemakkelijkt</w:t>
      </w:r>
    </w:p>
    <w:p w14:paraId="71A643B4" w14:textId="77777777" w:rsidR="0059124E" w:rsidRPr="00113100" w:rsidRDefault="00750C1F" w:rsidP="0059124E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spoeling naar keuze: twee toetsen of spoel/stop</w:t>
      </w:r>
    </w:p>
    <w:p w14:paraId="71A643B5" w14:textId="77777777" w:rsidR="007430BA" w:rsidRPr="00292A26" w:rsidRDefault="007430BA" w:rsidP="007430BA">
      <w:pPr>
        <w:pStyle w:val="Bulleted1"/>
        <w:rPr>
          <w:rFonts w:ascii="Arial" w:hAnsi="Arial"/>
        </w:rPr>
      </w:pPr>
      <w:r>
        <w:rPr>
          <w:rFonts w:ascii="Arial" w:hAnsi="Arial"/>
        </w:rPr>
        <w:t>na de afwerking van de toiletruimte kan de bedieningsplaat zonder gereedschap op het reservoir gemonteerd worden</w:t>
      </w:r>
    </w:p>
    <w:p w14:paraId="71A643B6" w14:textId="77777777" w:rsidR="0059124E" w:rsidRPr="00113100" w:rsidRDefault="0059124E" w:rsidP="0059124E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met:</w:t>
      </w:r>
    </w:p>
    <w:p w14:paraId="71A643B7" w14:textId="77777777" w:rsidR="0059124E" w:rsidRPr="00113100" w:rsidRDefault="0059124E" w:rsidP="0059124E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bevestiging</w:t>
      </w:r>
      <w:r w:rsidR="0000732C" w:rsidRPr="00113100">
        <w:rPr>
          <w:rFonts w:ascii="Arial" w:hAnsi="Arial"/>
        </w:rPr>
        <w:t>sset</w:t>
      </w:r>
      <w:proofErr w:type="spellEnd"/>
      <w:r w:rsidR="0000732C" w:rsidRPr="00113100">
        <w:rPr>
          <w:rFonts w:ascii="Arial" w:hAnsi="Arial"/>
        </w:rPr>
        <w:t xml:space="preserve"> M12 </w:t>
      </w:r>
      <w:r w:rsidRPr="00113100">
        <w:rPr>
          <w:rFonts w:ascii="Arial" w:hAnsi="Arial"/>
        </w:rPr>
        <w:t xml:space="preserve">voor hang-wc; de bevestigingsgaten </w:t>
      </w:r>
      <w:r w:rsidR="0000732C" w:rsidRPr="00113100">
        <w:rPr>
          <w:rFonts w:ascii="Arial" w:hAnsi="Arial"/>
        </w:rPr>
        <w:t xml:space="preserve">(tussenafstand 18 cm of </w:t>
      </w:r>
      <w:r w:rsidR="0000732C" w:rsidRPr="00113100">
        <w:rPr>
          <w:rFonts w:ascii="Arial" w:hAnsi="Arial"/>
        </w:rPr>
        <w:br/>
        <w:t xml:space="preserve">23 cm) </w:t>
      </w:r>
      <w:r w:rsidRPr="00113100">
        <w:rPr>
          <w:rFonts w:ascii="Arial" w:hAnsi="Arial"/>
        </w:rPr>
        <w:t>bevinden zich in de console</w:t>
      </w:r>
    </w:p>
    <w:p w14:paraId="71A643B8" w14:textId="77777777" w:rsidR="0059124E" w:rsidRPr="00113100" w:rsidRDefault="00EF79C2" w:rsidP="0059124E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spoelbocht (ø56 x ø45) met aftakking voor aa</w:t>
      </w:r>
      <w:r w:rsidR="00C313A0" w:rsidRPr="00113100">
        <w:rPr>
          <w:rFonts w:ascii="Arial" w:hAnsi="Arial"/>
        </w:rPr>
        <w:t>nsluiting van een externe geurextractie</w:t>
      </w:r>
      <w:r w:rsidR="00AE4960" w:rsidRPr="00113100">
        <w:rPr>
          <w:rFonts w:ascii="Arial" w:hAnsi="Arial"/>
        </w:rPr>
        <w:t xml:space="preserve"> (mof ø50)</w:t>
      </w:r>
    </w:p>
    <w:p w14:paraId="71A643B9" w14:textId="77777777" w:rsidR="0059124E" w:rsidRPr="00113100" w:rsidRDefault="0059124E" w:rsidP="0059124E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toevoer- (ø45) en afvoermanchet (ø90)</w:t>
      </w:r>
    </w:p>
    <w:p w14:paraId="71A643BA" w14:textId="77777777" w:rsidR="0059124E" w:rsidRPr="00113100" w:rsidRDefault="0059124E" w:rsidP="0059124E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draaibare afvoerbocht uit PE (ø90) en afvoerbeugel met voering om de overdracht van trillingen tijdens de spoeling te verminderen</w:t>
      </w:r>
    </w:p>
    <w:p w14:paraId="71A643BB" w14:textId="77777777" w:rsidR="0059124E" w:rsidRPr="00113100" w:rsidRDefault="009E7BB5" w:rsidP="0059124E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wachtbuis, in de linkerzijde van het element, waarin een flexibele aansluitslang voor de watertoevoer van een douche-wc kan geïnstalleerd worden</w:t>
      </w:r>
    </w:p>
    <w:p w14:paraId="71A643BC" w14:textId="77777777" w:rsidR="00D46C54" w:rsidRDefault="00D46C54" w:rsidP="00982ABD">
      <w:pPr>
        <w:pStyle w:val="Bulleted2"/>
        <w:rPr>
          <w:rFonts w:ascii="Arial" w:hAnsi="Arial"/>
        </w:rPr>
      </w:pPr>
      <w:r>
        <w:rPr>
          <w:rFonts w:ascii="Arial" w:hAnsi="Arial"/>
        </w:rPr>
        <w:t>ruwbouwdoos met bevestigingsgaten voor de bedieningsplaat, die voor het plaatsen van de bedieningsplaat zonder gereedschap ingekort wordt in fu</w:t>
      </w:r>
      <w:r w:rsidR="00982ABD">
        <w:rPr>
          <w:rFonts w:ascii="Arial" w:hAnsi="Arial"/>
        </w:rPr>
        <w:t>nc</w:t>
      </w:r>
      <w:r>
        <w:rPr>
          <w:rFonts w:ascii="Arial" w:hAnsi="Arial"/>
        </w:rPr>
        <w:t>tie van de afwerkingsdikte</w:t>
      </w:r>
    </w:p>
    <w:p w14:paraId="71A643BD" w14:textId="77777777" w:rsidR="0059124E" w:rsidRPr="00113100" w:rsidRDefault="0059124E" w:rsidP="0059124E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voorgemonteerd</w:t>
      </w:r>
      <w:proofErr w:type="spellEnd"/>
      <w:r w:rsidRPr="00113100">
        <w:rPr>
          <w:rFonts w:ascii="Arial" w:hAnsi="Arial"/>
        </w:rPr>
        <w:t xml:space="preserve"> inbouwspoelreservoir met 2-toetsen-spoeltechniek</w:t>
      </w:r>
    </w:p>
    <w:p w14:paraId="71A643BE" w14:textId="77777777" w:rsidR="0059124E" w:rsidRPr="00113100" w:rsidRDefault="0059124E" w:rsidP="0059124E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spoelreservoir:</w:t>
      </w:r>
    </w:p>
    <w:p w14:paraId="71A643BF" w14:textId="77777777" w:rsidR="0059124E" w:rsidRPr="00113100" w:rsidRDefault="006B6CF4" w:rsidP="0059124E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het PE spoelreservoir is uit één stuk geblazen</w:t>
      </w:r>
    </w:p>
    <w:p w14:paraId="71A643C0" w14:textId="77777777" w:rsidR="0059124E" w:rsidRPr="00113100" w:rsidRDefault="0059124E" w:rsidP="0059124E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waterinhoud van het reservoir is 7,5 liter</w:t>
      </w:r>
    </w:p>
    <w:p w14:paraId="71A643C1" w14:textId="77777777" w:rsidR="0059124E" w:rsidRPr="00113100" w:rsidRDefault="0059124E" w:rsidP="0059124E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 xml:space="preserve">de </w:t>
      </w:r>
      <w:r w:rsidR="00152FC6">
        <w:rPr>
          <w:rFonts w:ascii="Arial" w:hAnsi="Arial"/>
        </w:rPr>
        <w:t>hoeveelheid spoelwater is 4,5 of 6 of 7,5 liter</w:t>
      </w:r>
      <w:r w:rsidRPr="00113100">
        <w:rPr>
          <w:rFonts w:ascii="Arial" w:hAnsi="Arial"/>
        </w:rPr>
        <w:t xml:space="preserve"> voor de grote toets en kan traploos ingesteld worden tussen 3 en 4 liter voor de kleine toets.</w:t>
      </w:r>
    </w:p>
    <w:p w14:paraId="71A643C2" w14:textId="77777777" w:rsidR="0059124E" w:rsidRPr="00113100" w:rsidRDefault="00DF3A49" w:rsidP="0059124E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het reservoir is bekleed met een EPS-</w:t>
      </w:r>
      <w:proofErr w:type="spellStart"/>
      <w:r w:rsidRPr="00113100">
        <w:rPr>
          <w:rFonts w:ascii="Arial" w:hAnsi="Arial"/>
        </w:rPr>
        <w:t>condensisolatie</w:t>
      </w:r>
      <w:proofErr w:type="spellEnd"/>
    </w:p>
    <w:p w14:paraId="71A643C3" w14:textId="77777777" w:rsidR="0059124E" w:rsidRPr="00113100" w:rsidRDefault="0059124E" w:rsidP="0059124E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hoekstopkraan met verdraaibeveiliging wordt door middel van een tegenmoer in het reservoir bevestigd</w:t>
      </w:r>
    </w:p>
    <w:p w14:paraId="71A643C4" w14:textId="77777777" w:rsidR="0059124E" w:rsidRPr="00113100" w:rsidRDefault="0059124E" w:rsidP="0059124E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wateraansluiting, R1/2”, kan naar keuze naar achter of naar boven gericht worden</w:t>
      </w:r>
    </w:p>
    <w:p w14:paraId="71A643C5" w14:textId="77777777" w:rsidR="00EF1518" w:rsidRDefault="00EF1518" w:rsidP="0059124E">
      <w:pPr>
        <w:pStyle w:val="Bulleted3"/>
        <w:rPr>
          <w:rFonts w:ascii="Arial" w:hAnsi="Arial"/>
        </w:rPr>
      </w:pPr>
      <w:r>
        <w:rPr>
          <w:rFonts w:ascii="Arial" w:hAnsi="Arial"/>
        </w:rPr>
        <w:t>overbrengingsmechanisme tussen bedieningsplaat en klok</w:t>
      </w:r>
      <w:r w:rsidRPr="00292A26">
        <w:rPr>
          <w:rFonts w:ascii="Arial" w:hAnsi="Arial"/>
        </w:rPr>
        <w:t>:</w:t>
      </w:r>
      <w:r>
        <w:rPr>
          <w:rFonts w:ascii="Arial" w:hAnsi="Arial"/>
        </w:rPr>
        <w:t xml:space="preserve"> een kantelinrichting brengt de horizontale beweging, afkomstig van het indrukken van de bedieningsplaat, over naar een verticale beweging, die de klok naar omhoog trekt</w:t>
      </w:r>
    </w:p>
    <w:p w14:paraId="71A643C6" w14:textId="77777777" w:rsidR="0059124E" w:rsidRPr="00113100" w:rsidRDefault="006F29ED" w:rsidP="0059124E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vlotterkraan uit kunststof</w:t>
      </w:r>
      <w:r w:rsidR="0059124E" w:rsidRPr="00113100">
        <w:rPr>
          <w:rFonts w:ascii="Arial" w:hAnsi="Arial"/>
        </w:rPr>
        <w:t>:</w:t>
      </w:r>
    </w:p>
    <w:p w14:paraId="71A643C7" w14:textId="77777777" w:rsidR="00847385" w:rsidRPr="00113100" w:rsidRDefault="00847385" w:rsidP="0059124E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 xml:space="preserve">werkt volgens het </w:t>
      </w:r>
      <w:proofErr w:type="spellStart"/>
      <w:r w:rsidRPr="00113100">
        <w:rPr>
          <w:rFonts w:ascii="Arial" w:hAnsi="Arial"/>
        </w:rPr>
        <w:t>servo</w:t>
      </w:r>
      <w:proofErr w:type="spellEnd"/>
      <w:r w:rsidRPr="00113100">
        <w:rPr>
          <w:rFonts w:ascii="Arial" w:hAnsi="Arial"/>
        </w:rPr>
        <w:t>-principe</w:t>
      </w:r>
    </w:p>
    <w:p w14:paraId="71A643C8" w14:textId="77777777" w:rsidR="0059124E" w:rsidRPr="00113100" w:rsidRDefault="0059124E" w:rsidP="0059124E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vlotterkraan biedt de mogelijkheid de waterinhoud van het reservoir te regelen</w:t>
      </w:r>
    </w:p>
    <w:p w14:paraId="71A643C9" w14:textId="77777777" w:rsidR="0059124E" w:rsidRPr="00113100" w:rsidRDefault="0059124E" w:rsidP="0059124E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71A643CA" w14:textId="77777777" w:rsidR="0059124E" w:rsidRPr="00113100" w:rsidRDefault="00CE4ACD" w:rsidP="0059124E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klok uit kunststof met overloop</w:t>
      </w:r>
      <w:r w:rsidR="0059124E" w:rsidRPr="00113100">
        <w:rPr>
          <w:rFonts w:ascii="Arial" w:hAnsi="Arial"/>
        </w:rPr>
        <w:t>:</w:t>
      </w:r>
    </w:p>
    <w:p w14:paraId="71A643CB" w14:textId="77777777" w:rsidR="0059124E" w:rsidRPr="00113100" w:rsidRDefault="00835332" w:rsidP="0059124E">
      <w:pPr>
        <w:pStyle w:val="Bulleted4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71A643CC" w14:textId="77777777" w:rsidR="0059124E" w:rsidRPr="00113100" w:rsidRDefault="006F09E9" w:rsidP="0059124E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klokdichting is vervaardigd uit siliconenrubber</w:t>
      </w:r>
    </w:p>
    <w:p w14:paraId="71A643CD" w14:textId="77777777" w:rsidR="004E5D07" w:rsidRPr="000D0121" w:rsidRDefault="00B93755" w:rsidP="00934308">
      <w:pPr>
        <w:pStyle w:val="Heading1"/>
        <w:numPr>
          <w:ilvl w:val="1"/>
          <w:numId w:val="18"/>
        </w:numPr>
        <w:spacing w:after="120"/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br w:type="page"/>
      </w:r>
      <w:r w:rsidR="004E5D07" w:rsidRPr="2265662C">
        <w:rPr>
          <w:rFonts w:ascii="Arial" w:hAnsi="Arial"/>
          <w:b/>
          <w:bCs/>
          <w:u w:val="none"/>
        </w:rPr>
        <w:lastRenderedPageBreak/>
        <w:t>Montage-element voor hang-wc, met inbouwspoelreservoir voor</w:t>
      </w:r>
      <w:r w:rsidR="005E4A1B" w:rsidRPr="2265662C">
        <w:rPr>
          <w:rFonts w:ascii="Arial" w:hAnsi="Arial"/>
          <w:b/>
          <w:bCs/>
          <w:u w:val="none"/>
        </w:rPr>
        <w:t xml:space="preserve"> </w:t>
      </w:r>
      <w:r w:rsidR="004E5D07" w:rsidRPr="2265662C">
        <w:rPr>
          <w:rFonts w:ascii="Arial" w:hAnsi="Arial"/>
          <w:b/>
          <w:bCs/>
          <w:u w:val="none"/>
        </w:rPr>
        <w:t xml:space="preserve">frontbediening, </w:t>
      </w:r>
      <w:r w:rsidRPr="2265662C">
        <w:rPr>
          <w:rFonts w:ascii="Arial" w:hAnsi="Arial"/>
          <w:b/>
          <w:bCs/>
          <w:u w:val="none"/>
        </w:rPr>
        <w:t>uit te rusten voor</w:t>
      </w:r>
      <w:r w:rsidR="004E5D07" w:rsidRPr="2265662C">
        <w:rPr>
          <w:rFonts w:ascii="Arial" w:hAnsi="Arial"/>
          <w:b/>
          <w:bCs/>
          <w:u w:val="none"/>
        </w:rPr>
        <w:t xml:space="preserve"> een </w:t>
      </w:r>
      <w:r w:rsidR="00227DAF" w:rsidRPr="2265662C">
        <w:rPr>
          <w:rFonts w:ascii="Arial" w:hAnsi="Arial"/>
          <w:b/>
          <w:bCs/>
          <w:u w:val="none"/>
        </w:rPr>
        <w:t>in</w:t>
      </w:r>
      <w:r w:rsidRPr="2265662C">
        <w:rPr>
          <w:rFonts w:ascii="Arial" w:hAnsi="Arial"/>
          <w:b/>
          <w:bCs/>
          <w:u w:val="none"/>
        </w:rPr>
        <w:t>terne geurextractie</w:t>
      </w:r>
    </w:p>
    <w:p w14:paraId="71A643CE" w14:textId="77777777" w:rsidR="004E5D07" w:rsidRPr="00113100" w:rsidRDefault="004E5D07" w:rsidP="00DC62AB">
      <w:pPr>
        <w:pStyle w:val="Bulleted1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geschikt voor hang-wc’s met een maximale lengte van 70 cm (afhankelijk van de plaatsingstechniek) en een maximale statische belasting van 400 kg (NBN EN 997)</w:t>
      </w:r>
    </w:p>
    <w:p w14:paraId="71A643CF" w14:textId="77777777" w:rsidR="007430BA" w:rsidRPr="00113100" w:rsidRDefault="007430BA" w:rsidP="007430BA">
      <w:pPr>
        <w:pStyle w:val="Bulleted1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gecertificeerd door Belgaqua</w:t>
      </w:r>
    </w:p>
    <w:p w14:paraId="71A643D0" w14:textId="77777777" w:rsidR="004E5D07" w:rsidRPr="00113100" w:rsidRDefault="004E5D07" w:rsidP="00DC62AB">
      <w:pPr>
        <w:pStyle w:val="Bulleted1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bezit een merkteken dat de bepaling van de montagehoogte ten opzichte van de afgewerkte vloer vergemakkelijkt</w:t>
      </w:r>
    </w:p>
    <w:p w14:paraId="71A643D1" w14:textId="77777777" w:rsidR="004E5D07" w:rsidRPr="00113100" w:rsidRDefault="00227DAF" w:rsidP="00DC62AB">
      <w:pPr>
        <w:pStyle w:val="Bulleted1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spoeling met twee toetsen</w:t>
      </w:r>
    </w:p>
    <w:p w14:paraId="71A643D2" w14:textId="77777777" w:rsidR="007430BA" w:rsidRPr="00292A26" w:rsidRDefault="007430BA" w:rsidP="007430BA">
      <w:pPr>
        <w:pStyle w:val="Bulleted1"/>
        <w:rPr>
          <w:rFonts w:ascii="Arial" w:hAnsi="Arial"/>
        </w:rPr>
      </w:pPr>
      <w:r>
        <w:rPr>
          <w:rFonts w:ascii="Arial" w:hAnsi="Arial"/>
        </w:rPr>
        <w:t>na de afwerking van de toiletruimte kan de bedieningsplaat zonder gereedschap op het reservoir gemonteerd worden</w:t>
      </w:r>
    </w:p>
    <w:p w14:paraId="71A643D3" w14:textId="77777777" w:rsidR="00434E3C" w:rsidRPr="00113100" w:rsidRDefault="00434E3C" w:rsidP="00434E3C">
      <w:pPr>
        <w:pStyle w:val="Bulleted1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 xml:space="preserve">interne geurextractie kan pas geactiveerd worden na montage van bijhorende </w:t>
      </w:r>
      <w:proofErr w:type="spellStart"/>
      <w:r w:rsidRPr="00113100">
        <w:rPr>
          <w:rFonts w:ascii="Arial" w:hAnsi="Arial"/>
        </w:rPr>
        <w:t>extractieset</w:t>
      </w:r>
      <w:proofErr w:type="spellEnd"/>
    </w:p>
    <w:p w14:paraId="71A643D4" w14:textId="77777777" w:rsidR="004E5D07" w:rsidRPr="00113100" w:rsidRDefault="004E5D07" w:rsidP="00DC62AB">
      <w:pPr>
        <w:pStyle w:val="Bulleted1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uitgerust met:</w:t>
      </w:r>
    </w:p>
    <w:p w14:paraId="71A643D5" w14:textId="77777777" w:rsidR="004E5D07" w:rsidRPr="00113100" w:rsidRDefault="004E5D07" w:rsidP="00DC62AB">
      <w:pPr>
        <w:pStyle w:val="Bulleted2"/>
        <w:spacing w:line="233" w:lineRule="auto"/>
        <w:rPr>
          <w:rFonts w:ascii="Arial" w:hAnsi="Arial"/>
        </w:rPr>
      </w:pPr>
      <w:proofErr w:type="spellStart"/>
      <w:r w:rsidRPr="00113100">
        <w:rPr>
          <w:rFonts w:ascii="Arial" w:hAnsi="Arial"/>
        </w:rPr>
        <w:t>bevestiging</w:t>
      </w:r>
      <w:r w:rsidR="0000732C" w:rsidRPr="00113100">
        <w:rPr>
          <w:rFonts w:ascii="Arial" w:hAnsi="Arial"/>
        </w:rPr>
        <w:t>sset</w:t>
      </w:r>
      <w:proofErr w:type="spellEnd"/>
      <w:r w:rsidRPr="00113100">
        <w:rPr>
          <w:rFonts w:ascii="Arial" w:hAnsi="Arial"/>
        </w:rPr>
        <w:t xml:space="preserve"> M12 voor hang-wc; de bevestigingsgaten </w:t>
      </w:r>
      <w:r w:rsidR="0000732C" w:rsidRPr="00113100">
        <w:rPr>
          <w:rFonts w:ascii="Arial" w:hAnsi="Arial"/>
        </w:rPr>
        <w:t xml:space="preserve">(tussenafstand 18 cm of </w:t>
      </w:r>
      <w:r w:rsidR="0000732C" w:rsidRPr="00113100">
        <w:rPr>
          <w:rFonts w:ascii="Arial" w:hAnsi="Arial"/>
        </w:rPr>
        <w:br/>
        <w:t xml:space="preserve">23 cm) </w:t>
      </w:r>
      <w:r w:rsidRPr="00113100">
        <w:rPr>
          <w:rFonts w:ascii="Arial" w:hAnsi="Arial"/>
        </w:rPr>
        <w:t>bevinden zich in de console</w:t>
      </w:r>
    </w:p>
    <w:p w14:paraId="71A643D6" w14:textId="77777777" w:rsidR="004E5D07" w:rsidRPr="00113100" w:rsidRDefault="00C13390" w:rsidP="00DC62AB">
      <w:pPr>
        <w:pStyle w:val="Bulleted2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 xml:space="preserve">ventilatieleiding tussen spoelbocht en de rechterbovenzijde van het </w:t>
      </w:r>
      <w:proofErr w:type="spellStart"/>
      <w:r w:rsidRPr="00113100">
        <w:rPr>
          <w:rFonts w:ascii="Arial" w:hAnsi="Arial"/>
        </w:rPr>
        <w:t>spoelresevoir</w:t>
      </w:r>
      <w:proofErr w:type="spellEnd"/>
      <w:r w:rsidRPr="00113100">
        <w:rPr>
          <w:rFonts w:ascii="Arial" w:hAnsi="Arial"/>
        </w:rPr>
        <w:t xml:space="preserve"> voor aansluiting op een in</w:t>
      </w:r>
      <w:r w:rsidR="00B93755" w:rsidRPr="00113100">
        <w:rPr>
          <w:rFonts w:ascii="Arial" w:hAnsi="Arial"/>
        </w:rPr>
        <w:t>terne geurextractie</w:t>
      </w:r>
    </w:p>
    <w:p w14:paraId="71A643D7" w14:textId="77777777" w:rsidR="004E5D07" w:rsidRPr="00113100" w:rsidRDefault="004E5D07" w:rsidP="00DC62AB">
      <w:pPr>
        <w:pStyle w:val="Bulleted2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spoelbocht (ø56 x ø45)</w:t>
      </w:r>
    </w:p>
    <w:p w14:paraId="71A643D8" w14:textId="77777777" w:rsidR="004E5D07" w:rsidRPr="00113100" w:rsidRDefault="004E5D07" w:rsidP="00DC62AB">
      <w:pPr>
        <w:pStyle w:val="Bulleted2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toevoer- (ø45) en afvoermanchet (ø90)</w:t>
      </w:r>
    </w:p>
    <w:p w14:paraId="71A643D9" w14:textId="77777777" w:rsidR="004E5D07" w:rsidRPr="00113100" w:rsidRDefault="004E5D07" w:rsidP="00DC62AB">
      <w:pPr>
        <w:pStyle w:val="Bulleted2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draaibare afvoerbocht uit PE (ø90) en afvoerbeugel met voering om de overdracht van trillingen tijdens de spoeling te verminderen</w:t>
      </w:r>
    </w:p>
    <w:p w14:paraId="71A643DA" w14:textId="77777777" w:rsidR="004E5D07" w:rsidRPr="00113100" w:rsidRDefault="009E7BB5" w:rsidP="00DC62AB">
      <w:pPr>
        <w:pStyle w:val="Bulleted2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wachtbuis, in de linkerzijde van het element, waarin een flexibele aansluitslang voor de watertoevoer van een douche-wc kan geïnstalleerd worden</w:t>
      </w:r>
    </w:p>
    <w:p w14:paraId="71A643DB" w14:textId="77777777" w:rsidR="00D46C54" w:rsidRDefault="00D46C54" w:rsidP="00982ABD">
      <w:pPr>
        <w:pStyle w:val="Bulleted2"/>
        <w:spacing w:line="233" w:lineRule="auto"/>
        <w:rPr>
          <w:rFonts w:ascii="Arial" w:hAnsi="Arial"/>
        </w:rPr>
      </w:pPr>
      <w:r>
        <w:rPr>
          <w:rFonts w:ascii="Arial" w:hAnsi="Arial"/>
        </w:rPr>
        <w:t>ruwbouwdoos met bevestigingsgaten voor de bedieningsplaat, die voor het plaatsen van de bedieningsplaat zonder gereedschap ingekort wordt in fu</w:t>
      </w:r>
      <w:r w:rsidR="00982ABD">
        <w:rPr>
          <w:rFonts w:ascii="Arial" w:hAnsi="Arial"/>
        </w:rPr>
        <w:t>nc</w:t>
      </w:r>
      <w:r>
        <w:rPr>
          <w:rFonts w:ascii="Arial" w:hAnsi="Arial"/>
        </w:rPr>
        <w:t>tie van de afwerkingsdikte</w:t>
      </w:r>
    </w:p>
    <w:p w14:paraId="71A643DC" w14:textId="77777777" w:rsidR="004E5D07" w:rsidRPr="00113100" w:rsidRDefault="004E5D07" w:rsidP="00DC62AB">
      <w:pPr>
        <w:pStyle w:val="Bulleted2"/>
        <w:spacing w:line="233" w:lineRule="auto"/>
        <w:rPr>
          <w:rFonts w:ascii="Arial" w:hAnsi="Arial"/>
        </w:rPr>
      </w:pPr>
      <w:proofErr w:type="spellStart"/>
      <w:r w:rsidRPr="00113100">
        <w:rPr>
          <w:rFonts w:ascii="Arial" w:hAnsi="Arial"/>
        </w:rPr>
        <w:t>voorgemonteerd</w:t>
      </w:r>
      <w:proofErr w:type="spellEnd"/>
      <w:r w:rsidRPr="00113100">
        <w:rPr>
          <w:rFonts w:ascii="Arial" w:hAnsi="Arial"/>
        </w:rPr>
        <w:t xml:space="preserve"> inbouwspoelreservoir met 2-toetsen-spoeltechniek</w:t>
      </w:r>
    </w:p>
    <w:p w14:paraId="71A643DD" w14:textId="77777777" w:rsidR="004E5D07" w:rsidRPr="00113100" w:rsidRDefault="004E5D07" w:rsidP="00DC62AB">
      <w:pPr>
        <w:pStyle w:val="Bulleted3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spoelreservoir:</w:t>
      </w:r>
    </w:p>
    <w:p w14:paraId="71A643DE" w14:textId="77777777" w:rsidR="004E5D07" w:rsidRPr="00113100" w:rsidRDefault="006B6CF4" w:rsidP="00DC62AB">
      <w:pPr>
        <w:pStyle w:val="Bulleted4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 xml:space="preserve">het PE spoelreservoir </w:t>
      </w:r>
      <w:r w:rsidR="007A3714" w:rsidRPr="00113100">
        <w:rPr>
          <w:rFonts w:ascii="Arial" w:hAnsi="Arial"/>
        </w:rPr>
        <w:t>met een verdikking bovenaan rechts voor het inbouwen van ventilator en actieve koolfilter</w:t>
      </w:r>
      <w:r w:rsidRPr="00113100">
        <w:rPr>
          <w:rFonts w:ascii="Arial" w:hAnsi="Arial"/>
        </w:rPr>
        <w:t>, is uit één stuk geblazen</w:t>
      </w:r>
    </w:p>
    <w:p w14:paraId="71A643DF" w14:textId="77777777" w:rsidR="004E5D07" w:rsidRPr="00113100" w:rsidRDefault="004E5D07" w:rsidP="00DC62AB">
      <w:pPr>
        <w:pStyle w:val="Bulleted4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de waterinhoud van het reservoir is 7,5 liter</w:t>
      </w:r>
    </w:p>
    <w:p w14:paraId="71A643E0" w14:textId="77777777" w:rsidR="004E5D07" w:rsidRPr="00113100" w:rsidRDefault="004E5D07" w:rsidP="00DC62AB">
      <w:pPr>
        <w:pStyle w:val="Bulleted4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 xml:space="preserve">de </w:t>
      </w:r>
      <w:r w:rsidR="00152FC6">
        <w:rPr>
          <w:rFonts w:ascii="Arial" w:hAnsi="Arial"/>
        </w:rPr>
        <w:t>hoeveelheid spoelwater is 4,5 of 6 of 7,5 liter</w:t>
      </w:r>
      <w:r w:rsidRPr="00113100">
        <w:rPr>
          <w:rFonts w:ascii="Arial" w:hAnsi="Arial"/>
        </w:rPr>
        <w:t xml:space="preserve"> voor de grote toets en kan traploos ingesteld worden tussen 3 en 4 liter voor de kleine toets.</w:t>
      </w:r>
    </w:p>
    <w:p w14:paraId="71A643E1" w14:textId="77777777" w:rsidR="004E5D07" w:rsidRPr="00113100" w:rsidRDefault="00DF3A49" w:rsidP="00DC62AB">
      <w:pPr>
        <w:pStyle w:val="Bulleted4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het reservoir is bekleed met een EPS-</w:t>
      </w:r>
      <w:proofErr w:type="spellStart"/>
      <w:r w:rsidRPr="00113100">
        <w:rPr>
          <w:rFonts w:ascii="Arial" w:hAnsi="Arial"/>
        </w:rPr>
        <w:t>condensisolatie</w:t>
      </w:r>
      <w:proofErr w:type="spellEnd"/>
    </w:p>
    <w:p w14:paraId="71A643E2" w14:textId="77777777" w:rsidR="004E5D07" w:rsidRPr="00113100" w:rsidRDefault="004E5D07" w:rsidP="00DC62AB">
      <w:pPr>
        <w:pStyle w:val="Bulleted4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de hoekstopkraan met verdraaibeveiliging wordt door middel van een tegenmoer in het reservoir bevestigd</w:t>
      </w:r>
    </w:p>
    <w:p w14:paraId="71A643E3" w14:textId="77777777" w:rsidR="004E5D07" w:rsidRPr="00113100" w:rsidRDefault="008B3143" w:rsidP="00DC62AB">
      <w:pPr>
        <w:pStyle w:val="Bulleted4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de wateraansluiting, R1/2” is</w:t>
      </w:r>
      <w:r w:rsidR="00DC62AB" w:rsidRPr="00113100">
        <w:rPr>
          <w:rFonts w:ascii="Arial" w:hAnsi="Arial"/>
        </w:rPr>
        <w:t xml:space="preserve"> </w:t>
      </w:r>
      <w:r w:rsidRPr="00113100">
        <w:rPr>
          <w:rFonts w:ascii="Arial" w:hAnsi="Arial"/>
        </w:rPr>
        <w:t>naar boven gericht</w:t>
      </w:r>
    </w:p>
    <w:p w14:paraId="71A643E4" w14:textId="77777777" w:rsidR="00EF1518" w:rsidRDefault="00EF1518" w:rsidP="00DC62AB">
      <w:pPr>
        <w:pStyle w:val="Bulleted3"/>
        <w:spacing w:line="233" w:lineRule="auto"/>
        <w:rPr>
          <w:rFonts w:ascii="Arial" w:hAnsi="Arial"/>
        </w:rPr>
      </w:pPr>
      <w:r>
        <w:rPr>
          <w:rFonts w:ascii="Arial" w:hAnsi="Arial"/>
        </w:rPr>
        <w:t>overbrengingsmechanisme tussen bedieningsplaat en klok</w:t>
      </w:r>
      <w:r w:rsidRPr="00292A26">
        <w:rPr>
          <w:rFonts w:ascii="Arial" w:hAnsi="Arial"/>
        </w:rPr>
        <w:t>:</w:t>
      </w:r>
      <w:r>
        <w:rPr>
          <w:rFonts w:ascii="Arial" w:hAnsi="Arial"/>
        </w:rPr>
        <w:t xml:space="preserve"> een kantelinrichting brengt de horizontale beweging, afkomstig van het indrukken van de bedieningsplaat, over naar een verticale beweging, die de klok naar omhoog trekt</w:t>
      </w:r>
    </w:p>
    <w:p w14:paraId="71A643E5" w14:textId="77777777" w:rsidR="004E5D07" w:rsidRPr="00113100" w:rsidRDefault="006F29ED" w:rsidP="00DC62AB">
      <w:pPr>
        <w:pStyle w:val="Bulleted3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vlotterkraan uit kunststof</w:t>
      </w:r>
      <w:r w:rsidR="004E5D07" w:rsidRPr="00113100">
        <w:rPr>
          <w:rFonts w:ascii="Arial" w:hAnsi="Arial"/>
        </w:rPr>
        <w:t>:</w:t>
      </w:r>
    </w:p>
    <w:p w14:paraId="71A643E6" w14:textId="77777777" w:rsidR="00847385" w:rsidRPr="00113100" w:rsidRDefault="00847385" w:rsidP="00DC62AB">
      <w:pPr>
        <w:pStyle w:val="Bulleted4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 xml:space="preserve">werkt volgens het </w:t>
      </w:r>
      <w:proofErr w:type="spellStart"/>
      <w:r w:rsidRPr="00113100">
        <w:rPr>
          <w:rFonts w:ascii="Arial" w:hAnsi="Arial"/>
        </w:rPr>
        <w:t>servo</w:t>
      </w:r>
      <w:proofErr w:type="spellEnd"/>
      <w:r w:rsidRPr="00113100">
        <w:rPr>
          <w:rFonts w:ascii="Arial" w:hAnsi="Arial"/>
        </w:rPr>
        <w:t>-principe</w:t>
      </w:r>
    </w:p>
    <w:p w14:paraId="71A643E7" w14:textId="77777777" w:rsidR="004E5D07" w:rsidRPr="00113100" w:rsidRDefault="004E5D07" w:rsidP="00DC62AB">
      <w:pPr>
        <w:pStyle w:val="Bulleted4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de vlotterkraan biedt de mogelijkheid de waterinhoud van het reservoir te regelen</w:t>
      </w:r>
    </w:p>
    <w:p w14:paraId="71A643E8" w14:textId="77777777" w:rsidR="004E5D07" w:rsidRPr="00113100" w:rsidRDefault="004E5D07" w:rsidP="00DC62AB">
      <w:pPr>
        <w:pStyle w:val="Bulleted4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71A643E9" w14:textId="77777777" w:rsidR="004E5D07" w:rsidRPr="00113100" w:rsidRDefault="009A2040" w:rsidP="00DC62AB">
      <w:pPr>
        <w:pStyle w:val="Bulleted3"/>
        <w:spacing w:line="233" w:lineRule="auto"/>
        <w:rPr>
          <w:rFonts w:ascii="Arial" w:hAnsi="Arial"/>
        </w:rPr>
      </w:pPr>
      <w:r>
        <w:rPr>
          <w:rFonts w:ascii="Arial" w:hAnsi="Arial"/>
        </w:rPr>
        <w:br w:type="page"/>
      </w:r>
      <w:r w:rsidR="00CE4ACD" w:rsidRPr="00113100">
        <w:rPr>
          <w:rFonts w:ascii="Arial" w:hAnsi="Arial"/>
        </w:rPr>
        <w:lastRenderedPageBreak/>
        <w:t>klok uit kunststof met overloop</w:t>
      </w:r>
      <w:r w:rsidR="004E5D07" w:rsidRPr="00113100">
        <w:rPr>
          <w:rFonts w:ascii="Arial" w:hAnsi="Arial"/>
        </w:rPr>
        <w:t>:</w:t>
      </w:r>
    </w:p>
    <w:p w14:paraId="71A643EA" w14:textId="77777777" w:rsidR="004E5D07" w:rsidRPr="00113100" w:rsidRDefault="00835332" w:rsidP="00DC62AB">
      <w:pPr>
        <w:pStyle w:val="Bulleted4"/>
        <w:spacing w:line="233" w:lineRule="auto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71A643EB" w14:textId="77777777" w:rsidR="004E5D07" w:rsidRPr="00113100" w:rsidRDefault="006F09E9" w:rsidP="00DC62AB">
      <w:pPr>
        <w:pStyle w:val="Bulleted4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de klokdichting is vervaardigd uit siliconenrubber</w:t>
      </w:r>
    </w:p>
    <w:p w14:paraId="71A643EC" w14:textId="77777777" w:rsidR="00F33AFF" w:rsidRPr="000D0121" w:rsidRDefault="00961346" w:rsidP="00F33AFF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br w:type="page"/>
      </w:r>
      <w:r w:rsidR="00F33AFF" w:rsidRPr="2265662C">
        <w:rPr>
          <w:rFonts w:ascii="Arial" w:hAnsi="Arial"/>
          <w:b/>
          <w:bCs/>
          <w:u w:val="none"/>
        </w:rPr>
        <w:lastRenderedPageBreak/>
        <w:t xml:space="preserve">Montage-element voor hang-wc, met inbouwspoelreservoir voor frontbediening (inbouwhoogte circa 114 cm), </w:t>
      </w:r>
      <w:r w:rsidR="00F33AFF" w:rsidRPr="2265662C">
        <w:rPr>
          <w:b/>
          <w:bCs/>
          <w:u w:val="none"/>
        </w:rPr>
        <w:t xml:space="preserve">geschikt voor iets kleinere bedieningsplaten </w:t>
      </w:r>
      <w:r>
        <w:br/>
      </w:r>
      <w:r w:rsidR="00F33AFF" w:rsidRPr="2265662C">
        <w:rPr>
          <w:b/>
          <w:bCs/>
          <w:u w:val="none"/>
        </w:rPr>
        <w:t>(ong. 21,2 cm x 14,2 cm)</w:t>
      </w:r>
    </w:p>
    <w:p w14:paraId="71A643ED" w14:textId="77777777" w:rsidR="00F33AFF" w:rsidRPr="00113100" w:rsidRDefault="00F33AFF" w:rsidP="00F33AFF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geschikt voor hang-wc’s met een maximale lengte van </w:t>
      </w:r>
      <w:smartTag w:uri="urn:schemas-microsoft-com:office:smarttags" w:element="metricconverter">
        <w:smartTagPr>
          <w:attr w:name="ProductID" w:val="70 cm"/>
        </w:smartTagPr>
        <w:r w:rsidRPr="00113100">
          <w:rPr>
            <w:rFonts w:ascii="Arial" w:hAnsi="Arial"/>
          </w:rPr>
          <w:t>70 cm</w:t>
        </w:r>
      </w:smartTag>
      <w:r w:rsidRPr="00113100">
        <w:rPr>
          <w:rFonts w:ascii="Arial" w:hAnsi="Arial"/>
        </w:rPr>
        <w:t xml:space="preserve"> (afhankelijk van de plaatsingstechniek) en een maximale statische belasting van </w:t>
      </w:r>
      <w:smartTag w:uri="urn:schemas-microsoft-com:office:smarttags" w:element="metricconverter">
        <w:smartTagPr>
          <w:attr w:name="ProductID" w:val="400 kg"/>
        </w:smartTagPr>
        <w:r w:rsidRPr="00113100">
          <w:rPr>
            <w:rFonts w:ascii="Arial" w:hAnsi="Arial"/>
          </w:rPr>
          <w:t>400 kg</w:t>
        </w:r>
      </w:smartTag>
      <w:r w:rsidRPr="00113100">
        <w:rPr>
          <w:rFonts w:ascii="Arial" w:hAnsi="Arial"/>
        </w:rPr>
        <w:t xml:space="preserve"> (NBN EN 997)</w:t>
      </w:r>
    </w:p>
    <w:p w14:paraId="71A643EE" w14:textId="77777777" w:rsidR="00F33AFF" w:rsidRPr="00113100" w:rsidRDefault="00F33AFF" w:rsidP="00F33AFF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gecertificeerd door Belgaqua</w:t>
      </w:r>
    </w:p>
    <w:p w14:paraId="71A643EF" w14:textId="77777777" w:rsidR="00F33AFF" w:rsidRPr="00113100" w:rsidRDefault="00F33AFF" w:rsidP="00F33AFF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bezit een merkteken dat de bepaling van de montagehoogte ten opzichte van de afgewerkte vloer vergemakkelijkt</w:t>
      </w:r>
    </w:p>
    <w:p w14:paraId="71A643F0" w14:textId="77777777" w:rsidR="00F33AFF" w:rsidRPr="00113100" w:rsidRDefault="00F33AFF" w:rsidP="00F33AFF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met:</w:t>
      </w:r>
    </w:p>
    <w:p w14:paraId="71A643F1" w14:textId="77777777" w:rsidR="00F33AFF" w:rsidRPr="00113100" w:rsidRDefault="00F33AFF" w:rsidP="00F33AFF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bevestigingset</w:t>
      </w:r>
      <w:proofErr w:type="spellEnd"/>
      <w:r w:rsidRPr="00113100">
        <w:rPr>
          <w:rFonts w:ascii="Arial" w:hAnsi="Arial"/>
        </w:rPr>
        <w:t xml:space="preserve"> M12 voor hang-wc; de bevestigingsgaten (tussenafstand 18 cm of </w:t>
      </w:r>
      <w:r w:rsidRPr="00113100">
        <w:rPr>
          <w:rFonts w:ascii="Arial" w:hAnsi="Arial"/>
        </w:rPr>
        <w:br/>
        <w:t>23 cm) bevinden zich in de console</w:t>
      </w:r>
    </w:p>
    <w:p w14:paraId="71A643F2" w14:textId="77777777" w:rsidR="00F33AFF" w:rsidRPr="00113100" w:rsidRDefault="00F33AFF" w:rsidP="00F33AFF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spoelbocht (ø56 x ø45)</w:t>
      </w:r>
    </w:p>
    <w:p w14:paraId="71A643F3" w14:textId="77777777" w:rsidR="00F33AFF" w:rsidRPr="00113100" w:rsidRDefault="00F33AFF" w:rsidP="00F33AFF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toevoer- (ø45) en afvoermanchet (ø90)</w:t>
      </w:r>
    </w:p>
    <w:p w14:paraId="71A643F4" w14:textId="77777777" w:rsidR="00F33AFF" w:rsidRPr="00113100" w:rsidRDefault="00F33AFF" w:rsidP="00F33AFF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draaibare afvoerbocht uit PE (ø90) en afvoerbeugel met voering om de overdracht van trillingen tijdens de spoeling te verminderen</w:t>
      </w:r>
    </w:p>
    <w:p w14:paraId="71A643F5" w14:textId="77777777" w:rsidR="00F33AFF" w:rsidRPr="00113100" w:rsidRDefault="00F33AFF" w:rsidP="00F33AFF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wachtbuis, in de linkerzijde van het element, waarin een flexibele aansluitslang voor de watertoevoer van een douche-wc kan geïnstalleerd worden</w:t>
      </w:r>
    </w:p>
    <w:p w14:paraId="71A643F6" w14:textId="77777777" w:rsidR="00F33AFF" w:rsidRPr="00113100" w:rsidRDefault="00F33AFF" w:rsidP="00F33AFF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voorgemonteerd</w:t>
      </w:r>
      <w:proofErr w:type="spellEnd"/>
      <w:r w:rsidRPr="00113100">
        <w:rPr>
          <w:rFonts w:ascii="Arial" w:hAnsi="Arial"/>
        </w:rPr>
        <w:t xml:space="preserve"> inbouwspoelreservoir met 2-toetsen-spoeltechniek</w:t>
      </w:r>
    </w:p>
    <w:p w14:paraId="71A643F7" w14:textId="77777777" w:rsidR="00F33AFF" w:rsidRPr="00113100" w:rsidRDefault="00F33AFF" w:rsidP="00F33AFF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spoelreservoir:</w:t>
      </w:r>
    </w:p>
    <w:p w14:paraId="71A643F8" w14:textId="77777777" w:rsidR="00F33AFF" w:rsidRPr="00113100" w:rsidRDefault="00F33AFF" w:rsidP="00F33AFF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het PE spoelreservoir is uit één stuk geblazen</w:t>
      </w:r>
    </w:p>
    <w:p w14:paraId="71A643F9" w14:textId="77777777" w:rsidR="00F33AFF" w:rsidRPr="00113100" w:rsidRDefault="00F33AFF" w:rsidP="00F33AFF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waterinhoud van het reserv</w:t>
      </w:r>
      <w:r>
        <w:rPr>
          <w:rFonts w:ascii="Arial" w:hAnsi="Arial"/>
        </w:rPr>
        <w:t>oir is 7,5</w:t>
      </w:r>
      <w:r w:rsidRPr="00113100">
        <w:rPr>
          <w:rFonts w:ascii="Arial" w:hAnsi="Arial"/>
        </w:rPr>
        <w:t xml:space="preserve"> liter</w:t>
      </w:r>
    </w:p>
    <w:p w14:paraId="71A643FA" w14:textId="77777777" w:rsidR="00F33AFF" w:rsidRPr="00113100" w:rsidRDefault="00F33AFF" w:rsidP="00F33AFF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 xml:space="preserve">de hoeveelheid spoelwater is </w:t>
      </w:r>
      <w:r>
        <w:rPr>
          <w:rFonts w:ascii="Arial" w:hAnsi="Arial"/>
        </w:rPr>
        <w:t xml:space="preserve">4,5 of </w:t>
      </w:r>
      <w:r w:rsidRPr="00113100">
        <w:rPr>
          <w:rFonts w:ascii="Arial" w:hAnsi="Arial"/>
        </w:rPr>
        <w:t>6</w:t>
      </w:r>
      <w:r>
        <w:rPr>
          <w:rFonts w:ascii="Arial" w:hAnsi="Arial"/>
        </w:rPr>
        <w:t xml:space="preserve"> of 7,5</w:t>
      </w:r>
      <w:r w:rsidRPr="00113100">
        <w:rPr>
          <w:rFonts w:ascii="Arial" w:hAnsi="Arial"/>
        </w:rPr>
        <w:t xml:space="preserve"> liter voor de grote toets, en kan traploos ingesteld worden tussen 3 en 4 liter voor de kleine toets</w:t>
      </w:r>
    </w:p>
    <w:p w14:paraId="71A643FB" w14:textId="77777777" w:rsidR="00F33AFF" w:rsidRPr="00113100" w:rsidRDefault="00F33AFF" w:rsidP="00F33AFF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het reservoir is bekleed met een EPS-</w:t>
      </w:r>
      <w:proofErr w:type="spellStart"/>
      <w:r w:rsidRPr="00113100">
        <w:rPr>
          <w:rFonts w:ascii="Arial" w:hAnsi="Arial"/>
        </w:rPr>
        <w:t>condensisolatie</w:t>
      </w:r>
      <w:proofErr w:type="spellEnd"/>
    </w:p>
    <w:p w14:paraId="71A643FC" w14:textId="77777777" w:rsidR="00F33AFF" w:rsidRPr="00113100" w:rsidRDefault="00F33AFF" w:rsidP="00F33AFF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wateraansluiting: met hoekstopkraan, R1/2”, links in de zijwand</w:t>
      </w:r>
    </w:p>
    <w:p w14:paraId="71A643FD" w14:textId="77777777" w:rsidR="00F33AFF" w:rsidRPr="00EF1518" w:rsidRDefault="00F33AFF" w:rsidP="00F33AFF">
      <w:pPr>
        <w:pStyle w:val="Bulleted3"/>
        <w:rPr>
          <w:rFonts w:ascii="Arial" w:hAnsi="Arial" w:cs="Arial"/>
        </w:rPr>
      </w:pPr>
      <w:r w:rsidRPr="00EF1518">
        <w:rPr>
          <w:rFonts w:ascii="Arial" w:hAnsi="Arial" w:cs="Arial"/>
        </w:rPr>
        <w:t xml:space="preserve">overbrengingsmechanisme tussen bedieningsplaat en klok: een kantelinrichting brengt de </w:t>
      </w:r>
      <w:proofErr w:type="spellStart"/>
      <w:r>
        <w:rPr>
          <w:rFonts w:ascii="Arial" w:hAnsi="Arial" w:cs="Arial"/>
        </w:rPr>
        <w:t>horizontalee</w:t>
      </w:r>
      <w:proofErr w:type="spellEnd"/>
      <w:r w:rsidRPr="00EF1518">
        <w:rPr>
          <w:rFonts w:ascii="Arial" w:hAnsi="Arial" w:cs="Arial"/>
        </w:rPr>
        <w:t xml:space="preserve"> beweging, afkomstig van het indrukken van de bedieningsplaat, over naar een verticale opwaartse beweging, die de klok naar omhoog trekt</w:t>
      </w:r>
    </w:p>
    <w:p w14:paraId="71A643FE" w14:textId="77777777" w:rsidR="00F33AFF" w:rsidRPr="00113100" w:rsidRDefault="00F33AFF" w:rsidP="00F33AFF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vlotterkraan uit kunststof:</w:t>
      </w:r>
    </w:p>
    <w:p w14:paraId="71A643FF" w14:textId="77777777" w:rsidR="00F33AFF" w:rsidRPr="00113100" w:rsidRDefault="00F33AFF" w:rsidP="00F33AFF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 xml:space="preserve">werkt volgens het </w:t>
      </w:r>
      <w:proofErr w:type="spellStart"/>
      <w:r w:rsidRPr="00113100">
        <w:rPr>
          <w:rFonts w:ascii="Arial" w:hAnsi="Arial"/>
        </w:rPr>
        <w:t>servo</w:t>
      </w:r>
      <w:proofErr w:type="spellEnd"/>
      <w:r w:rsidRPr="00113100">
        <w:rPr>
          <w:rFonts w:ascii="Arial" w:hAnsi="Arial"/>
        </w:rPr>
        <w:t>-principe</w:t>
      </w:r>
    </w:p>
    <w:p w14:paraId="71A64400" w14:textId="77777777" w:rsidR="00F33AFF" w:rsidRPr="00113100" w:rsidRDefault="00F33AFF" w:rsidP="00F33AFF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vlotterkraan biedt de mogelijkheid de waterinhoud van het reservoir te regelen</w:t>
      </w:r>
    </w:p>
    <w:p w14:paraId="71A64401" w14:textId="77777777" w:rsidR="00F33AFF" w:rsidRPr="00113100" w:rsidRDefault="00F33AFF" w:rsidP="00F33AFF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71A64402" w14:textId="77777777" w:rsidR="00F33AFF" w:rsidRPr="00113100" w:rsidRDefault="00F33AFF" w:rsidP="00F33AFF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klok uit kunststof met overloop:</w:t>
      </w:r>
    </w:p>
    <w:p w14:paraId="71A64403" w14:textId="77777777" w:rsidR="00F33AFF" w:rsidRPr="00113100" w:rsidRDefault="00835332" w:rsidP="00F33AFF">
      <w:pPr>
        <w:pStyle w:val="Bulleted4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71A64404" w14:textId="77777777" w:rsidR="00F33AFF" w:rsidRPr="00113100" w:rsidRDefault="00F33AFF" w:rsidP="00F33AFF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klokdichting is vervaardigd uit siliconenrubber</w:t>
      </w:r>
    </w:p>
    <w:p w14:paraId="71A64405" w14:textId="77777777" w:rsidR="007A4785" w:rsidRPr="000D0121" w:rsidRDefault="00F33AFF" w:rsidP="00771E82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br w:type="page"/>
      </w:r>
      <w:r w:rsidR="00EB171B" w:rsidRPr="2265662C">
        <w:rPr>
          <w:rFonts w:ascii="Arial" w:hAnsi="Arial"/>
          <w:b/>
          <w:bCs/>
          <w:u w:val="none"/>
        </w:rPr>
        <w:lastRenderedPageBreak/>
        <w:t>Montage-element</w:t>
      </w:r>
      <w:r w:rsidR="007A4785" w:rsidRPr="2265662C">
        <w:rPr>
          <w:rFonts w:ascii="Arial" w:hAnsi="Arial"/>
          <w:b/>
          <w:bCs/>
          <w:u w:val="none"/>
        </w:rPr>
        <w:t xml:space="preserve"> </w:t>
      </w:r>
      <w:r w:rsidR="00CB0CF8" w:rsidRPr="2265662C">
        <w:rPr>
          <w:rFonts w:ascii="Arial" w:hAnsi="Arial"/>
          <w:b/>
          <w:bCs/>
          <w:u w:val="none"/>
        </w:rPr>
        <w:t xml:space="preserve">voor hang-wc, met inbouwspoelreservoir voor </w:t>
      </w:r>
      <w:proofErr w:type="spellStart"/>
      <w:r w:rsidR="00CB0CF8" w:rsidRPr="2265662C">
        <w:rPr>
          <w:rFonts w:ascii="Arial" w:hAnsi="Arial"/>
          <w:b/>
          <w:bCs/>
          <w:u w:val="none"/>
        </w:rPr>
        <w:t>bovenbediening</w:t>
      </w:r>
      <w:proofErr w:type="spellEnd"/>
      <w:r w:rsidR="00CB0CF8" w:rsidRPr="2265662C">
        <w:rPr>
          <w:rFonts w:ascii="Arial" w:hAnsi="Arial"/>
          <w:b/>
          <w:bCs/>
          <w:u w:val="none"/>
        </w:rPr>
        <w:t xml:space="preserve"> of frontbediening</w:t>
      </w:r>
      <w:r w:rsidR="003A2F93" w:rsidRPr="2265662C">
        <w:rPr>
          <w:rFonts w:ascii="Arial" w:hAnsi="Arial"/>
          <w:b/>
          <w:bCs/>
          <w:u w:val="none"/>
        </w:rPr>
        <w:t xml:space="preserve"> (inbouwhoogte </w:t>
      </w:r>
      <w:r w:rsidR="00961346" w:rsidRPr="2265662C">
        <w:rPr>
          <w:rFonts w:ascii="Arial" w:hAnsi="Arial"/>
          <w:b/>
          <w:bCs/>
          <w:u w:val="none"/>
        </w:rPr>
        <w:t xml:space="preserve">circa </w:t>
      </w:r>
      <w:r w:rsidR="003A2F93" w:rsidRPr="2265662C">
        <w:rPr>
          <w:rFonts w:ascii="Arial" w:hAnsi="Arial"/>
          <w:b/>
          <w:bCs/>
          <w:u w:val="none"/>
        </w:rPr>
        <w:t>100 cm)</w:t>
      </w:r>
    </w:p>
    <w:p w14:paraId="71A64406" w14:textId="77777777" w:rsidR="007A4785" w:rsidRPr="00113100" w:rsidRDefault="00760976" w:rsidP="006978D0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geschikt voor hang-wc’s met een maximale lengte van </w:t>
      </w:r>
      <w:smartTag w:uri="urn:schemas-microsoft-com:office:smarttags" w:element="metricconverter">
        <w:smartTagPr>
          <w:attr w:name="ProductID" w:val="70 cm"/>
        </w:smartTagPr>
        <w:r w:rsidRPr="00113100">
          <w:rPr>
            <w:rFonts w:ascii="Arial" w:hAnsi="Arial"/>
          </w:rPr>
          <w:t>70 cm</w:t>
        </w:r>
      </w:smartTag>
      <w:r w:rsidRPr="00113100">
        <w:rPr>
          <w:rFonts w:ascii="Arial" w:hAnsi="Arial"/>
        </w:rPr>
        <w:t xml:space="preserve"> (afhankelijk van de plaatsingstechniek) en een maximale statische belasting van </w:t>
      </w:r>
      <w:smartTag w:uri="urn:schemas-microsoft-com:office:smarttags" w:element="metricconverter">
        <w:smartTagPr>
          <w:attr w:name="ProductID" w:val="400 kg"/>
        </w:smartTagPr>
        <w:r w:rsidRPr="00113100">
          <w:rPr>
            <w:rFonts w:ascii="Arial" w:hAnsi="Arial"/>
          </w:rPr>
          <w:t>400 kg</w:t>
        </w:r>
      </w:smartTag>
      <w:r w:rsidRPr="00113100">
        <w:rPr>
          <w:rFonts w:ascii="Arial" w:hAnsi="Arial"/>
        </w:rPr>
        <w:t xml:space="preserve"> (NBN EN 997)</w:t>
      </w:r>
    </w:p>
    <w:p w14:paraId="71A64407" w14:textId="77777777" w:rsidR="00B83EED" w:rsidRPr="00113100" w:rsidRDefault="00B83EED" w:rsidP="008053D0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gecertificeerd door Belgaqua</w:t>
      </w:r>
    </w:p>
    <w:p w14:paraId="71A64408" w14:textId="77777777" w:rsidR="006072CE" w:rsidRPr="00113100" w:rsidRDefault="006072CE" w:rsidP="006978D0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bezit een merkteken dat de bepaling van de montagehoogte ten opzichte van de afgewerkte vloer vergemakkelijkt</w:t>
      </w:r>
    </w:p>
    <w:p w14:paraId="71A64409" w14:textId="77777777" w:rsidR="008F348A" w:rsidRPr="00113100" w:rsidRDefault="008F348A" w:rsidP="008053D0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met:</w:t>
      </w:r>
    </w:p>
    <w:p w14:paraId="71A6440A" w14:textId="77777777" w:rsidR="008F348A" w:rsidRPr="00113100" w:rsidRDefault="006356F1" w:rsidP="008053D0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bevestiging</w:t>
      </w:r>
      <w:r w:rsidR="0000732C" w:rsidRPr="00113100">
        <w:rPr>
          <w:rFonts w:ascii="Arial" w:hAnsi="Arial"/>
        </w:rPr>
        <w:t>set</w:t>
      </w:r>
      <w:proofErr w:type="spellEnd"/>
      <w:r w:rsidR="008F348A" w:rsidRPr="00113100">
        <w:rPr>
          <w:rFonts w:ascii="Arial" w:hAnsi="Arial"/>
        </w:rPr>
        <w:t xml:space="preserve"> M12 voor hang-wc; de bevestigingsgaten </w:t>
      </w:r>
      <w:r w:rsidR="0000732C" w:rsidRPr="00113100">
        <w:rPr>
          <w:rFonts w:ascii="Arial" w:hAnsi="Arial"/>
        </w:rPr>
        <w:t xml:space="preserve">(tussenafstand 18 cm of </w:t>
      </w:r>
      <w:r w:rsidR="0000732C" w:rsidRPr="00113100">
        <w:rPr>
          <w:rFonts w:ascii="Arial" w:hAnsi="Arial"/>
        </w:rPr>
        <w:br/>
        <w:t xml:space="preserve">23 cm) </w:t>
      </w:r>
      <w:r w:rsidR="008F348A" w:rsidRPr="00113100">
        <w:rPr>
          <w:rFonts w:ascii="Arial" w:hAnsi="Arial"/>
        </w:rPr>
        <w:t xml:space="preserve">bevinden zich in de </w:t>
      </w:r>
      <w:r w:rsidR="000F3A52" w:rsidRPr="00113100">
        <w:rPr>
          <w:rFonts w:ascii="Arial" w:hAnsi="Arial"/>
        </w:rPr>
        <w:t>console</w:t>
      </w:r>
    </w:p>
    <w:p w14:paraId="71A6440B" w14:textId="77777777" w:rsidR="00086176" w:rsidRPr="00113100" w:rsidRDefault="0086345B" w:rsidP="008053D0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spoelbocht (ø56 x ø45)</w:t>
      </w:r>
    </w:p>
    <w:p w14:paraId="71A6440C" w14:textId="77777777" w:rsidR="008F348A" w:rsidRPr="00113100" w:rsidRDefault="008F348A" w:rsidP="008053D0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toevoer- (ø45) en afvoermanchet (ø90)</w:t>
      </w:r>
    </w:p>
    <w:p w14:paraId="71A6440D" w14:textId="77777777" w:rsidR="008F348A" w:rsidRPr="00113100" w:rsidRDefault="008F348A" w:rsidP="008053D0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draaibare afvoerbocht </w:t>
      </w:r>
      <w:r w:rsidR="00763C5A" w:rsidRPr="00113100">
        <w:rPr>
          <w:rFonts w:ascii="Arial" w:hAnsi="Arial"/>
        </w:rPr>
        <w:t xml:space="preserve">uit PE </w:t>
      </w:r>
      <w:r w:rsidRPr="00113100">
        <w:rPr>
          <w:rFonts w:ascii="Arial" w:hAnsi="Arial"/>
        </w:rPr>
        <w:t>(ø90) en afvoerbeugel met voering om de overdracht van trillingen tijdens de spoeling te verminderen</w:t>
      </w:r>
    </w:p>
    <w:p w14:paraId="71A6440E" w14:textId="77777777" w:rsidR="00C202A2" w:rsidRPr="00113100" w:rsidRDefault="009E7BB5" w:rsidP="008053D0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wachtbuis, in de linkerzijde van het element, waarin een flexibele aansluitslang voor de watertoevoer van een douche-wc kan geïnstalleerd worden</w:t>
      </w:r>
    </w:p>
    <w:p w14:paraId="71A6440F" w14:textId="77777777" w:rsidR="008F348A" w:rsidRPr="00113100" w:rsidRDefault="008F348A" w:rsidP="008053D0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voorgemonteerd</w:t>
      </w:r>
      <w:proofErr w:type="spellEnd"/>
      <w:r w:rsidRPr="00113100">
        <w:rPr>
          <w:rFonts w:ascii="Arial" w:hAnsi="Arial"/>
        </w:rPr>
        <w:t xml:space="preserve"> inbouwspoelreserv</w:t>
      </w:r>
      <w:r w:rsidR="000D4F32" w:rsidRPr="00113100">
        <w:rPr>
          <w:rFonts w:ascii="Arial" w:hAnsi="Arial"/>
        </w:rPr>
        <w:t>oir met 2-toetsen-spoeltechniek</w:t>
      </w:r>
    </w:p>
    <w:p w14:paraId="71A64410" w14:textId="77777777" w:rsidR="008F348A" w:rsidRPr="00113100" w:rsidRDefault="005E4015" w:rsidP="004B51F8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spoelreservoir:</w:t>
      </w:r>
    </w:p>
    <w:p w14:paraId="71A64411" w14:textId="77777777" w:rsidR="008F348A" w:rsidRPr="00113100" w:rsidRDefault="006B6CF4" w:rsidP="004B51F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het PE spoelreservoir is uit één stuk geblazen</w:t>
      </w:r>
    </w:p>
    <w:p w14:paraId="71A64412" w14:textId="77777777" w:rsidR="008F348A" w:rsidRPr="00113100" w:rsidRDefault="008F348A" w:rsidP="004B51F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waterinhoud van het reserv</w:t>
      </w:r>
      <w:r w:rsidR="004E30FA">
        <w:rPr>
          <w:rFonts w:ascii="Arial" w:hAnsi="Arial"/>
        </w:rPr>
        <w:t>oir is 7,5</w:t>
      </w:r>
      <w:r w:rsidR="002427CC" w:rsidRPr="00113100">
        <w:rPr>
          <w:rFonts w:ascii="Arial" w:hAnsi="Arial"/>
        </w:rPr>
        <w:t xml:space="preserve"> liter</w:t>
      </w:r>
    </w:p>
    <w:p w14:paraId="71A64413" w14:textId="77777777" w:rsidR="008F348A" w:rsidRPr="00113100" w:rsidRDefault="008F348A" w:rsidP="004B51F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 xml:space="preserve">de hoeveelheid spoelwater is </w:t>
      </w:r>
      <w:r w:rsidR="004E30FA">
        <w:rPr>
          <w:rFonts w:ascii="Arial" w:hAnsi="Arial"/>
        </w:rPr>
        <w:t xml:space="preserve">4,5 of </w:t>
      </w:r>
      <w:r w:rsidRPr="00113100">
        <w:rPr>
          <w:rFonts w:ascii="Arial" w:hAnsi="Arial"/>
        </w:rPr>
        <w:t>6</w:t>
      </w:r>
      <w:r w:rsidR="004E30FA">
        <w:rPr>
          <w:rFonts w:ascii="Arial" w:hAnsi="Arial"/>
        </w:rPr>
        <w:t xml:space="preserve"> of 7,5</w:t>
      </w:r>
      <w:r w:rsidRPr="00113100">
        <w:rPr>
          <w:rFonts w:ascii="Arial" w:hAnsi="Arial"/>
        </w:rPr>
        <w:t xml:space="preserve"> liter voor de grote toets, en kan traploos ingesteld worden tussen 3 en 4 liter voor de kleine toets</w:t>
      </w:r>
    </w:p>
    <w:p w14:paraId="71A64414" w14:textId="77777777" w:rsidR="008F348A" w:rsidRPr="00113100" w:rsidRDefault="00DF3A49" w:rsidP="004B51F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het reservoir is bekleed met een EPS-</w:t>
      </w:r>
      <w:proofErr w:type="spellStart"/>
      <w:r w:rsidRPr="00113100">
        <w:rPr>
          <w:rFonts w:ascii="Arial" w:hAnsi="Arial"/>
        </w:rPr>
        <w:t>condensisolatie</w:t>
      </w:r>
      <w:proofErr w:type="spellEnd"/>
    </w:p>
    <w:p w14:paraId="71A64415" w14:textId="77777777" w:rsidR="008F348A" w:rsidRPr="00113100" w:rsidRDefault="008F348A" w:rsidP="004B51F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wateraansluiting: met hoekstopkraan</w:t>
      </w:r>
      <w:r w:rsidR="00DE02C6" w:rsidRPr="00113100">
        <w:rPr>
          <w:rFonts w:ascii="Arial" w:hAnsi="Arial"/>
        </w:rPr>
        <w:t>, R1/2”,</w:t>
      </w:r>
      <w:r w:rsidRPr="00113100">
        <w:rPr>
          <w:rFonts w:ascii="Arial" w:hAnsi="Arial"/>
        </w:rPr>
        <w:t xml:space="preserve"> links in de zijwand</w:t>
      </w:r>
    </w:p>
    <w:p w14:paraId="71A64416" w14:textId="77777777" w:rsidR="00EF1518" w:rsidRPr="00EF1518" w:rsidRDefault="00EF1518" w:rsidP="004B51F8">
      <w:pPr>
        <w:pStyle w:val="Bulleted3"/>
        <w:rPr>
          <w:rFonts w:ascii="Arial" w:hAnsi="Arial" w:cs="Arial"/>
        </w:rPr>
      </w:pPr>
      <w:r w:rsidRPr="00EF1518">
        <w:rPr>
          <w:rFonts w:ascii="Arial" w:hAnsi="Arial" w:cs="Arial"/>
        </w:rPr>
        <w:t xml:space="preserve">overbrengingsmechanisme tussen bedieningsplaat en klok: een kantelinrichting brengt de verticale neerwaartse </w:t>
      </w:r>
      <w:r w:rsidR="00F33AFF">
        <w:rPr>
          <w:rFonts w:ascii="Arial" w:hAnsi="Arial" w:cs="Arial"/>
        </w:rPr>
        <w:t xml:space="preserve">of horizontale </w:t>
      </w:r>
      <w:r w:rsidRPr="00EF1518">
        <w:rPr>
          <w:rFonts w:ascii="Arial" w:hAnsi="Arial" w:cs="Arial"/>
        </w:rPr>
        <w:t>beweging, afkomstig van het indrukken van de bedieningsplaat, over naar een verticale opwaartse beweging, die de klok naar omhoog trekt</w:t>
      </w:r>
    </w:p>
    <w:p w14:paraId="71A64417" w14:textId="77777777" w:rsidR="008F348A" w:rsidRPr="00113100" w:rsidRDefault="006F29ED" w:rsidP="004B51F8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vlotterkraan uit kunststof</w:t>
      </w:r>
      <w:r w:rsidR="008F348A" w:rsidRPr="00113100">
        <w:rPr>
          <w:rFonts w:ascii="Arial" w:hAnsi="Arial"/>
        </w:rPr>
        <w:t>:</w:t>
      </w:r>
    </w:p>
    <w:p w14:paraId="71A64418" w14:textId="77777777" w:rsidR="00847385" w:rsidRPr="00113100" w:rsidRDefault="00847385" w:rsidP="004B51F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 xml:space="preserve">werkt volgens het </w:t>
      </w:r>
      <w:proofErr w:type="spellStart"/>
      <w:r w:rsidRPr="00113100">
        <w:rPr>
          <w:rFonts w:ascii="Arial" w:hAnsi="Arial"/>
        </w:rPr>
        <w:t>servo</w:t>
      </w:r>
      <w:proofErr w:type="spellEnd"/>
      <w:r w:rsidRPr="00113100">
        <w:rPr>
          <w:rFonts w:ascii="Arial" w:hAnsi="Arial"/>
        </w:rPr>
        <w:t>-principe</w:t>
      </w:r>
    </w:p>
    <w:p w14:paraId="71A64419" w14:textId="77777777" w:rsidR="008F348A" w:rsidRPr="00113100" w:rsidRDefault="008F348A" w:rsidP="004B51F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vlotterkraan biedt de mogelijkheid de waterinhoud van het reservoir te regelen</w:t>
      </w:r>
    </w:p>
    <w:p w14:paraId="71A6441A" w14:textId="77777777" w:rsidR="008F348A" w:rsidRPr="00113100" w:rsidRDefault="008F348A" w:rsidP="004B51F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door het progressief afsluiten van de watertoevoer, zorgt de vlotterkraan voor een snelle, geruisarme vulling van het reservoir (</w:t>
      </w:r>
      <w:r w:rsidR="0097130D" w:rsidRPr="00113100">
        <w:rPr>
          <w:rFonts w:ascii="Arial" w:hAnsi="Arial"/>
        </w:rPr>
        <w:t>12 dB(A)</w:t>
      </w:r>
      <w:r w:rsidRPr="00113100">
        <w:rPr>
          <w:rFonts w:ascii="Arial" w:hAnsi="Arial"/>
        </w:rPr>
        <w:t xml:space="preserve"> bij een waterdruk van 3 bar)</w:t>
      </w:r>
    </w:p>
    <w:p w14:paraId="71A6441B" w14:textId="77777777" w:rsidR="008F348A" w:rsidRPr="00113100" w:rsidRDefault="00CE4ACD" w:rsidP="004B51F8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klok uit kunststof met overloop</w:t>
      </w:r>
      <w:r w:rsidR="008F348A" w:rsidRPr="00113100">
        <w:rPr>
          <w:rFonts w:ascii="Arial" w:hAnsi="Arial"/>
        </w:rPr>
        <w:t>:</w:t>
      </w:r>
    </w:p>
    <w:p w14:paraId="71A6441C" w14:textId="77777777" w:rsidR="008F348A" w:rsidRPr="00113100" w:rsidRDefault="00835332" w:rsidP="00EF01BB">
      <w:pPr>
        <w:pStyle w:val="Bulleted4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71A6441D" w14:textId="77777777" w:rsidR="008F348A" w:rsidRPr="00113100" w:rsidRDefault="006F09E9" w:rsidP="00EF01BB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klokdichting is vervaardigd uit siliconenrubber</w:t>
      </w:r>
    </w:p>
    <w:p w14:paraId="71A6441E" w14:textId="77777777" w:rsidR="00C5722A" w:rsidRPr="000D0121" w:rsidRDefault="009667D8" w:rsidP="00C5722A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br w:type="page"/>
      </w:r>
      <w:r w:rsidR="00C5722A" w:rsidRPr="2265662C">
        <w:rPr>
          <w:rFonts w:ascii="Arial" w:hAnsi="Arial"/>
          <w:b/>
          <w:bCs/>
          <w:u w:val="none"/>
        </w:rPr>
        <w:lastRenderedPageBreak/>
        <w:t xml:space="preserve">Montage-element voor hang-wc, met inbouwspoelreservoir voor </w:t>
      </w:r>
      <w:proofErr w:type="spellStart"/>
      <w:r w:rsidR="00C5722A" w:rsidRPr="2265662C">
        <w:rPr>
          <w:rFonts w:ascii="Arial" w:hAnsi="Arial"/>
          <w:b/>
          <w:bCs/>
          <w:u w:val="none"/>
        </w:rPr>
        <w:t>bovenbediening</w:t>
      </w:r>
      <w:proofErr w:type="spellEnd"/>
      <w:r w:rsidR="00C5722A" w:rsidRPr="2265662C">
        <w:rPr>
          <w:rFonts w:ascii="Arial" w:hAnsi="Arial"/>
          <w:b/>
          <w:bCs/>
          <w:u w:val="none"/>
        </w:rPr>
        <w:t xml:space="preserve"> of frontbediening (inbouwhoogte </w:t>
      </w:r>
      <w:r w:rsidR="009C5B7B" w:rsidRPr="2265662C">
        <w:rPr>
          <w:rFonts w:ascii="Arial" w:hAnsi="Arial"/>
          <w:b/>
          <w:bCs/>
          <w:u w:val="none"/>
        </w:rPr>
        <w:t xml:space="preserve">circa </w:t>
      </w:r>
      <w:r w:rsidR="00C5722A" w:rsidRPr="2265662C">
        <w:rPr>
          <w:rFonts w:ascii="Arial" w:hAnsi="Arial"/>
          <w:b/>
          <w:bCs/>
          <w:u w:val="none"/>
        </w:rPr>
        <w:t>86 cm)</w:t>
      </w:r>
    </w:p>
    <w:p w14:paraId="71A6441F" w14:textId="77777777" w:rsidR="00C5722A" w:rsidRPr="00113100" w:rsidRDefault="00760976" w:rsidP="00A62E86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geschikt voor hang-wc’s met een maximale lengte van </w:t>
      </w:r>
      <w:smartTag w:uri="urn:schemas-microsoft-com:office:smarttags" w:element="metricconverter">
        <w:smartTagPr>
          <w:attr w:name="ProductID" w:val="70 cm"/>
        </w:smartTagPr>
        <w:r w:rsidRPr="00113100">
          <w:rPr>
            <w:rFonts w:ascii="Arial" w:hAnsi="Arial"/>
          </w:rPr>
          <w:t>70 cm</w:t>
        </w:r>
      </w:smartTag>
      <w:r w:rsidRPr="00113100">
        <w:rPr>
          <w:rFonts w:ascii="Arial" w:hAnsi="Arial"/>
        </w:rPr>
        <w:t xml:space="preserve"> (afhankelijk van de plaatsingstechniek) en een maximale statische belasting van </w:t>
      </w:r>
      <w:smartTag w:uri="urn:schemas-microsoft-com:office:smarttags" w:element="metricconverter">
        <w:smartTagPr>
          <w:attr w:name="ProductID" w:val="400 kg"/>
        </w:smartTagPr>
        <w:r w:rsidRPr="00113100">
          <w:rPr>
            <w:rFonts w:ascii="Arial" w:hAnsi="Arial"/>
          </w:rPr>
          <w:t>400 kg</w:t>
        </w:r>
      </w:smartTag>
      <w:r w:rsidRPr="00113100">
        <w:rPr>
          <w:rFonts w:ascii="Arial" w:hAnsi="Arial"/>
        </w:rPr>
        <w:t xml:space="preserve"> (NBN EN 997)</w:t>
      </w:r>
    </w:p>
    <w:p w14:paraId="71A64420" w14:textId="77777777" w:rsidR="00B83EED" w:rsidRPr="00113100" w:rsidRDefault="00B83EED" w:rsidP="00C5722A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gecertificeerd door Belgaqua</w:t>
      </w:r>
    </w:p>
    <w:p w14:paraId="71A64421" w14:textId="77777777" w:rsidR="006072CE" w:rsidRPr="00113100" w:rsidRDefault="006072CE" w:rsidP="00A62E86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bezit een merkteken dat de bepaling van de montagehoogte ten opzichte van de afgewerkte vloer vergemakkelijkt</w:t>
      </w:r>
    </w:p>
    <w:p w14:paraId="71A64422" w14:textId="77777777" w:rsidR="00C5722A" w:rsidRPr="00113100" w:rsidRDefault="00C5722A" w:rsidP="00C5722A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met:</w:t>
      </w:r>
    </w:p>
    <w:p w14:paraId="71A64423" w14:textId="77777777" w:rsidR="00C5722A" w:rsidRPr="00113100" w:rsidRDefault="00C5722A" w:rsidP="00C5722A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bevestiging</w:t>
      </w:r>
      <w:r w:rsidR="0000732C" w:rsidRPr="00113100">
        <w:rPr>
          <w:rFonts w:ascii="Arial" w:hAnsi="Arial"/>
        </w:rPr>
        <w:t>sset</w:t>
      </w:r>
      <w:proofErr w:type="spellEnd"/>
      <w:r w:rsidRPr="00113100">
        <w:rPr>
          <w:rFonts w:ascii="Arial" w:hAnsi="Arial"/>
        </w:rPr>
        <w:t xml:space="preserve"> M12 voor hang-wc; de bevestigingsgaten</w:t>
      </w:r>
      <w:r w:rsidR="0000732C" w:rsidRPr="00113100">
        <w:rPr>
          <w:rFonts w:ascii="Arial" w:hAnsi="Arial"/>
        </w:rPr>
        <w:t xml:space="preserve"> (tussenafstand </w:t>
      </w:r>
      <w:smartTag w:uri="urn:schemas-microsoft-com:office:smarttags" w:element="metricconverter">
        <w:smartTagPr>
          <w:attr w:name="ProductID" w:val="18 cm"/>
        </w:smartTagPr>
        <w:r w:rsidR="0000732C" w:rsidRPr="00113100">
          <w:rPr>
            <w:rFonts w:ascii="Arial" w:hAnsi="Arial"/>
          </w:rPr>
          <w:t>18 cm</w:t>
        </w:r>
      </w:smartTag>
      <w:r w:rsidR="0000732C" w:rsidRPr="00113100">
        <w:rPr>
          <w:rFonts w:ascii="Arial" w:hAnsi="Arial"/>
        </w:rPr>
        <w:t xml:space="preserve"> of </w:t>
      </w:r>
      <w:r w:rsidR="0000732C" w:rsidRPr="00113100">
        <w:rPr>
          <w:rFonts w:ascii="Arial" w:hAnsi="Arial"/>
        </w:rPr>
        <w:br/>
        <w:t>23 cm)</w:t>
      </w:r>
      <w:r w:rsidRPr="00113100">
        <w:rPr>
          <w:rFonts w:ascii="Arial" w:hAnsi="Arial"/>
        </w:rPr>
        <w:t xml:space="preserve"> bevinden zich in de console</w:t>
      </w:r>
    </w:p>
    <w:p w14:paraId="71A64424" w14:textId="77777777" w:rsidR="00C5722A" w:rsidRPr="00113100" w:rsidRDefault="00C5722A" w:rsidP="00C5722A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spoelbocht (ø56 x ø45)</w:t>
      </w:r>
    </w:p>
    <w:p w14:paraId="71A64425" w14:textId="77777777" w:rsidR="00C5722A" w:rsidRPr="00113100" w:rsidRDefault="00C5722A" w:rsidP="00C5722A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toevoer- (ø45) en afvoermanchet (ø90)</w:t>
      </w:r>
    </w:p>
    <w:p w14:paraId="71A64426" w14:textId="77777777" w:rsidR="00C5722A" w:rsidRPr="00113100" w:rsidRDefault="00C5722A" w:rsidP="00C5722A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draaibare afvoerbocht </w:t>
      </w:r>
      <w:r w:rsidR="00763C5A" w:rsidRPr="00113100">
        <w:rPr>
          <w:rFonts w:ascii="Arial" w:hAnsi="Arial"/>
        </w:rPr>
        <w:t xml:space="preserve">uit PE </w:t>
      </w:r>
      <w:r w:rsidRPr="00113100">
        <w:rPr>
          <w:rFonts w:ascii="Arial" w:hAnsi="Arial"/>
        </w:rPr>
        <w:t>(ø90) en afvoerbeugel met voering om de overdracht van trillingen tijdens de spoeling te verminderen</w:t>
      </w:r>
    </w:p>
    <w:p w14:paraId="71A64427" w14:textId="77777777" w:rsidR="00C5722A" w:rsidRPr="00113100" w:rsidRDefault="009E7BB5" w:rsidP="00C5722A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wachtbuis, in de linkerzijde van het element, waarin een flexibele aansluitslang voor de watertoevoer van een douche-wc kan geïnstalleerd worden</w:t>
      </w:r>
    </w:p>
    <w:p w14:paraId="71A64428" w14:textId="77777777" w:rsidR="00C5722A" w:rsidRPr="00113100" w:rsidRDefault="00C5722A" w:rsidP="00C5722A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voorgemonteerd</w:t>
      </w:r>
      <w:proofErr w:type="spellEnd"/>
      <w:r w:rsidRPr="00113100">
        <w:rPr>
          <w:rFonts w:ascii="Arial" w:hAnsi="Arial"/>
        </w:rPr>
        <w:t xml:space="preserve"> inbouwspoelreserv</w:t>
      </w:r>
      <w:r w:rsidR="000D4F32" w:rsidRPr="00113100">
        <w:rPr>
          <w:rFonts w:ascii="Arial" w:hAnsi="Arial"/>
        </w:rPr>
        <w:t>oir met 2-toetsen-spoeltechniek</w:t>
      </w:r>
    </w:p>
    <w:p w14:paraId="71A64429" w14:textId="77777777" w:rsidR="00C5722A" w:rsidRPr="00113100" w:rsidRDefault="00C5722A" w:rsidP="00C5722A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spoelreservoir:</w:t>
      </w:r>
    </w:p>
    <w:p w14:paraId="71A6442A" w14:textId="77777777" w:rsidR="00C5722A" w:rsidRPr="00113100" w:rsidRDefault="006B6CF4" w:rsidP="00C5722A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het PE spoelreservoir is uit één stuk geblazen</w:t>
      </w:r>
    </w:p>
    <w:p w14:paraId="71A6442B" w14:textId="77777777" w:rsidR="00C5722A" w:rsidRPr="00113100" w:rsidRDefault="00C5722A" w:rsidP="00C5722A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 xml:space="preserve">de waterinhoud van het reservoir is </w:t>
      </w:r>
      <w:r w:rsidR="0035160F">
        <w:rPr>
          <w:rFonts w:ascii="Arial" w:hAnsi="Arial"/>
        </w:rPr>
        <w:t>7,5</w:t>
      </w:r>
      <w:r w:rsidRPr="00113100">
        <w:rPr>
          <w:rFonts w:ascii="Arial" w:hAnsi="Arial"/>
        </w:rPr>
        <w:t xml:space="preserve"> liter</w:t>
      </w:r>
    </w:p>
    <w:p w14:paraId="71A6442C" w14:textId="77777777" w:rsidR="00C5722A" w:rsidRPr="00113100" w:rsidRDefault="00C5722A" w:rsidP="00C5722A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 xml:space="preserve">de hoeveelheid spoelwater is </w:t>
      </w:r>
      <w:r w:rsidR="0035160F">
        <w:rPr>
          <w:rFonts w:ascii="Arial" w:hAnsi="Arial"/>
        </w:rPr>
        <w:t xml:space="preserve">4,5 of </w:t>
      </w:r>
      <w:r w:rsidRPr="00113100">
        <w:rPr>
          <w:rFonts w:ascii="Arial" w:hAnsi="Arial"/>
        </w:rPr>
        <w:t>6</w:t>
      </w:r>
      <w:r w:rsidR="002055C3" w:rsidRPr="00113100">
        <w:rPr>
          <w:rFonts w:ascii="Arial" w:hAnsi="Arial"/>
        </w:rPr>
        <w:t xml:space="preserve"> of </w:t>
      </w:r>
      <w:r w:rsidR="0035160F">
        <w:rPr>
          <w:rFonts w:ascii="Arial" w:hAnsi="Arial"/>
        </w:rPr>
        <w:t>7,5</w:t>
      </w:r>
      <w:r w:rsidRPr="00113100">
        <w:rPr>
          <w:rFonts w:ascii="Arial" w:hAnsi="Arial"/>
        </w:rPr>
        <w:t xml:space="preserve"> liter voor de grote toets, en kan traploos ingesteld worden tussen 3 en 4 liter voor de kleine toets</w:t>
      </w:r>
    </w:p>
    <w:p w14:paraId="71A6442D" w14:textId="77777777" w:rsidR="00C5722A" w:rsidRPr="00113100" w:rsidRDefault="00DF3A49" w:rsidP="00C5722A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het reservoir is bekleed met een EPS-</w:t>
      </w:r>
      <w:proofErr w:type="spellStart"/>
      <w:r w:rsidRPr="00113100">
        <w:rPr>
          <w:rFonts w:ascii="Arial" w:hAnsi="Arial"/>
        </w:rPr>
        <w:t>condensisolatie</w:t>
      </w:r>
      <w:proofErr w:type="spellEnd"/>
    </w:p>
    <w:p w14:paraId="71A6442E" w14:textId="77777777" w:rsidR="00C5722A" w:rsidRPr="00113100" w:rsidRDefault="00C5722A" w:rsidP="00C5722A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wateraansluiting: met hoekstopkraan, R1/2”, links in de zijwand</w:t>
      </w:r>
    </w:p>
    <w:p w14:paraId="71A6442F" w14:textId="77777777" w:rsidR="00EF1518" w:rsidRDefault="00EF1518" w:rsidP="00C5722A">
      <w:pPr>
        <w:pStyle w:val="Bulleted3"/>
        <w:rPr>
          <w:rFonts w:ascii="Arial" w:hAnsi="Arial"/>
        </w:rPr>
      </w:pPr>
      <w:r w:rsidRPr="00EF1518">
        <w:rPr>
          <w:rFonts w:ascii="Arial" w:hAnsi="Arial" w:cs="Arial"/>
        </w:rPr>
        <w:t xml:space="preserve">overbrengingsmechanisme tussen bedieningsplaat en klok: een kantelinrichting brengt de verticale neerwaartse </w:t>
      </w:r>
      <w:r w:rsidR="00F33AFF">
        <w:rPr>
          <w:rFonts w:ascii="Arial" w:hAnsi="Arial" w:cs="Arial"/>
        </w:rPr>
        <w:t xml:space="preserve">of horizontale </w:t>
      </w:r>
      <w:r w:rsidRPr="00EF1518">
        <w:rPr>
          <w:rFonts w:ascii="Arial" w:hAnsi="Arial" w:cs="Arial"/>
        </w:rPr>
        <w:t>beweging, afkomstig van het indrukken van de bedieningsplaat, over naar een verticale opwaartse beweging, die de klok naar omhoog trekt</w:t>
      </w:r>
    </w:p>
    <w:p w14:paraId="71A64430" w14:textId="77777777" w:rsidR="00C5722A" w:rsidRPr="00113100" w:rsidRDefault="006F29ED" w:rsidP="00C5722A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vlotterkraan uit kunststof</w:t>
      </w:r>
      <w:r w:rsidR="00C5722A" w:rsidRPr="00113100">
        <w:rPr>
          <w:rFonts w:ascii="Arial" w:hAnsi="Arial"/>
        </w:rPr>
        <w:t>:</w:t>
      </w:r>
    </w:p>
    <w:p w14:paraId="71A64431" w14:textId="77777777" w:rsidR="00847385" w:rsidRPr="00113100" w:rsidRDefault="00847385" w:rsidP="00C5722A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 xml:space="preserve">werkt volgens het </w:t>
      </w:r>
      <w:proofErr w:type="spellStart"/>
      <w:r w:rsidRPr="00113100">
        <w:rPr>
          <w:rFonts w:ascii="Arial" w:hAnsi="Arial"/>
        </w:rPr>
        <w:t>servo</w:t>
      </w:r>
      <w:proofErr w:type="spellEnd"/>
      <w:r w:rsidRPr="00113100">
        <w:rPr>
          <w:rFonts w:ascii="Arial" w:hAnsi="Arial"/>
        </w:rPr>
        <w:t>-principe</w:t>
      </w:r>
    </w:p>
    <w:p w14:paraId="71A64432" w14:textId="77777777" w:rsidR="00C5722A" w:rsidRPr="00113100" w:rsidRDefault="00C5722A" w:rsidP="00C5722A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vlotterkraan biedt de mogelijkheid de waterinhoud van het reservoir te regelen</w:t>
      </w:r>
    </w:p>
    <w:p w14:paraId="71A64433" w14:textId="77777777" w:rsidR="00C5722A" w:rsidRPr="00113100" w:rsidRDefault="00C5722A" w:rsidP="00C5722A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71A64434" w14:textId="77777777" w:rsidR="00C5722A" w:rsidRPr="00113100" w:rsidRDefault="00CE4ACD" w:rsidP="00C5722A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klok uit kunststof met overloop</w:t>
      </w:r>
      <w:r w:rsidR="00C5722A" w:rsidRPr="00113100">
        <w:rPr>
          <w:rFonts w:ascii="Arial" w:hAnsi="Arial"/>
        </w:rPr>
        <w:t>:</w:t>
      </w:r>
    </w:p>
    <w:p w14:paraId="71A64435" w14:textId="77777777" w:rsidR="00C5722A" w:rsidRPr="00113100" w:rsidRDefault="00835332" w:rsidP="00C5722A">
      <w:pPr>
        <w:pStyle w:val="Bulleted4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71A64436" w14:textId="77777777" w:rsidR="00C5722A" w:rsidRPr="00113100" w:rsidRDefault="006F09E9" w:rsidP="00C5722A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klokdichting is vervaardigd uit siliconenrubber</w:t>
      </w:r>
    </w:p>
    <w:p w14:paraId="71A64437" w14:textId="77777777" w:rsidR="009667D8" w:rsidRPr="000D0121" w:rsidRDefault="00C5722A" w:rsidP="00F84B09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br w:type="page"/>
      </w:r>
      <w:r w:rsidR="00EB171B" w:rsidRPr="2265662C">
        <w:rPr>
          <w:rFonts w:ascii="Arial" w:hAnsi="Arial"/>
          <w:b/>
          <w:bCs/>
          <w:u w:val="none"/>
        </w:rPr>
        <w:lastRenderedPageBreak/>
        <w:t>Montage-element</w:t>
      </w:r>
      <w:r w:rsidR="009667D8" w:rsidRPr="2265662C">
        <w:rPr>
          <w:rFonts w:ascii="Arial" w:hAnsi="Arial"/>
          <w:b/>
          <w:bCs/>
          <w:u w:val="none"/>
        </w:rPr>
        <w:t xml:space="preserve"> voor</w:t>
      </w:r>
      <w:r w:rsidR="00797CC2" w:rsidRPr="2265662C">
        <w:rPr>
          <w:rFonts w:ascii="Arial" w:hAnsi="Arial"/>
          <w:b/>
          <w:bCs/>
          <w:u w:val="none"/>
        </w:rPr>
        <w:t xml:space="preserve"> urinoir -</w:t>
      </w:r>
      <w:r w:rsidR="009B77D8" w:rsidRPr="2265662C">
        <w:rPr>
          <w:rFonts w:ascii="Arial" w:hAnsi="Arial"/>
          <w:b/>
          <w:bCs/>
          <w:u w:val="none"/>
        </w:rPr>
        <w:t xml:space="preserve"> universeel model</w:t>
      </w:r>
    </w:p>
    <w:p w14:paraId="71A64438" w14:textId="77777777" w:rsidR="00217D8E" w:rsidRPr="00113100" w:rsidRDefault="00217D8E" w:rsidP="00166225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bezit een merkteken dat de bepaling van de montagehoogte ten opzichte van de afgewerkte vloer vergemakkelijkt</w:t>
      </w:r>
    </w:p>
    <w:p w14:paraId="71A64439" w14:textId="77777777" w:rsidR="00C74455" w:rsidRPr="00113100" w:rsidRDefault="00285CA2" w:rsidP="00F84B09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</w:t>
      </w:r>
      <w:r w:rsidR="00C74455" w:rsidRPr="00113100">
        <w:rPr>
          <w:rFonts w:ascii="Arial" w:hAnsi="Arial"/>
        </w:rPr>
        <w:t>:</w:t>
      </w:r>
    </w:p>
    <w:p w14:paraId="71A6443A" w14:textId="77777777" w:rsidR="00C74455" w:rsidRPr="00113100" w:rsidRDefault="00B03D89" w:rsidP="00F84B09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bevestigingsset</w:t>
      </w:r>
      <w:proofErr w:type="spellEnd"/>
      <w:r w:rsidR="00C74455" w:rsidRPr="00113100">
        <w:rPr>
          <w:rFonts w:ascii="Arial" w:hAnsi="Arial"/>
        </w:rPr>
        <w:t xml:space="preserve"> M8</w:t>
      </w:r>
      <w:r w:rsidR="00CD0085" w:rsidRPr="00113100">
        <w:rPr>
          <w:rFonts w:ascii="Arial" w:hAnsi="Arial"/>
        </w:rPr>
        <w:t xml:space="preserve"> voor urinoir, bevestigingen</w:t>
      </w:r>
      <w:r w:rsidR="009D17DB" w:rsidRPr="00113100">
        <w:rPr>
          <w:rFonts w:ascii="Arial" w:hAnsi="Arial"/>
        </w:rPr>
        <w:t xml:space="preserve"> in hoogte</w:t>
      </w:r>
      <w:r w:rsidR="0042179C" w:rsidRPr="00113100">
        <w:rPr>
          <w:rFonts w:ascii="Arial" w:hAnsi="Arial"/>
        </w:rPr>
        <w:t xml:space="preserve"> en breedte</w:t>
      </w:r>
      <w:r w:rsidR="009D17DB" w:rsidRPr="00113100">
        <w:rPr>
          <w:rFonts w:ascii="Arial" w:hAnsi="Arial"/>
        </w:rPr>
        <w:t xml:space="preserve"> </w:t>
      </w:r>
      <w:r w:rsidR="00193514" w:rsidRPr="00113100">
        <w:rPr>
          <w:rFonts w:ascii="Arial" w:hAnsi="Arial"/>
        </w:rPr>
        <w:t>instelbaar</w:t>
      </w:r>
    </w:p>
    <w:p w14:paraId="71A6443B" w14:textId="77777777" w:rsidR="003E149A" w:rsidRPr="00113100" w:rsidRDefault="00FD05D5" w:rsidP="00166225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in hoogte en diepte </w:t>
      </w:r>
      <w:r w:rsidR="00C26118" w:rsidRPr="00113100">
        <w:rPr>
          <w:rFonts w:ascii="Arial" w:hAnsi="Arial"/>
        </w:rPr>
        <w:t>instelbare</w:t>
      </w:r>
      <w:r w:rsidRPr="00113100">
        <w:rPr>
          <w:rFonts w:ascii="Arial" w:hAnsi="Arial"/>
        </w:rPr>
        <w:t xml:space="preserve">, </w:t>
      </w:r>
      <w:r w:rsidR="003E149A" w:rsidRPr="00113100">
        <w:rPr>
          <w:rFonts w:ascii="Arial" w:hAnsi="Arial"/>
        </w:rPr>
        <w:t xml:space="preserve">draaibare afvoerbocht </w:t>
      </w:r>
      <w:r w:rsidR="00763C5A" w:rsidRPr="00113100">
        <w:rPr>
          <w:rFonts w:ascii="Arial" w:hAnsi="Arial"/>
        </w:rPr>
        <w:t xml:space="preserve">uit PE </w:t>
      </w:r>
      <w:r w:rsidR="003E149A" w:rsidRPr="00113100">
        <w:rPr>
          <w:rFonts w:ascii="Arial" w:hAnsi="Arial"/>
        </w:rPr>
        <w:t>(ø50) en afvoerbeugel met voering om de overdracht van trillingen tijdens de spoeling te verminderen</w:t>
      </w:r>
    </w:p>
    <w:p w14:paraId="71A6443C" w14:textId="77777777" w:rsidR="00C74455" w:rsidRPr="00113100" w:rsidRDefault="00C74455" w:rsidP="00F84B09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toevoermanchet</w:t>
      </w:r>
      <w:r w:rsidR="00F821DD" w:rsidRPr="00113100">
        <w:rPr>
          <w:rFonts w:ascii="Arial" w:hAnsi="Arial"/>
        </w:rPr>
        <w:t xml:space="preserve"> (ø32)</w:t>
      </w:r>
    </w:p>
    <w:p w14:paraId="71A6443D" w14:textId="77777777" w:rsidR="00C74455" w:rsidRPr="00113100" w:rsidRDefault="006B6331" w:rsidP="00F84B09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in hoogte </w:t>
      </w:r>
      <w:r w:rsidR="00C26118" w:rsidRPr="00113100">
        <w:rPr>
          <w:rFonts w:ascii="Arial" w:hAnsi="Arial"/>
        </w:rPr>
        <w:t>instelbare</w:t>
      </w:r>
      <w:r w:rsidRPr="00113100">
        <w:rPr>
          <w:rFonts w:ascii="Arial" w:hAnsi="Arial"/>
        </w:rPr>
        <w:t xml:space="preserve"> </w:t>
      </w:r>
      <w:r w:rsidR="00C74455" w:rsidRPr="00113100">
        <w:rPr>
          <w:rFonts w:ascii="Arial" w:hAnsi="Arial"/>
        </w:rPr>
        <w:t>s</w:t>
      </w:r>
      <w:r w:rsidR="006E31FC" w:rsidRPr="00113100">
        <w:rPr>
          <w:rFonts w:ascii="Arial" w:hAnsi="Arial"/>
        </w:rPr>
        <w:t>poelleiding (</w:t>
      </w:r>
      <w:r w:rsidR="00183400" w:rsidRPr="00113100">
        <w:rPr>
          <w:rFonts w:ascii="Arial" w:hAnsi="Arial"/>
        </w:rPr>
        <w:t>flexibele aansluitslang</w:t>
      </w:r>
      <w:r w:rsidR="006E31FC" w:rsidRPr="00113100">
        <w:rPr>
          <w:rFonts w:ascii="Arial" w:hAnsi="Arial"/>
        </w:rPr>
        <w:t>)</w:t>
      </w:r>
    </w:p>
    <w:p w14:paraId="71A6443E" w14:textId="77777777" w:rsidR="00C74455" w:rsidRPr="00113100" w:rsidRDefault="00C74455" w:rsidP="00F84B09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reukafsluiter met </w:t>
      </w:r>
      <w:proofErr w:type="spellStart"/>
      <w:r w:rsidRPr="00113100">
        <w:rPr>
          <w:rFonts w:ascii="Arial" w:hAnsi="Arial"/>
        </w:rPr>
        <w:t>sifonische</w:t>
      </w:r>
      <w:proofErr w:type="spellEnd"/>
      <w:r w:rsidRPr="00113100">
        <w:rPr>
          <w:rFonts w:ascii="Arial" w:hAnsi="Arial"/>
        </w:rPr>
        <w:t xml:space="preserve"> werking</w:t>
      </w:r>
    </w:p>
    <w:p w14:paraId="71A6443F" w14:textId="77777777" w:rsidR="00C74455" w:rsidRPr="00113100" w:rsidRDefault="00C74455" w:rsidP="00F84B09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voorgemonteerde</w:t>
      </w:r>
      <w:proofErr w:type="spellEnd"/>
      <w:r w:rsidRPr="00113100">
        <w:rPr>
          <w:rFonts w:ascii="Arial" w:hAnsi="Arial"/>
        </w:rPr>
        <w:t xml:space="preserve"> ruwbouwdoos (1</w:t>
      </w:r>
      <w:r w:rsidR="00021236" w:rsidRPr="00113100">
        <w:rPr>
          <w:rFonts w:ascii="Arial" w:hAnsi="Arial"/>
        </w:rPr>
        <w:t>5</w:t>
      </w:r>
      <w:r w:rsidRPr="00113100">
        <w:rPr>
          <w:rFonts w:ascii="Arial" w:hAnsi="Arial"/>
        </w:rPr>
        <w:t xml:space="preserve"> x 1</w:t>
      </w:r>
      <w:r w:rsidR="00021236" w:rsidRPr="00113100">
        <w:rPr>
          <w:rFonts w:ascii="Arial" w:hAnsi="Arial"/>
        </w:rPr>
        <w:t>5</w:t>
      </w:r>
      <w:r w:rsidRPr="00113100">
        <w:rPr>
          <w:rFonts w:ascii="Arial" w:hAnsi="Arial"/>
        </w:rPr>
        <w:t xml:space="preserve"> cm) voor urinoirspoeling</w:t>
      </w:r>
    </w:p>
    <w:p w14:paraId="71A64440" w14:textId="77777777" w:rsidR="004E0CC3" w:rsidRPr="000D0121" w:rsidRDefault="004E0CC3" w:rsidP="004E0CC3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Montage-element voor urinoir - universeel model</w:t>
      </w:r>
      <w:r w:rsidR="00AD2EDB" w:rsidRPr="2265662C">
        <w:rPr>
          <w:rFonts w:ascii="Arial" w:hAnsi="Arial"/>
          <w:b/>
          <w:bCs/>
          <w:u w:val="none"/>
        </w:rPr>
        <w:t xml:space="preserve"> voor sproeikop</w:t>
      </w:r>
    </w:p>
    <w:p w14:paraId="71A64441" w14:textId="77777777" w:rsidR="004E0CC3" w:rsidRPr="00113100" w:rsidRDefault="004E0CC3" w:rsidP="004E0CC3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bezit een merkteken dat de bepaling van de montagehoogte ten opzichte van de afgewerkte vloer vergemakkelijkt</w:t>
      </w:r>
    </w:p>
    <w:p w14:paraId="71A64442" w14:textId="77777777" w:rsidR="004E0CC3" w:rsidRPr="00113100" w:rsidRDefault="004E0CC3" w:rsidP="004E0CC3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met:</w:t>
      </w:r>
    </w:p>
    <w:p w14:paraId="71A64443" w14:textId="77777777" w:rsidR="004E0CC3" w:rsidRPr="00113100" w:rsidRDefault="004E0CC3" w:rsidP="004E0CC3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bevestigingsset</w:t>
      </w:r>
      <w:proofErr w:type="spellEnd"/>
      <w:r w:rsidRPr="00113100">
        <w:rPr>
          <w:rFonts w:ascii="Arial" w:hAnsi="Arial"/>
        </w:rPr>
        <w:t xml:space="preserve"> M8 voor urinoir, bevestigingen in hoogte en breedte instelbaar</w:t>
      </w:r>
    </w:p>
    <w:p w14:paraId="71A64444" w14:textId="77777777" w:rsidR="004E0CC3" w:rsidRPr="00113100" w:rsidRDefault="004E0CC3" w:rsidP="004E0CC3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in hoogte en diepte instelbare, draaibare afvoerbocht uit PE (ø50) en afvoerbeugel met voering om de overdracht van trillingen tijdens de spoeling te verminderen</w:t>
      </w:r>
    </w:p>
    <w:p w14:paraId="71A64445" w14:textId="77777777" w:rsidR="004E0CC3" w:rsidRPr="00113100" w:rsidRDefault="004E0CC3" w:rsidP="004E0CC3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in hoogte instelbare spoelleiding (flexibele aansluitslang)</w:t>
      </w:r>
      <w:r w:rsidR="007E0D46">
        <w:rPr>
          <w:rFonts w:ascii="Arial" w:hAnsi="Arial"/>
        </w:rPr>
        <w:t xml:space="preserve"> met aansluitbocht R ½" voor aansluiting met het urinoir</w:t>
      </w:r>
    </w:p>
    <w:p w14:paraId="71A64446" w14:textId="77777777" w:rsidR="004E0CC3" w:rsidRPr="00113100" w:rsidRDefault="004E0CC3" w:rsidP="004E0CC3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reukafsluiter met </w:t>
      </w:r>
      <w:proofErr w:type="spellStart"/>
      <w:r w:rsidRPr="00113100">
        <w:rPr>
          <w:rFonts w:ascii="Arial" w:hAnsi="Arial"/>
        </w:rPr>
        <w:t>sifonische</w:t>
      </w:r>
      <w:proofErr w:type="spellEnd"/>
      <w:r w:rsidRPr="00113100">
        <w:rPr>
          <w:rFonts w:ascii="Arial" w:hAnsi="Arial"/>
        </w:rPr>
        <w:t xml:space="preserve"> werking</w:t>
      </w:r>
    </w:p>
    <w:p w14:paraId="71A64447" w14:textId="77777777" w:rsidR="004E0CC3" w:rsidRPr="00113100" w:rsidRDefault="004E0CC3" w:rsidP="004E0CC3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voorgemonteerde</w:t>
      </w:r>
      <w:proofErr w:type="spellEnd"/>
      <w:r w:rsidRPr="00113100">
        <w:rPr>
          <w:rFonts w:ascii="Arial" w:hAnsi="Arial"/>
        </w:rPr>
        <w:t xml:space="preserve"> ruwbouwdoos (15 x 15 cm) voor urinoirspoeling</w:t>
      </w:r>
    </w:p>
    <w:p w14:paraId="71A64448" w14:textId="77777777" w:rsidR="00752E1D" w:rsidRPr="000D0121" w:rsidRDefault="00752E1D" w:rsidP="00752E1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Universele montageplaat</w:t>
      </w:r>
    </w:p>
    <w:p w14:paraId="71A64449" w14:textId="77777777" w:rsidR="00752E1D" w:rsidRPr="00113100" w:rsidRDefault="00752E1D" w:rsidP="00752E1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752E1D" w:rsidRPr="00735DE7" w14:paraId="71A64451" w14:textId="77777777" w:rsidTr="00C7320F">
        <w:tc>
          <w:tcPr>
            <w:tcW w:w="1163" w:type="dxa"/>
          </w:tcPr>
          <w:p w14:paraId="71A6444A" w14:textId="77777777" w:rsidR="00752E1D" w:rsidRPr="00735DE7" w:rsidRDefault="00752E1D" w:rsidP="00C7320F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44B" w14:textId="77777777" w:rsidR="00752E1D" w:rsidRPr="00735DE7" w:rsidRDefault="00752E1D" w:rsidP="00C7320F">
            <w:pPr>
              <w:jc w:val="right"/>
            </w:pPr>
            <w:r w:rsidRPr="00113100">
              <w:rPr>
                <w:rFonts w:ascii="Arial" w:hAnsi="Arial"/>
              </w:rPr>
              <w:t>30</w:t>
            </w:r>
          </w:p>
        </w:tc>
        <w:tc>
          <w:tcPr>
            <w:tcW w:w="85" w:type="dxa"/>
          </w:tcPr>
          <w:p w14:paraId="71A6444C" w14:textId="77777777" w:rsidR="00752E1D" w:rsidRPr="00735DE7" w:rsidRDefault="00752E1D" w:rsidP="00C7320F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44D" w14:textId="77777777" w:rsidR="00752E1D" w:rsidRPr="00735DE7" w:rsidRDefault="00752E1D" w:rsidP="00C7320F">
            <w:r w:rsidRPr="00113100">
              <w:rPr>
                <w:rFonts w:ascii="Arial" w:hAnsi="Arial"/>
              </w:rPr>
              <w:t>8</w:t>
            </w:r>
          </w:p>
        </w:tc>
        <w:tc>
          <w:tcPr>
            <w:tcW w:w="142" w:type="dxa"/>
          </w:tcPr>
          <w:p w14:paraId="71A6444E" w14:textId="77777777" w:rsidR="00752E1D" w:rsidRPr="00735DE7" w:rsidRDefault="00752E1D" w:rsidP="00C7320F"/>
        </w:tc>
        <w:tc>
          <w:tcPr>
            <w:tcW w:w="454" w:type="dxa"/>
          </w:tcPr>
          <w:p w14:paraId="71A6444F" w14:textId="77777777" w:rsidR="00752E1D" w:rsidRPr="00735DE7" w:rsidRDefault="00752E1D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450" w14:textId="77777777" w:rsidR="00752E1D" w:rsidRPr="00735DE7" w:rsidRDefault="00752E1D" w:rsidP="00C7320F"/>
        </w:tc>
      </w:tr>
      <w:tr w:rsidR="00752E1D" w:rsidRPr="00735DE7" w14:paraId="71A64459" w14:textId="77777777" w:rsidTr="00C7320F">
        <w:tc>
          <w:tcPr>
            <w:tcW w:w="1163" w:type="dxa"/>
          </w:tcPr>
          <w:p w14:paraId="71A64452" w14:textId="77777777" w:rsidR="00752E1D" w:rsidRPr="00735DE7" w:rsidRDefault="00752E1D" w:rsidP="00C7320F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453" w14:textId="77777777" w:rsidR="00752E1D" w:rsidRPr="00735DE7" w:rsidRDefault="00752E1D" w:rsidP="00C7320F">
            <w:pPr>
              <w:jc w:val="right"/>
            </w:pPr>
            <w:r w:rsidRPr="00113100">
              <w:rPr>
                <w:rFonts w:ascii="Arial" w:hAnsi="Arial"/>
              </w:rPr>
              <w:t>57</w:t>
            </w:r>
          </w:p>
        </w:tc>
        <w:tc>
          <w:tcPr>
            <w:tcW w:w="85" w:type="dxa"/>
          </w:tcPr>
          <w:p w14:paraId="71A64454" w14:textId="77777777" w:rsidR="00752E1D" w:rsidRPr="00735DE7" w:rsidRDefault="00752E1D" w:rsidP="00C7320F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455" w14:textId="77777777" w:rsidR="00752E1D" w:rsidRPr="00735DE7" w:rsidRDefault="00752E1D" w:rsidP="00C7320F">
            <w:r w:rsidRPr="00113100">
              <w:rPr>
                <w:rFonts w:ascii="Arial" w:hAnsi="Arial"/>
              </w:rPr>
              <w:t>8</w:t>
            </w:r>
          </w:p>
        </w:tc>
        <w:tc>
          <w:tcPr>
            <w:tcW w:w="142" w:type="dxa"/>
          </w:tcPr>
          <w:p w14:paraId="71A64456" w14:textId="77777777" w:rsidR="00752E1D" w:rsidRPr="00735DE7" w:rsidRDefault="00752E1D" w:rsidP="00C7320F"/>
        </w:tc>
        <w:tc>
          <w:tcPr>
            <w:tcW w:w="454" w:type="dxa"/>
          </w:tcPr>
          <w:p w14:paraId="71A64457" w14:textId="77777777" w:rsidR="00752E1D" w:rsidRPr="00735DE7" w:rsidRDefault="00752E1D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458" w14:textId="77777777" w:rsidR="00752E1D" w:rsidRPr="00735DE7" w:rsidRDefault="00752E1D" w:rsidP="00C7320F"/>
        </w:tc>
      </w:tr>
      <w:tr w:rsidR="00752E1D" w:rsidRPr="00113100" w14:paraId="71A64461" w14:textId="77777777" w:rsidTr="00C7320F">
        <w:tc>
          <w:tcPr>
            <w:tcW w:w="1163" w:type="dxa"/>
          </w:tcPr>
          <w:p w14:paraId="71A6445A" w14:textId="77777777" w:rsidR="00752E1D" w:rsidRPr="00735DE7" w:rsidRDefault="00752E1D" w:rsidP="00C7320F">
            <w:r w:rsidRPr="00113100">
              <w:rPr>
                <w:rFonts w:ascii="Arial" w:hAnsi="Arial"/>
              </w:rPr>
              <w:t>dikte:</w:t>
            </w:r>
          </w:p>
        </w:tc>
        <w:tc>
          <w:tcPr>
            <w:tcW w:w="708" w:type="dxa"/>
          </w:tcPr>
          <w:p w14:paraId="71A6445B" w14:textId="77777777" w:rsidR="00752E1D" w:rsidRPr="00735DE7" w:rsidRDefault="00752E1D" w:rsidP="00C7320F">
            <w:pPr>
              <w:jc w:val="right"/>
            </w:pPr>
            <w:r w:rsidRPr="00113100">
              <w:rPr>
                <w:rFonts w:ascii="Arial" w:hAnsi="Arial"/>
              </w:rPr>
              <w:t>3</w:t>
            </w:r>
          </w:p>
        </w:tc>
        <w:tc>
          <w:tcPr>
            <w:tcW w:w="85" w:type="dxa"/>
          </w:tcPr>
          <w:p w14:paraId="71A6445C" w14:textId="77777777" w:rsidR="00752E1D" w:rsidRPr="00735DE7" w:rsidRDefault="00752E1D" w:rsidP="00C7320F"/>
        </w:tc>
        <w:tc>
          <w:tcPr>
            <w:tcW w:w="142" w:type="dxa"/>
          </w:tcPr>
          <w:p w14:paraId="71A6445D" w14:textId="77777777" w:rsidR="00752E1D" w:rsidRPr="00735DE7" w:rsidRDefault="00752E1D" w:rsidP="00C7320F"/>
        </w:tc>
        <w:tc>
          <w:tcPr>
            <w:tcW w:w="142" w:type="dxa"/>
          </w:tcPr>
          <w:p w14:paraId="71A6445E" w14:textId="77777777" w:rsidR="00752E1D" w:rsidRPr="00735DE7" w:rsidRDefault="00752E1D" w:rsidP="00C7320F"/>
        </w:tc>
        <w:tc>
          <w:tcPr>
            <w:tcW w:w="454" w:type="dxa"/>
          </w:tcPr>
          <w:p w14:paraId="71A6445F" w14:textId="77777777" w:rsidR="00752E1D" w:rsidRPr="00735DE7" w:rsidRDefault="00752E1D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460" w14:textId="77777777" w:rsidR="00752E1D" w:rsidRPr="00113100" w:rsidRDefault="00752E1D" w:rsidP="00C7320F">
            <w:pPr>
              <w:rPr>
                <w:rFonts w:ascii="Arial" w:hAnsi="Arial"/>
              </w:rPr>
            </w:pPr>
          </w:p>
        </w:tc>
      </w:tr>
    </w:tbl>
    <w:p w14:paraId="71A64462" w14:textId="77777777" w:rsidR="00752E1D" w:rsidRPr="00113100" w:rsidRDefault="00752E1D" w:rsidP="00166225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de </w:t>
      </w:r>
      <w:r w:rsidR="00A716E1" w:rsidRPr="00113100">
        <w:rPr>
          <w:rFonts w:ascii="Arial" w:hAnsi="Arial"/>
        </w:rPr>
        <w:t xml:space="preserve">multiplex </w:t>
      </w:r>
      <w:r w:rsidRPr="00113100">
        <w:rPr>
          <w:rFonts w:ascii="Arial" w:hAnsi="Arial"/>
        </w:rPr>
        <w:t>montageplaat, met afgeschuinde hoeken, ligt in hetzelfde vlak als de profielen van de lichte wandconstructie</w:t>
      </w:r>
    </w:p>
    <w:p w14:paraId="71A64463" w14:textId="77777777" w:rsidR="00A716E1" w:rsidRPr="00113100" w:rsidRDefault="00A716E1" w:rsidP="00166225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een tand-groef-verbinding zorgt voor een goede verankering met de profielen</w:t>
      </w:r>
    </w:p>
    <w:p w14:paraId="71A64464" w14:textId="77777777" w:rsidR="00694EDF" w:rsidRPr="000D0121" w:rsidRDefault="00061E19" w:rsidP="004E681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br w:type="page"/>
      </w:r>
      <w:proofErr w:type="spellStart"/>
      <w:r w:rsidR="003E240D" w:rsidRPr="2265662C">
        <w:rPr>
          <w:rFonts w:ascii="Arial" w:hAnsi="Arial"/>
          <w:b/>
          <w:bCs/>
          <w:u w:val="none"/>
        </w:rPr>
        <w:lastRenderedPageBreak/>
        <w:t>Montages</w:t>
      </w:r>
      <w:r w:rsidR="00EB171B" w:rsidRPr="2265662C">
        <w:rPr>
          <w:rFonts w:ascii="Arial" w:hAnsi="Arial"/>
          <w:b/>
          <w:bCs/>
          <w:u w:val="none"/>
        </w:rPr>
        <w:t>et</w:t>
      </w:r>
      <w:proofErr w:type="spellEnd"/>
      <w:r w:rsidR="00694EDF" w:rsidRPr="2265662C">
        <w:rPr>
          <w:rFonts w:ascii="Arial" w:hAnsi="Arial"/>
          <w:b/>
          <w:bCs/>
          <w:u w:val="none"/>
        </w:rPr>
        <w:t xml:space="preserve"> voor wastafel, voor mon</w:t>
      </w:r>
      <w:r w:rsidR="004E681D" w:rsidRPr="2265662C">
        <w:rPr>
          <w:rFonts w:ascii="Arial" w:hAnsi="Arial"/>
          <w:b/>
          <w:bCs/>
          <w:u w:val="none"/>
        </w:rPr>
        <w:t>tage van de kraan op de</w:t>
      </w:r>
      <w:r w:rsidR="003E240D" w:rsidRPr="2265662C">
        <w:rPr>
          <w:rFonts w:ascii="Arial" w:hAnsi="Arial"/>
          <w:b/>
          <w:bCs/>
          <w:u w:val="none"/>
        </w:rPr>
        <w:t xml:space="preserve"> </w:t>
      </w:r>
      <w:r w:rsidR="00694EDF" w:rsidRPr="2265662C">
        <w:rPr>
          <w:rFonts w:ascii="Arial" w:hAnsi="Arial"/>
          <w:b/>
          <w:bCs/>
          <w:u w:val="none"/>
        </w:rPr>
        <w:t>wastafel, met inbouwreukafsluiter</w:t>
      </w:r>
    </w:p>
    <w:p w14:paraId="71A64465" w14:textId="77777777" w:rsidR="00694EDF" w:rsidRPr="00113100" w:rsidRDefault="005E4015" w:rsidP="004E681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met:</w:t>
      </w:r>
    </w:p>
    <w:p w14:paraId="71A64466" w14:textId="77777777" w:rsidR="00694EDF" w:rsidRPr="00113100" w:rsidRDefault="009531C3" w:rsidP="004E681D">
      <w:pPr>
        <w:pStyle w:val="Bulleted2"/>
        <w:rPr>
          <w:rFonts w:ascii="Arial" w:hAnsi="Arial"/>
        </w:rPr>
      </w:pPr>
      <w:bookmarkStart w:id="0" w:name="OLE_LINK1"/>
      <w:bookmarkStart w:id="1" w:name="OLE_LINK2"/>
      <w:proofErr w:type="spellStart"/>
      <w:r w:rsidRPr="00113100">
        <w:rPr>
          <w:rFonts w:ascii="Arial" w:hAnsi="Arial"/>
        </w:rPr>
        <w:t>bevestigingsset</w:t>
      </w:r>
      <w:proofErr w:type="spellEnd"/>
      <w:r w:rsidR="00AF744D" w:rsidRPr="00113100">
        <w:rPr>
          <w:rFonts w:ascii="Arial" w:hAnsi="Arial"/>
        </w:rPr>
        <w:t xml:space="preserve"> M10 voor wastafel</w:t>
      </w:r>
    </w:p>
    <w:p w14:paraId="71A64467" w14:textId="77777777" w:rsidR="00694EDF" w:rsidRPr="00113100" w:rsidRDefault="00AF744D" w:rsidP="00166225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2 </w:t>
      </w:r>
      <w:r w:rsidR="00E75E5C" w:rsidRPr="00113100">
        <w:rPr>
          <w:rFonts w:ascii="Arial" w:hAnsi="Arial"/>
        </w:rPr>
        <w:t>muurplaten</w:t>
      </w:r>
      <w:r w:rsidR="008E652B" w:rsidRPr="00113100">
        <w:rPr>
          <w:rFonts w:ascii="Arial" w:hAnsi="Arial"/>
        </w:rPr>
        <w:t xml:space="preserve"> (tusse</w:t>
      </w:r>
      <w:r w:rsidR="00E75E5C" w:rsidRPr="00113100">
        <w:rPr>
          <w:rFonts w:ascii="Arial" w:hAnsi="Arial"/>
        </w:rPr>
        <w:t xml:space="preserve">nafstand </w:t>
      </w:r>
      <w:smartTag w:uri="urn:schemas-microsoft-com:office:smarttags" w:element="metricconverter">
        <w:smartTagPr>
          <w:attr w:name="ProductID" w:val="18,9 cm"/>
        </w:smartTagPr>
        <w:r w:rsidR="00E75E5C" w:rsidRPr="00113100">
          <w:rPr>
            <w:rFonts w:ascii="Arial" w:hAnsi="Arial"/>
          </w:rPr>
          <w:t>18,9 cm</w:t>
        </w:r>
      </w:smartTag>
      <w:r w:rsidR="00E75E5C" w:rsidRPr="00113100">
        <w:rPr>
          <w:rFonts w:ascii="Arial" w:hAnsi="Arial"/>
        </w:rPr>
        <w:t>)</w:t>
      </w:r>
      <w:r w:rsidR="000E19F8" w:rsidRPr="00113100">
        <w:rPr>
          <w:rFonts w:ascii="Arial" w:hAnsi="Arial"/>
        </w:rPr>
        <w:t>,</w:t>
      </w:r>
      <w:r w:rsidRPr="00113100">
        <w:rPr>
          <w:rFonts w:ascii="Arial" w:hAnsi="Arial"/>
        </w:rPr>
        <w:t xml:space="preserve"> </w:t>
      </w:r>
      <w:r w:rsidR="00376791" w:rsidRPr="00113100">
        <w:rPr>
          <w:rFonts w:ascii="Arial" w:hAnsi="Arial"/>
        </w:rPr>
        <w:t xml:space="preserve">R 1/2” x </w:t>
      </w:r>
      <w:r w:rsidR="000E19F8" w:rsidRPr="00113100">
        <w:rPr>
          <w:rFonts w:ascii="Arial" w:hAnsi="Arial"/>
        </w:rPr>
        <w:t xml:space="preserve">Rp1/2”, </w:t>
      </w:r>
      <w:r w:rsidRPr="00113100">
        <w:rPr>
          <w:rFonts w:ascii="Arial" w:hAnsi="Arial"/>
        </w:rPr>
        <w:t>voor de</w:t>
      </w:r>
      <w:r w:rsidR="00AE0B4C" w:rsidRPr="00113100">
        <w:rPr>
          <w:rFonts w:ascii="Arial" w:hAnsi="Arial"/>
        </w:rPr>
        <w:t xml:space="preserve"> aan</w:t>
      </w:r>
      <w:r w:rsidR="00376791" w:rsidRPr="00113100">
        <w:rPr>
          <w:rFonts w:ascii="Arial" w:hAnsi="Arial"/>
        </w:rPr>
        <w:t>sluiting van koud en warm water en de bevestiging van stopkranen</w:t>
      </w:r>
    </w:p>
    <w:p w14:paraId="71A64468" w14:textId="77777777" w:rsidR="00694EDF" w:rsidRPr="00113100" w:rsidRDefault="00694EDF" w:rsidP="004E681D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inbouwreukafsluiter uit </w:t>
      </w:r>
      <w:r w:rsidR="00865D80" w:rsidRPr="00113100">
        <w:rPr>
          <w:rFonts w:ascii="Arial" w:hAnsi="Arial"/>
        </w:rPr>
        <w:t>PP</w:t>
      </w:r>
    </w:p>
    <w:p w14:paraId="71A64469" w14:textId="77777777" w:rsidR="00AA13C8" w:rsidRPr="00113100" w:rsidRDefault="00376791" w:rsidP="004E681D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verticaal </w:t>
      </w:r>
      <w:r w:rsidR="00AA13C8" w:rsidRPr="00113100">
        <w:rPr>
          <w:rFonts w:ascii="Arial" w:hAnsi="Arial"/>
        </w:rPr>
        <w:t>afvoer</w:t>
      </w:r>
      <w:r w:rsidR="00D55CB1" w:rsidRPr="00113100">
        <w:rPr>
          <w:rFonts w:ascii="Arial" w:hAnsi="Arial"/>
        </w:rPr>
        <w:t>stuk</w:t>
      </w:r>
      <w:r w:rsidR="00AA13C8" w:rsidRPr="00113100">
        <w:rPr>
          <w:rFonts w:ascii="Arial" w:hAnsi="Arial"/>
        </w:rPr>
        <w:t xml:space="preserve"> </w:t>
      </w:r>
      <w:r w:rsidR="00865D80" w:rsidRPr="00113100">
        <w:rPr>
          <w:rFonts w:ascii="Arial" w:hAnsi="Arial"/>
        </w:rPr>
        <w:t xml:space="preserve">uit PE </w:t>
      </w:r>
      <w:r w:rsidR="00AA13C8" w:rsidRPr="00113100">
        <w:rPr>
          <w:rFonts w:ascii="Arial" w:hAnsi="Arial"/>
        </w:rPr>
        <w:t>(ø50)</w:t>
      </w:r>
    </w:p>
    <w:p w14:paraId="71A6446A" w14:textId="77777777" w:rsidR="00B7757A" w:rsidRPr="005E4A1B" w:rsidRDefault="005E4A1B" w:rsidP="00B7757A">
      <w:pPr>
        <w:pStyle w:val="Bulleted1"/>
        <w:rPr>
          <w:rFonts w:ascii="Arial" w:hAnsi="Arial" w:cs="Arial"/>
        </w:rPr>
      </w:pPr>
      <w:r w:rsidRPr="005E4A1B">
        <w:rPr>
          <w:rFonts w:ascii="Arial" w:hAnsi="Arial" w:cs="Arial"/>
        </w:rPr>
        <w:t xml:space="preserve">de bijhorende afdekplaat en aansluitbocht zijn verkrijgbaar in alpien wit, </w:t>
      </w:r>
      <w:proofErr w:type="spellStart"/>
      <w:r w:rsidRPr="005E4A1B">
        <w:rPr>
          <w:rFonts w:ascii="Arial" w:hAnsi="Arial" w:cs="Arial"/>
        </w:rPr>
        <w:t>glansverchroomd</w:t>
      </w:r>
      <w:proofErr w:type="spellEnd"/>
      <w:r w:rsidRPr="005E4A1B">
        <w:rPr>
          <w:rFonts w:ascii="Arial" w:hAnsi="Arial" w:cs="Arial"/>
        </w:rPr>
        <w:t xml:space="preserve"> en rvs-look</w:t>
      </w:r>
    </w:p>
    <w:bookmarkEnd w:id="0"/>
    <w:bookmarkEnd w:id="1"/>
    <w:p w14:paraId="71A6446B" w14:textId="77777777" w:rsidR="00C74455" w:rsidRPr="000D0121" w:rsidRDefault="003E240D" w:rsidP="004E681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 w:rsidRPr="2265662C">
        <w:rPr>
          <w:rFonts w:ascii="Arial" w:hAnsi="Arial"/>
          <w:b/>
          <w:bCs/>
          <w:u w:val="none"/>
        </w:rPr>
        <w:t>Montagese</w:t>
      </w:r>
      <w:r w:rsidR="00EB171B" w:rsidRPr="2265662C">
        <w:rPr>
          <w:rFonts w:ascii="Arial" w:hAnsi="Arial"/>
          <w:b/>
          <w:bCs/>
          <w:u w:val="none"/>
        </w:rPr>
        <w:t>t</w:t>
      </w:r>
      <w:proofErr w:type="spellEnd"/>
      <w:r w:rsidR="00C74455" w:rsidRPr="2265662C">
        <w:rPr>
          <w:rFonts w:ascii="Arial" w:hAnsi="Arial"/>
          <w:b/>
          <w:bCs/>
          <w:u w:val="none"/>
        </w:rPr>
        <w:t xml:space="preserve"> voor wastafel</w:t>
      </w:r>
      <w:r w:rsidR="00452B5C" w:rsidRPr="2265662C">
        <w:rPr>
          <w:rFonts w:ascii="Arial" w:hAnsi="Arial"/>
          <w:b/>
          <w:bCs/>
          <w:u w:val="none"/>
        </w:rPr>
        <w:t>, voor montage van de kraan op de wast</w:t>
      </w:r>
      <w:r w:rsidR="004539AA" w:rsidRPr="2265662C">
        <w:rPr>
          <w:rFonts w:ascii="Arial" w:hAnsi="Arial"/>
          <w:b/>
          <w:bCs/>
          <w:u w:val="none"/>
        </w:rPr>
        <w:t>a</w:t>
      </w:r>
      <w:r w:rsidR="00452B5C" w:rsidRPr="2265662C">
        <w:rPr>
          <w:rFonts w:ascii="Arial" w:hAnsi="Arial"/>
          <w:b/>
          <w:bCs/>
          <w:u w:val="none"/>
        </w:rPr>
        <w:t>fel</w:t>
      </w:r>
    </w:p>
    <w:p w14:paraId="71A6446C" w14:textId="77777777" w:rsidR="000221DA" w:rsidRPr="00113100" w:rsidRDefault="000221DA" w:rsidP="004E681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</w:t>
      </w:r>
      <w:r w:rsidR="004E681D" w:rsidRPr="00113100">
        <w:rPr>
          <w:rFonts w:ascii="Arial" w:hAnsi="Arial"/>
        </w:rPr>
        <w:t>:</w:t>
      </w:r>
    </w:p>
    <w:p w14:paraId="71A6446D" w14:textId="77777777" w:rsidR="00562CFC" w:rsidRPr="00113100" w:rsidRDefault="00562CFC" w:rsidP="00562CFC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bevestiging</w:t>
      </w:r>
      <w:r w:rsidR="00C32974" w:rsidRPr="00113100">
        <w:rPr>
          <w:rFonts w:ascii="Arial" w:hAnsi="Arial"/>
        </w:rPr>
        <w:t>sset</w:t>
      </w:r>
      <w:proofErr w:type="spellEnd"/>
      <w:r w:rsidRPr="00113100">
        <w:rPr>
          <w:rFonts w:ascii="Arial" w:hAnsi="Arial"/>
        </w:rPr>
        <w:t xml:space="preserve"> M10 voor wastafel</w:t>
      </w:r>
    </w:p>
    <w:p w14:paraId="71A6446E" w14:textId="77777777" w:rsidR="00E83FA5" w:rsidRPr="00113100" w:rsidRDefault="00E83FA5" w:rsidP="00166225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2 muurplaten (tussenafstand </w:t>
      </w:r>
      <w:smartTag w:uri="urn:schemas-microsoft-com:office:smarttags" w:element="metricconverter">
        <w:smartTagPr>
          <w:attr w:name="ProductID" w:val="7,6 cm"/>
        </w:smartTagPr>
        <w:r w:rsidR="006265AC" w:rsidRPr="00113100">
          <w:rPr>
            <w:rFonts w:ascii="Arial" w:hAnsi="Arial"/>
          </w:rPr>
          <w:t>7</w:t>
        </w:r>
        <w:r w:rsidRPr="00113100">
          <w:rPr>
            <w:rFonts w:ascii="Arial" w:hAnsi="Arial"/>
          </w:rPr>
          <w:t>,</w:t>
        </w:r>
        <w:r w:rsidR="006265AC" w:rsidRPr="00113100">
          <w:rPr>
            <w:rFonts w:ascii="Arial" w:hAnsi="Arial"/>
          </w:rPr>
          <w:t>6</w:t>
        </w:r>
        <w:r w:rsidRPr="00113100">
          <w:rPr>
            <w:rFonts w:ascii="Arial" w:hAnsi="Arial"/>
          </w:rPr>
          <w:t xml:space="preserve"> cm</w:t>
        </w:r>
      </w:smartTag>
      <w:r w:rsidRPr="00113100">
        <w:rPr>
          <w:rFonts w:ascii="Arial" w:hAnsi="Arial"/>
        </w:rPr>
        <w:t xml:space="preserve"> of </w:t>
      </w:r>
      <w:smartTag w:uri="urn:schemas-microsoft-com:office:smarttags" w:element="metricconverter">
        <w:smartTagPr>
          <w:attr w:name="ProductID" w:val="15,3 cm"/>
        </w:smartTagPr>
        <w:r w:rsidR="006265AC" w:rsidRPr="00113100">
          <w:rPr>
            <w:rFonts w:ascii="Arial" w:hAnsi="Arial"/>
          </w:rPr>
          <w:t>15</w:t>
        </w:r>
        <w:r w:rsidRPr="00113100">
          <w:rPr>
            <w:rFonts w:ascii="Arial" w:hAnsi="Arial"/>
          </w:rPr>
          <w:t>,</w:t>
        </w:r>
        <w:r w:rsidR="006265AC" w:rsidRPr="00113100">
          <w:rPr>
            <w:rFonts w:ascii="Arial" w:hAnsi="Arial"/>
          </w:rPr>
          <w:t>3</w:t>
        </w:r>
        <w:r w:rsidRPr="00113100">
          <w:rPr>
            <w:rFonts w:ascii="Arial" w:hAnsi="Arial"/>
          </w:rPr>
          <w:t xml:space="preserve"> cm</w:t>
        </w:r>
      </w:smartTag>
      <w:r w:rsidRPr="00113100">
        <w:rPr>
          <w:rFonts w:ascii="Arial" w:hAnsi="Arial"/>
        </w:rPr>
        <w:t>), R 1/2” x Rp1/2”, voor de aansluiting van koud en warm water en de bevestiging van stopkranen</w:t>
      </w:r>
    </w:p>
    <w:p w14:paraId="71A6446F" w14:textId="77777777" w:rsidR="00B7757A" w:rsidRPr="00113100" w:rsidRDefault="0049487E" w:rsidP="004E681D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draaibare </w:t>
      </w:r>
      <w:r w:rsidR="00AA13C8" w:rsidRPr="00113100">
        <w:rPr>
          <w:rFonts w:ascii="Arial" w:hAnsi="Arial"/>
        </w:rPr>
        <w:t xml:space="preserve">afvoerbocht </w:t>
      </w:r>
      <w:r w:rsidR="00C65BD9" w:rsidRPr="00113100">
        <w:rPr>
          <w:rFonts w:ascii="Arial" w:hAnsi="Arial"/>
        </w:rPr>
        <w:t xml:space="preserve">uit PE </w:t>
      </w:r>
      <w:r w:rsidR="00AA13C8" w:rsidRPr="00113100">
        <w:rPr>
          <w:rFonts w:ascii="Arial" w:hAnsi="Arial"/>
        </w:rPr>
        <w:t>(ø50)</w:t>
      </w:r>
      <w:r w:rsidR="0039328A" w:rsidRPr="00113100">
        <w:rPr>
          <w:rFonts w:ascii="Arial" w:hAnsi="Arial"/>
        </w:rPr>
        <w:t xml:space="preserve"> met aansluitdichting </w:t>
      </w:r>
      <w:r w:rsidR="00E83FA5" w:rsidRPr="00113100">
        <w:rPr>
          <w:rFonts w:ascii="Arial" w:hAnsi="Arial"/>
        </w:rPr>
        <w:t>(</w:t>
      </w:r>
      <w:r w:rsidR="0039328A" w:rsidRPr="00113100">
        <w:rPr>
          <w:rFonts w:ascii="Arial" w:hAnsi="Arial"/>
        </w:rPr>
        <w:t>ø32</w:t>
      </w:r>
      <w:r w:rsidR="00E83FA5" w:rsidRPr="00113100">
        <w:rPr>
          <w:rFonts w:ascii="Arial" w:hAnsi="Arial"/>
        </w:rPr>
        <w:t>)</w:t>
      </w:r>
    </w:p>
    <w:p w14:paraId="71A64470" w14:textId="77777777" w:rsidR="000221DA" w:rsidRPr="00ED2847" w:rsidRDefault="00481B3C" w:rsidP="004E681D">
      <w:pPr>
        <w:pStyle w:val="Bulleted2"/>
        <w:rPr>
          <w:rFonts w:ascii="Arial" w:hAnsi="Arial"/>
        </w:rPr>
      </w:pPr>
      <w:r w:rsidRPr="00ED2847">
        <w:rPr>
          <w:rFonts w:ascii="Arial" w:hAnsi="Arial"/>
        </w:rPr>
        <w:t>afvoerbeugel met voering om de overdrach</w:t>
      </w:r>
      <w:r w:rsidR="00BB7E8C" w:rsidRPr="00ED2847">
        <w:rPr>
          <w:rFonts w:ascii="Arial" w:hAnsi="Arial"/>
        </w:rPr>
        <w:t>t van trillingen tijdens de waterafvoer</w:t>
      </w:r>
      <w:r w:rsidRPr="00ED2847">
        <w:rPr>
          <w:rFonts w:ascii="Arial" w:hAnsi="Arial"/>
        </w:rPr>
        <w:t xml:space="preserve"> te verminderen</w:t>
      </w:r>
    </w:p>
    <w:p w14:paraId="71A64471" w14:textId="77777777" w:rsidR="00670CC4" w:rsidRPr="000D0121" w:rsidRDefault="00EB171B" w:rsidP="001165B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Montage-element</w:t>
      </w:r>
      <w:r w:rsidR="00670CC4" w:rsidRPr="2265662C">
        <w:rPr>
          <w:rFonts w:ascii="Arial" w:hAnsi="Arial"/>
          <w:b/>
          <w:bCs/>
          <w:u w:val="none"/>
        </w:rPr>
        <w:t xml:space="preserve"> voor hangbidet</w:t>
      </w:r>
    </w:p>
    <w:p w14:paraId="71A64472" w14:textId="77777777" w:rsidR="00EF702D" w:rsidRPr="00113100" w:rsidRDefault="009A2040" w:rsidP="00485EC8">
      <w:pPr>
        <w:pStyle w:val="Bulleted1"/>
        <w:rPr>
          <w:rFonts w:ascii="Arial" w:hAnsi="Arial"/>
        </w:rPr>
      </w:pPr>
      <w:r>
        <w:rPr>
          <w:rFonts w:ascii="Arial" w:hAnsi="Arial"/>
        </w:rPr>
        <w:t>uitgerust met:</w:t>
      </w:r>
    </w:p>
    <w:p w14:paraId="71A64473" w14:textId="77777777" w:rsidR="00EF702D" w:rsidRPr="00113100" w:rsidRDefault="006356F1" w:rsidP="00485EC8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bevestiging</w:t>
      </w:r>
      <w:r w:rsidR="00B715DC" w:rsidRPr="00113100">
        <w:rPr>
          <w:rFonts w:ascii="Arial" w:hAnsi="Arial"/>
        </w:rPr>
        <w:t>sset</w:t>
      </w:r>
      <w:proofErr w:type="spellEnd"/>
      <w:r w:rsidR="00B715DC" w:rsidRPr="00113100">
        <w:rPr>
          <w:rFonts w:ascii="Arial" w:hAnsi="Arial"/>
        </w:rPr>
        <w:t xml:space="preserve"> M12 </w:t>
      </w:r>
      <w:r w:rsidR="00EF702D" w:rsidRPr="00113100">
        <w:rPr>
          <w:rFonts w:ascii="Arial" w:hAnsi="Arial"/>
        </w:rPr>
        <w:t xml:space="preserve">voor </w:t>
      </w:r>
      <w:r w:rsidR="0049487E" w:rsidRPr="00113100">
        <w:rPr>
          <w:rFonts w:ascii="Arial" w:hAnsi="Arial"/>
        </w:rPr>
        <w:t xml:space="preserve">bidet; de bevestigingsgaten </w:t>
      </w:r>
      <w:r w:rsidR="00B715DC" w:rsidRPr="00113100">
        <w:rPr>
          <w:rFonts w:ascii="Arial" w:hAnsi="Arial"/>
        </w:rPr>
        <w:t xml:space="preserve">(tussenafstand 18 cm of 23 cm) </w:t>
      </w:r>
      <w:r w:rsidR="0049487E" w:rsidRPr="00113100">
        <w:rPr>
          <w:rFonts w:ascii="Arial" w:hAnsi="Arial"/>
        </w:rPr>
        <w:t>bevinden zich in de console</w:t>
      </w:r>
    </w:p>
    <w:p w14:paraId="71A64474" w14:textId="77777777" w:rsidR="001B7A85" w:rsidRPr="00113100" w:rsidRDefault="001B7A85" w:rsidP="009A5F49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2 muurplaten (tussenafstand </w:t>
      </w:r>
      <w:r w:rsidR="00193514" w:rsidRPr="00113100">
        <w:rPr>
          <w:rFonts w:ascii="Arial" w:hAnsi="Arial"/>
        </w:rPr>
        <w:t>instelbaar</w:t>
      </w:r>
      <w:r w:rsidR="007B11C5" w:rsidRPr="00113100">
        <w:rPr>
          <w:rFonts w:ascii="Arial" w:hAnsi="Arial"/>
        </w:rPr>
        <w:t xml:space="preserve"> </w:t>
      </w:r>
      <w:r w:rsidR="006265AC" w:rsidRPr="00113100">
        <w:rPr>
          <w:rFonts w:ascii="Arial" w:hAnsi="Arial"/>
        </w:rPr>
        <w:t xml:space="preserve">van </w:t>
      </w:r>
      <w:smartTag w:uri="urn:schemas-microsoft-com:office:smarttags" w:element="metricconverter">
        <w:smartTagPr>
          <w:attr w:name="ProductID" w:val="8 cm"/>
        </w:smartTagPr>
        <w:r w:rsidR="006265AC" w:rsidRPr="00113100">
          <w:rPr>
            <w:rFonts w:ascii="Arial" w:hAnsi="Arial"/>
          </w:rPr>
          <w:t>8</w:t>
        </w:r>
        <w:r w:rsidRPr="00113100">
          <w:rPr>
            <w:rFonts w:ascii="Arial" w:hAnsi="Arial"/>
          </w:rPr>
          <w:t xml:space="preserve"> cm</w:t>
        </w:r>
      </w:smartTag>
      <w:r w:rsidR="006265AC" w:rsidRPr="00113100">
        <w:rPr>
          <w:rFonts w:ascii="Arial" w:hAnsi="Arial"/>
        </w:rPr>
        <w:t xml:space="preserve"> tot</w:t>
      </w:r>
      <w:r w:rsidRPr="00113100">
        <w:rPr>
          <w:rFonts w:ascii="Arial" w:hAnsi="Arial"/>
        </w:rPr>
        <w:t xml:space="preserve"> </w:t>
      </w:r>
      <w:smartTag w:uri="urn:schemas-microsoft-com:office:smarttags" w:element="metricconverter">
        <w:smartTagPr>
          <w:attr w:name="ProductID" w:val="38 cm"/>
        </w:smartTagPr>
        <w:r w:rsidR="006265AC" w:rsidRPr="00113100">
          <w:rPr>
            <w:rFonts w:ascii="Arial" w:hAnsi="Arial"/>
          </w:rPr>
          <w:t>38</w:t>
        </w:r>
        <w:r w:rsidRPr="00113100">
          <w:rPr>
            <w:rFonts w:ascii="Arial" w:hAnsi="Arial"/>
          </w:rPr>
          <w:t xml:space="preserve"> cm</w:t>
        </w:r>
      </w:smartTag>
      <w:r w:rsidRPr="00113100">
        <w:rPr>
          <w:rFonts w:ascii="Arial" w:hAnsi="Arial"/>
        </w:rPr>
        <w:t>), R 1/2” x Rp1/2”, voor de aansluiting van koud en warm water en de bevestiging van stopkranen</w:t>
      </w:r>
    </w:p>
    <w:p w14:paraId="71A64475" w14:textId="77777777" w:rsidR="00EF702D" w:rsidRPr="00A97D5D" w:rsidRDefault="00A44D14" w:rsidP="00485EC8">
      <w:pPr>
        <w:pStyle w:val="Bulleted2"/>
        <w:rPr>
          <w:rFonts w:ascii="Arial" w:hAnsi="Arial"/>
        </w:rPr>
      </w:pPr>
      <w:r w:rsidRPr="00A97D5D">
        <w:rPr>
          <w:rFonts w:ascii="Arial" w:hAnsi="Arial"/>
        </w:rPr>
        <w:t xml:space="preserve">in hoogte </w:t>
      </w:r>
      <w:r w:rsidR="00C26118" w:rsidRPr="00A97D5D">
        <w:rPr>
          <w:rFonts w:ascii="Arial" w:hAnsi="Arial"/>
        </w:rPr>
        <w:t>instelbare</w:t>
      </w:r>
      <w:r w:rsidRPr="00A97D5D">
        <w:rPr>
          <w:rFonts w:ascii="Arial" w:hAnsi="Arial"/>
        </w:rPr>
        <w:t xml:space="preserve">, </w:t>
      </w:r>
      <w:r w:rsidR="0049487E" w:rsidRPr="00A97D5D">
        <w:rPr>
          <w:rFonts w:ascii="Arial" w:hAnsi="Arial"/>
        </w:rPr>
        <w:t xml:space="preserve">draaibare </w:t>
      </w:r>
      <w:r w:rsidR="00EF702D" w:rsidRPr="00A97D5D">
        <w:rPr>
          <w:rFonts w:ascii="Arial" w:hAnsi="Arial"/>
        </w:rPr>
        <w:t xml:space="preserve">afvoerbocht </w:t>
      </w:r>
      <w:r w:rsidR="009A4167" w:rsidRPr="00A97D5D">
        <w:rPr>
          <w:rFonts w:ascii="Arial" w:hAnsi="Arial"/>
        </w:rPr>
        <w:t>uit PE (</w:t>
      </w:r>
      <w:r w:rsidR="00EF702D" w:rsidRPr="00A97D5D">
        <w:rPr>
          <w:rFonts w:ascii="Arial" w:hAnsi="Arial"/>
        </w:rPr>
        <w:t>ø50</w:t>
      </w:r>
      <w:r w:rsidR="009A4167" w:rsidRPr="00A97D5D">
        <w:rPr>
          <w:rFonts w:ascii="Arial" w:hAnsi="Arial"/>
        </w:rPr>
        <w:t>)</w:t>
      </w:r>
      <w:r w:rsidR="00EF702D" w:rsidRPr="00A97D5D">
        <w:rPr>
          <w:rFonts w:ascii="Arial" w:hAnsi="Arial"/>
        </w:rPr>
        <w:t xml:space="preserve"> met aansluitdichting </w:t>
      </w:r>
      <w:r w:rsidR="00A07334" w:rsidRPr="00A97D5D">
        <w:rPr>
          <w:rFonts w:ascii="Arial" w:hAnsi="Arial"/>
        </w:rPr>
        <w:t>(</w:t>
      </w:r>
      <w:r w:rsidR="00EF702D" w:rsidRPr="00A97D5D">
        <w:rPr>
          <w:rFonts w:ascii="Arial" w:hAnsi="Arial"/>
        </w:rPr>
        <w:t>ø32</w:t>
      </w:r>
      <w:r w:rsidR="00A07334" w:rsidRPr="00A97D5D">
        <w:rPr>
          <w:rFonts w:ascii="Arial" w:hAnsi="Arial"/>
        </w:rPr>
        <w:t>)</w:t>
      </w:r>
      <w:r w:rsidR="00EF702D" w:rsidRPr="00A97D5D">
        <w:rPr>
          <w:rFonts w:ascii="Arial" w:hAnsi="Arial"/>
        </w:rPr>
        <w:t xml:space="preserve"> voor de uitgangsdiameter</w:t>
      </w:r>
      <w:r w:rsidR="0049487E" w:rsidRPr="00A97D5D">
        <w:rPr>
          <w:rFonts w:ascii="Arial" w:hAnsi="Arial"/>
        </w:rPr>
        <w:t xml:space="preserve"> </w:t>
      </w:r>
      <w:r w:rsidR="00EF702D" w:rsidRPr="00A97D5D">
        <w:rPr>
          <w:rFonts w:ascii="Arial" w:hAnsi="Arial"/>
        </w:rPr>
        <w:t xml:space="preserve">van de </w:t>
      </w:r>
      <w:proofErr w:type="spellStart"/>
      <w:r w:rsidR="00EF702D" w:rsidRPr="00A97D5D">
        <w:rPr>
          <w:rFonts w:ascii="Arial" w:hAnsi="Arial"/>
        </w:rPr>
        <w:t>reukaflsuiter</w:t>
      </w:r>
      <w:proofErr w:type="spellEnd"/>
      <w:r w:rsidR="00481B3C" w:rsidRPr="00A97D5D">
        <w:rPr>
          <w:rFonts w:ascii="Arial" w:hAnsi="Arial"/>
        </w:rPr>
        <w:t xml:space="preserve"> en afvoerbeugel met voering om de overdr</w:t>
      </w:r>
      <w:r w:rsidR="00BB7E8C" w:rsidRPr="00A97D5D">
        <w:rPr>
          <w:rFonts w:ascii="Arial" w:hAnsi="Arial"/>
        </w:rPr>
        <w:t>acht van trillingen tijdens de waterafvoer</w:t>
      </w:r>
      <w:r w:rsidR="00481B3C" w:rsidRPr="00A97D5D">
        <w:rPr>
          <w:rFonts w:ascii="Arial" w:hAnsi="Arial"/>
        </w:rPr>
        <w:t xml:space="preserve"> te verminderen</w:t>
      </w:r>
    </w:p>
    <w:p w14:paraId="71A64476" w14:textId="77777777" w:rsidR="00934308" w:rsidRPr="00113100" w:rsidRDefault="00934308" w:rsidP="00934308">
      <w:pPr>
        <w:rPr>
          <w:rFonts w:ascii="Arial" w:hAnsi="Arial"/>
        </w:rPr>
      </w:pPr>
    </w:p>
    <w:p w14:paraId="71A64477" w14:textId="77777777" w:rsidR="00F00CD3" w:rsidRPr="000D0121" w:rsidRDefault="00F00CD3" w:rsidP="00F00CD3">
      <w:pPr>
        <w:pStyle w:val="Heading1"/>
        <w:numPr>
          <w:ilvl w:val="1"/>
          <w:numId w:val="18"/>
        </w:numPr>
        <w:rPr>
          <w:rFonts w:ascii="Arial" w:hAnsi="Arial"/>
          <w:b/>
          <w:u w:val="none"/>
          <w:lang w:val="nl-BE"/>
        </w:rPr>
      </w:pPr>
      <w:proofErr w:type="spellStart"/>
      <w:r w:rsidRPr="2265662C">
        <w:rPr>
          <w:rFonts w:ascii="Arial" w:hAnsi="Arial"/>
          <w:b/>
          <w:bCs/>
          <w:u w:val="none"/>
          <w:lang w:val="nl-BE"/>
        </w:rPr>
        <w:t>Montageset</w:t>
      </w:r>
      <w:proofErr w:type="spellEnd"/>
      <w:r w:rsidRPr="2265662C">
        <w:rPr>
          <w:rFonts w:ascii="Arial" w:hAnsi="Arial"/>
          <w:b/>
          <w:bCs/>
          <w:u w:val="none"/>
          <w:lang w:val="nl-BE"/>
        </w:rPr>
        <w:t xml:space="preserve"> </w:t>
      </w:r>
      <w:r w:rsidR="003A2EE5" w:rsidRPr="2265662C">
        <w:rPr>
          <w:rFonts w:ascii="Arial" w:hAnsi="Arial"/>
          <w:b/>
          <w:bCs/>
          <w:u w:val="none"/>
          <w:lang w:val="nl-BE"/>
        </w:rPr>
        <w:t xml:space="preserve">met inbouwreukafsluiter </w:t>
      </w:r>
      <w:r w:rsidRPr="2265662C">
        <w:rPr>
          <w:rFonts w:ascii="Arial" w:hAnsi="Arial"/>
          <w:b/>
          <w:bCs/>
          <w:u w:val="none"/>
          <w:lang w:val="nl-BE"/>
        </w:rPr>
        <w:t xml:space="preserve">voor </w:t>
      </w:r>
      <w:r w:rsidR="003A2EE5" w:rsidRPr="2265662C">
        <w:rPr>
          <w:rFonts w:ascii="Arial" w:hAnsi="Arial"/>
          <w:b/>
          <w:bCs/>
          <w:u w:val="none"/>
          <w:lang w:val="nl-BE"/>
        </w:rPr>
        <w:t>(vaat)</w:t>
      </w:r>
      <w:r w:rsidRPr="2265662C">
        <w:rPr>
          <w:rFonts w:ascii="Arial" w:hAnsi="Arial"/>
          <w:b/>
          <w:bCs/>
          <w:u w:val="none"/>
          <w:lang w:val="nl-BE"/>
        </w:rPr>
        <w:t xml:space="preserve">wasmachine </w:t>
      </w:r>
    </w:p>
    <w:p w14:paraId="71A64478" w14:textId="77777777" w:rsidR="001B5E25" w:rsidRPr="00113100" w:rsidRDefault="001B5E25" w:rsidP="001B5E25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met:</w:t>
      </w:r>
    </w:p>
    <w:p w14:paraId="71A64479" w14:textId="77777777" w:rsidR="001B5E25" w:rsidRPr="00113100" w:rsidRDefault="003A2EE5" w:rsidP="001B5E25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glans</w:t>
      </w:r>
      <w:r w:rsidR="001B5E25" w:rsidRPr="00113100">
        <w:rPr>
          <w:rFonts w:ascii="Arial" w:hAnsi="Arial"/>
        </w:rPr>
        <w:t>verchroomde</w:t>
      </w:r>
      <w:proofErr w:type="spellEnd"/>
      <w:r w:rsidR="001B5E25" w:rsidRPr="00113100">
        <w:rPr>
          <w:rFonts w:ascii="Arial" w:hAnsi="Arial"/>
        </w:rPr>
        <w:t xml:space="preserve"> muurrozet en hoekaansluiting ø19/ø2</w:t>
      </w:r>
      <w:r w:rsidR="00BA6143" w:rsidRPr="00113100">
        <w:rPr>
          <w:rFonts w:ascii="Arial" w:hAnsi="Arial"/>
        </w:rPr>
        <w:t>3 voor de afvoerslang</w:t>
      </w:r>
    </w:p>
    <w:p w14:paraId="71A6447A" w14:textId="77777777" w:rsidR="001B5E25" w:rsidRPr="00113100" w:rsidRDefault="001B5E25" w:rsidP="001B5E25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muurplaat, R 1/2” x Rp1/2”, voor </w:t>
      </w:r>
      <w:r w:rsidR="00BA6143" w:rsidRPr="00113100">
        <w:rPr>
          <w:rFonts w:ascii="Arial" w:hAnsi="Arial"/>
        </w:rPr>
        <w:t>watertoevoer</w:t>
      </w:r>
    </w:p>
    <w:p w14:paraId="71A6447B" w14:textId="77777777" w:rsidR="001B5E25" w:rsidRPr="00113100" w:rsidRDefault="001B5E25" w:rsidP="001B5E25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inbouwreukafsluiter uit PP met verticale uitgang (ø40) en aansluitdichting (ø40/ø56)</w:t>
      </w:r>
    </w:p>
    <w:p w14:paraId="71A6447C" w14:textId="77777777" w:rsidR="001B5E25" w:rsidRPr="000D0121" w:rsidRDefault="00061E19" w:rsidP="001B5E25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br w:type="page"/>
      </w:r>
      <w:r w:rsidR="001B5E25" w:rsidRPr="2265662C">
        <w:rPr>
          <w:rFonts w:ascii="Arial" w:hAnsi="Arial"/>
          <w:b/>
          <w:bCs/>
          <w:u w:val="none"/>
        </w:rPr>
        <w:lastRenderedPageBreak/>
        <w:t>Montage</w:t>
      </w:r>
      <w:r w:rsidR="00BA6143" w:rsidRPr="2265662C">
        <w:rPr>
          <w:rFonts w:ascii="Arial" w:hAnsi="Arial"/>
          <w:b/>
          <w:bCs/>
          <w:u w:val="none"/>
        </w:rPr>
        <w:t>-element</w:t>
      </w:r>
      <w:r w:rsidR="001B5E25" w:rsidRPr="2265662C">
        <w:rPr>
          <w:rFonts w:ascii="Arial" w:hAnsi="Arial"/>
          <w:b/>
          <w:bCs/>
          <w:u w:val="none"/>
        </w:rPr>
        <w:t xml:space="preserve"> voor </w:t>
      </w:r>
      <w:r w:rsidR="00297E30" w:rsidRPr="2265662C">
        <w:rPr>
          <w:rFonts w:ascii="Arial" w:hAnsi="Arial"/>
          <w:b/>
          <w:bCs/>
          <w:u w:val="none"/>
        </w:rPr>
        <w:t xml:space="preserve">inloopdouche, met </w:t>
      </w:r>
      <w:r w:rsidR="00BA6143" w:rsidRPr="2265662C">
        <w:rPr>
          <w:rFonts w:ascii="Arial" w:hAnsi="Arial"/>
          <w:b/>
          <w:bCs/>
          <w:u w:val="none"/>
        </w:rPr>
        <w:t>afvoer in de muur</w:t>
      </w:r>
      <w:r w:rsidR="00D40042" w:rsidRPr="2265662C">
        <w:rPr>
          <w:rFonts w:ascii="Arial" w:hAnsi="Arial"/>
          <w:b/>
          <w:bCs/>
          <w:u w:val="none"/>
        </w:rPr>
        <w:t>, voor een vloeropbouw van minimaal 9 cm</w:t>
      </w:r>
    </w:p>
    <w:p w14:paraId="71A6447D" w14:textId="77777777" w:rsidR="00BA6143" w:rsidRPr="00113100" w:rsidRDefault="00E079F6" w:rsidP="00BA6143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het element </w:t>
      </w:r>
      <w:r w:rsidR="00373DC1" w:rsidRPr="00113100">
        <w:rPr>
          <w:rFonts w:ascii="Arial" w:hAnsi="Arial"/>
        </w:rPr>
        <w:t>bevat</w:t>
      </w:r>
      <w:r w:rsidR="00BA6143" w:rsidRPr="00113100">
        <w:rPr>
          <w:rFonts w:ascii="Arial" w:hAnsi="Arial"/>
        </w:rPr>
        <w:t xml:space="preserve"> een reukafsluiter voor inloopdouche met afvoer in de muur die zich onder het niveau van de afgewerkte vloer bevindt</w:t>
      </w:r>
    </w:p>
    <w:p w14:paraId="71A6447E" w14:textId="77777777" w:rsidR="00BA6143" w:rsidRPr="00113100" w:rsidRDefault="00BA6143" w:rsidP="00BA6143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eigenschappen van deze reukafsluiter:</w:t>
      </w:r>
    </w:p>
    <w:p w14:paraId="71A6447F" w14:textId="77777777" w:rsidR="00BA6143" w:rsidRPr="00113100" w:rsidRDefault="00BA6143" w:rsidP="00BA6143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afvoerdebiet  0,8 l/s</w:t>
      </w:r>
    </w:p>
    <w:p w14:paraId="71A64480" w14:textId="77777777" w:rsidR="00BA6143" w:rsidRPr="00113100" w:rsidRDefault="00BA6143" w:rsidP="00BA6143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waterslot 5 cm</w:t>
      </w:r>
      <w:r w:rsidR="004F520C">
        <w:rPr>
          <w:rFonts w:ascii="Arial" w:hAnsi="Arial"/>
        </w:rPr>
        <w:t>, conform EN 1253</w:t>
      </w:r>
    </w:p>
    <w:p w14:paraId="71A64481" w14:textId="77777777" w:rsidR="00BA6143" w:rsidRPr="00113100" w:rsidRDefault="00BA6143" w:rsidP="00BA6143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met uitneembare haar</w:t>
      </w:r>
      <w:r w:rsidR="00B435F7">
        <w:rPr>
          <w:rFonts w:ascii="Arial" w:hAnsi="Arial"/>
        </w:rPr>
        <w:t>vanger</w:t>
      </w:r>
    </w:p>
    <w:p w14:paraId="71A64482" w14:textId="77777777" w:rsidR="00E079F6" w:rsidRPr="00113100" w:rsidRDefault="00E079F6" w:rsidP="00E079F6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bijhorende sierplaat is verkrijgbaar in alpien wit, </w:t>
      </w:r>
      <w:proofErr w:type="spellStart"/>
      <w:r w:rsidRPr="00113100">
        <w:rPr>
          <w:rFonts w:ascii="Arial" w:hAnsi="Arial"/>
        </w:rPr>
        <w:t>glansverchroomd</w:t>
      </w:r>
      <w:proofErr w:type="spellEnd"/>
      <w:r w:rsidRPr="00113100">
        <w:rPr>
          <w:rFonts w:ascii="Arial" w:hAnsi="Arial"/>
        </w:rPr>
        <w:t xml:space="preserve">, rvs en </w:t>
      </w:r>
      <w:r w:rsidR="00AC2616" w:rsidRPr="00B619E3">
        <w:rPr>
          <w:rFonts w:ascii="Arial" w:hAnsi="Arial"/>
        </w:rPr>
        <w:t xml:space="preserve">versie om </w:t>
      </w:r>
      <w:r w:rsidR="00AC2616">
        <w:rPr>
          <w:rFonts w:ascii="Arial" w:hAnsi="Arial"/>
        </w:rPr>
        <w:t>te personaliseren</w:t>
      </w:r>
    </w:p>
    <w:p w14:paraId="71A64483" w14:textId="77777777" w:rsidR="001B5E25" w:rsidRPr="00113100" w:rsidRDefault="00E079F6" w:rsidP="004F2235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geleverd</w:t>
      </w:r>
      <w:r w:rsidR="004F2235" w:rsidRPr="00113100">
        <w:rPr>
          <w:rFonts w:ascii="Arial" w:hAnsi="Arial"/>
        </w:rPr>
        <w:t xml:space="preserve"> met</w:t>
      </w:r>
      <w:r w:rsidR="001B5E25" w:rsidRPr="00113100">
        <w:rPr>
          <w:rFonts w:ascii="Arial" w:hAnsi="Arial"/>
        </w:rPr>
        <w:t>:</w:t>
      </w:r>
    </w:p>
    <w:p w14:paraId="71A64484" w14:textId="77777777" w:rsidR="00E079F6" w:rsidRPr="00113100" w:rsidRDefault="00E079F6" w:rsidP="00E079F6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afvoer</w:t>
      </w:r>
      <w:r w:rsidR="00B435F7">
        <w:rPr>
          <w:rFonts w:ascii="Arial" w:hAnsi="Arial"/>
        </w:rPr>
        <w:t>-aansluitstuk</w:t>
      </w:r>
      <w:r w:rsidRPr="00113100">
        <w:rPr>
          <w:rFonts w:ascii="Arial" w:hAnsi="Arial"/>
        </w:rPr>
        <w:t xml:space="preserve"> in PE ø50</w:t>
      </w:r>
    </w:p>
    <w:p w14:paraId="71A64485" w14:textId="77777777" w:rsidR="008B3C7E" w:rsidRPr="00113100" w:rsidRDefault="004F520C" w:rsidP="001B5E25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dichtingsvlies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, rondom 10 cm, </w:t>
      </w:r>
      <w:r w:rsidRPr="00B619E3">
        <w:rPr>
          <w:rFonts w:ascii="Arial" w:hAnsi="Arial"/>
        </w:rPr>
        <w:t xml:space="preserve">voor </w:t>
      </w:r>
      <w:proofErr w:type="spellStart"/>
      <w:r w:rsidRPr="00B619E3">
        <w:rPr>
          <w:rFonts w:ascii="Arial" w:hAnsi="Arial"/>
        </w:rPr>
        <w:t>dunbedmortel</w:t>
      </w:r>
      <w:proofErr w:type="spellEnd"/>
      <w:r>
        <w:rPr>
          <w:rFonts w:ascii="Arial" w:hAnsi="Arial"/>
        </w:rPr>
        <w:t>, voor aansluiting met afdichtingssystemen</w:t>
      </w:r>
    </w:p>
    <w:p w14:paraId="71A64486" w14:textId="77777777" w:rsidR="00E079F6" w:rsidRPr="00113100" w:rsidRDefault="004F520C" w:rsidP="00E079F6">
      <w:pPr>
        <w:pStyle w:val="Bulleted1"/>
        <w:rPr>
          <w:rFonts w:ascii="Arial" w:hAnsi="Arial"/>
        </w:rPr>
      </w:pPr>
      <w:r w:rsidRPr="00B619E3">
        <w:rPr>
          <w:rFonts w:ascii="Arial" w:hAnsi="Arial"/>
        </w:rPr>
        <w:t>aanslui</w:t>
      </w:r>
      <w:r>
        <w:rPr>
          <w:rFonts w:ascii="Arial" w:hAnsi="Arial"/>
        </w:rPr>
        <w:t xml:space="preserve">ting aan de waterafvoer: links </w:t>
      </w:r>
      <w:r w:rsidRPr="00B619E3">
        <w:rPr>
          <w:rFonts w:ascii="Arial" w:hAnsi="Arial"/>
        </w:rPr>
        <w:t xml:space="preserve">of rechts </w:t>
      </w:r>
      <w:r>
        <w:rPr>
          <w:rFonts w:ascii="Arial" w:hAnsi="Arial"/>
        </w:rPr>
        <w:t>van het element, keuze te maken voor de montage</w:t>
      </w:r>
    </w:p>
    <w:p w14:paraId="71A64487" w14:textId="77777777" w:rsidR="004F520C" w:rsidRPr="000D0121" w:rsidRDefault="004F520C" w:rsidP="004F520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Montage-element voor inloopdouche, met afvoer in de muur, voor een vloeropbouw van minimaal 6,5 cm</w:t>
      </w:r>
    </w:p>
    <w:p w14:paraId="71A64488" w14:textId="77777777" w:rsidR="004F520C" w:rsidRPr="00113100" w:rsidRDefault="004F520C" w:rsidP="004F520C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het element bevat een reukafsluiter voor inloopdouche met afvoer in de muur die zich onder het niveau van de afgewerkte vloer bevindt</w:t>
      </w:r>
    </w:p>
    <w:p w14:paraId="71A64489" w14:textId="77777777" w:rsidR="004F520C" w:rsidRPr="00113100" w:rsidRDefault="004F520C" w:rsidP="004F520C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eigenschappen van deze reukafsluiter:</w:t>
      </w:r>
    </w:p>
    <w:p w14:paraId="71A6448A" w14:textId="77777777" w:rsidR="004F520C" w:rsidRPr="00113100" w:rsidRDefault="004F520C" w:rsidP="004F520C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afvoerdebiet  0,</w:t>
      </w:r>
      <w:r>
        <w:rPr>
          <w:rFonts w:ascii="Arial" w:hAnsi="Arial"/>
        </w:rPr>
        <w:t>4</w:t>
      </w:r>
      <w:r w:rsidRPr="00113100">
        <w:rPr>
          <w:rFonts w:ascii="Arial" w:hAnsi="Arial"/>
        </w:rPr>
        <w:t xml:space="preserve"> l/s</w:t>
      </w:r>
    </w:p>
    <w:p w14:paraId="71A6448B" w14:textId="77777777" w:rsidR="004F520C" w:rsidRPr="00113100" w:rsidRDefault="004F520C" w:rsidP="004F520C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waterslot </w:t>
      </w:r>
      <w:r>
        <w:rPr>
          <w:rFonts w:ascii="Arial" w:hAnsi="Arial"/>
        </w:rPr>
        <w:t>3</w:t>
      </w:r>
      <w:r w:rsidRPr="00113100">
        <w:rPr>
          <w:rFonts w:ascii="Arial" w:hAnsi="Arial"/>
        </w:rPr>
        <w:t xml:space="preserve"> cm</w:t>
      </w:r>
    </w:p>
    <w:p w14:paraId="71A6448C" w14:textId="77777777" w:rsidR="004F520C" w:rsidRPr="00113100" w:rsidRDefault="004F520C" w:rsidP="004F520C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met uitneembare haar</w:t>
      </w:r>
      <w:r>
        <w:rPr>
          <w:rFonts w:ascii="Arial" w:hAnsi="Arial"/>
        </w:rPr>
        <w:t>vanger</w:t>
      </w:r>
    </w:p>
    <w:p w14:paraId="71A6448D" w14:textId="77777777" w:rsidR="004F520C" w:rsidRPr="00113100" w:rsidRDefault="004F520C" w:rsidP="004F520C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bijhorende sierplaat is verkrijgbaar in alpien wit, </w:t>
      </w:r>
      <w:proofErr w:type="spellStart"/>
      <w:r w:rsidRPr="00113100">
        <w:rPr>
          <w:rFonts w:ascii="Arial" w:hAnsi="Arial"/>
        </w:rPr>
        <w:t>glansverchroomd</w:t>
      </w:r>
      <w:proofErr w:type="spellEnd"/>
      <w:r w:rsidRPr="00113100">
        <w:rPr>
          <w:rFonts w:ascii="Arial" w:hAnsi="Arial"/>
        </w:rPr>
        <w:t xml:space="preserve">, rvs en </w:t>
      </w:r>
      <w:r w:rsidRPr="00B619E3">
        <w:rPr>
          <w:rFonts w:ascii="Arial" w:hAnsi="Arial"/>
        </w:rPr>
        <w:t xml:space="preserve">versie om </w:t>
      </w:r>
      <w:r>
        <w:rPr>
          <w:rFonts w:ascii="Arial" w:hAnsi="Arial"/>
        </w:rPr>
        <w:t>te personaliseren</w:t>
      </w:r>
    </w:p>
    <w:p w14:paraId="71A6448E" w14:textId="77777777" w:rsidR="004F520C" w:rsidRPr="00113100" w:rsidRDefault="004F520C" w:rsidP="004F520C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geleverd met:</w:t>
      </w:r>
    </w:p>
    <w:p w14:paraId="71A6448F" w14:textId="77777777" w:rsidR="004F520C" w:rsidRPr="00113100" w:rsidRDefault="004F520C" w:rsidP="004F520C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afvoer</w:t>
      </w:r>
      <w:r>
        <w:rPr>
          <w:rFonts w:ascii="Arial" w:hAnsi="Arial"/>
        </w:rPr>
        <w:t>-aansluitstuk in PE ø4</w:t>
      </w:r>
      <w:r w:rsidRPr="00113100">
        <w:rPr>
          <w:rFonts w:ascii="Arial" w:hAnsi="Arial"/>
        </w:rPr>
        <w:t>0</w:t>
      </w:r>
    </w:p>
    <w:p w14:paraId="71A64490" w14:textId="77777777" w:rsidR="004F520C" w:rsidRPr="00113100" w:rsidRDefault="004F520C" w:rsidP="004F520C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dichtingsvlies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, rondom 10 cm, </w:t>
      </w:r>
      <w:r w:rsidRPr="00B619E3">
        <w:rPr>
          <w:rFonts w:ascii="Arial" w:hAnsi="Arial"/>
        </w:rPr>
        <w:t xml:space="preserve">voor </w:t>
      </w:r>
      <w:proofErr w:type="spellStart"/>
      <w:r w:rsidRPr="00B619E3">
        <w:rPr>
          <w:rFonts w:ascii="Arial" w:hAnsi="Arial"/>
        </w:rPr>
        <w:t>dunbedmortel</w:t>
      </w:r>
      <w:proofErr w:type="spellEnd"/>
      <w:r>
        <w:rPr>
          <w:rFonts w:ascii="Arial" w:hAnsi="Arial"/>
        </w:rPr>
        <w:t>, voor aansluiting met afdichtingssystemen</w:t>
      </w:r>
    </w:p>
    <w:p w14:paraId="71A64491" w14:textId="77777777" w:rsidR="004F520C" w:rsidRPr="00113100" w:rsidRDefault="004F520C" w:rsidP="004F520C">
      <w:pPr>
        <w:pStyle w:val="Bulleted1"/>
        <w:rPr>
          <w:rFonts w:ascii="Arial" w:hAnsi="Arial"/>
        </w:rPr>
      </w:pPr>
      <w:r w:rsidRPr="00B619E3">
        <w:rPr>
          <w:rFonts w:ascii="Arial" w:hAnsi="Arial"/>
        </w:rPr>
        <w:t>aanslui</w:t>
      </w:r>
      <w:r>
        <w:rPr>
          <w:rFonts w:ascii="Arial" w:hAnsi="Arial"/>
        </w:rPr>
        <w:t xml:space="preserve">ting aan de waterafvoer: links </w:t>
      </w:r>
      <w:r w:rsidRPr="00B619E3">
        <w:rPr>
          <w:rFonts w:ascii="Arial" w:hAnsi="Arial"/>
        </w:rPr>
        <w:t xml:space="preserve">of rechts </w:t>
      </w:r>
      <w:r>
        <w:rPr>
          <w:rFonts w:ascii="Arial" w:hAnsi="Arial"/>
        </w:rPr>
        <w:t>van het element, keuze te maken voor de montage</w:t>
      </w:r>
    </w:p>
    <w:p w14:paraId="71A64492" w14:textId="77777777" w:rsidR="00297E30" w:rsidRPr="000D0121" w:rsidRDefault="003E264D" w:rsidP="00297E3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In diepte instelbare m</w:t>
      </w:r>
      <w:r w:rsidR="00297E30" w:rsidRPr="2265662C">
        <w:rPr>
          <w:rFonts w:ascii="Arial" w:hAnsi="Arial"/>
          <w:b/>
          <w:bCs/>
          <w:u w:val="none"/>
        </w:rPr>
        <w:t xml:space="preserve">ontageplaat </w:t>
      </w:r>
      <w:r w:rsidRPr="2265662C">
        <w:rPr>
          <w:rFonts w:ascii="Arial" w:hAnsi="Arial"/>
          <w:b/>
          <w:bCs/>
          <w:u w:val="none"/>
        </w:rPr>
        <w:t>(</w:t>
      </w:r>
      <w:r w:rsidR="00297E30" w:rsidRPr="2265662C">
        <w:rPr>
          <w:rFonts w:ascii="Arial" w:hAnsi="Arial"/>
          <w:b/>
          <w:bCs/>
          <w:u w:val="none"/>
        </w:rPr>
        <w:t>voor inbouwkraanwerk</w:t>
      </w:r>
      <w:r w:rsidRPr="2265662C">
        <w:rPr>
          <w:rFonts w:ascii="Arial" w:hAnsi="Arial"/>
          <w:b/>
          <w:bCs/>
          <w:u w:val="none"/>
        </w:rPr>
        <w:t>)</w:t>
      </w:r>
    </w:p>
    <w:p w14:paraId="71A64493" w14:textId="77777777" w:rsidR="00297E30" w:rsidRPr="00113100" w:rsidRDefault="00297E30" w:rsidP="00297E30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297E30" w:rsidRPr="00735DE7" w14:paraId="71A6449B" w14:textId="77777777" w:rsidTr="0066052B">
        <w:tc>
          <w:tcPr>
            <w:tcW w:w="1163" w:type="dxa"/>
          </w:tcPr>
          <w:p w14:paraId="71A64494" w14:textId="77777777" w:rsidR="00297E30" w:rsidRPr="00735DE7" w:rsidRDefault="00297E30" w:rsidP="0066052B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495" w14:textId="77777777" w:rsidR="00297E30" w:rsidRPr="00735DE7" w:rsidRDefault="00297E30" w:rsidP="0066052B">
            <w:pPr>
              <w:jc w:val="right"/>
            </w:pPr>
            <w:r w:rsidRPr="00113100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71A64496" w14:textId="77777777" w:rsidR="00297E30" w:rsidRPr="00735DE7" w:rsidRDefault="00297E30" w:rsidP="0066052B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497" w14:textId="77777777" w:rsidR="00297E30" w:rsidRPr="00735DE7" w:rsidRDefault="00297E30" w:rsidP="0066052B">
            <w:r w:rsidRPr="00113100">
              <w:rPr>
                <w:rFonts w:ascii="Arial" w:hAnsi="Arial"/>
              </w:rPr>
              <w:t>7</w:t>
            </w:r>
          </w:p>
        </w:tc>
        <w:tc>
          <w:tcPr>
            <w:tcW w:w="142" w:type="dxa"/>
          </w:tcPr>
          <w:p w14:paraId="71A64498" w14:textId="77777777" w:rsidR="00297E30" w:rsidRPr="00735DE7" w:rsidRDefault="00297E30" w:rsidP="0066052B"/>
        </w:tc>
        <w:tc>
          <w:tcPr>
            <w:tcW w:w="454" w:type="dxa"/>
          </w:tcPr>
          <w:p w14:paraId="71A64499" w14:textId="77777777" w:rsidR="00297E30" w:rsidRPr="00735DE7" w:rsidRDefault="00297E30" w:rsidP="0066052B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49A" w14:textId="77777777" w:rsidR="00297E30" w:rsidRPr="00735DE7" w:rsidRDefault="00297E30" w:rsidP="0066052B"/>
        </w:tc>
      </w:tr>
      <w:tr w:rsidR="00297E30" w:rsidRPr="00113100" w14:paraId="71A644A3" w14:textId="77777777" w:rsidTr="0066052B">
        <w:tc>
          <w:tcPr>
            <w:tcW w:w="1163" w:type="dxa"/>
          </w:tcPr>
          <w:p w14:paraId="71A6449C" w14:textId="77777777" w:rsidR="00297E30" w:rsidRPr="00735DE7" w:rsidRDefault="00297E30" w:rsidP="0066052B">
            <w:r w:rsidRPr="00113100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71A6449D" w14:textId="77777777" w:rsidR="00297E30" w:rsidRPr="00735DE7" w:rsidRDefault="00297E30" w:rsidP="0066052B">
            <w:pPr>
              <w:jc w:val="right"/>
            </w:pPr>
            <w:r w:rsidRPr="00113100">
              <w:rPr>
                <w:rFonts w:ascii="Arial" w:hAnsi="Arial"/>
              </w:rPr>
              <w:t>30</w:t>
            </w:r>
          </w:p>
        </w:tc>
        <w:tc>
          <w:tcPr>
            <w:tcW w:w="85" w:type="dxa"/>
          </w:tcPr>
          <w:p w14:paraId="71A6449E" w14:textId="77777777" w:rsidR="00297E30" w:rsidRPr="00735DE7" w:rsidRDefault="00297E30" w:rsidP="0066052B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49F" w14:textId="77777777" w:rsidR="00297E30" w:rsidRPr="00735DE7" w:rsidRDefault="00297E30" w:rsidP="0066052B">
            <w:r w:rsidRPr="00113100">
              <w:rPr>
                <w:rFonts w:ascii="Arial" w:hAnsi="Arial"/>
              </w:rPr>
              <w:t>5</w:t>
            </w:r>
          </w:p>
        </w:tc>
        <w:tc>
          <w:tcPr>
            <w:tcW w:w="142" w:type="dxa"/>
          </w:tcPr>
          <w:p w14:paraId="71A644A0" w14:textId="77777777" w:rsidR="00297E30" w:rsidRPr="00735DE7" w:rsidRDefault="00297E30" w:rsidP="0066052B"/>
        </w:tc>
        <w:tc>
          <w:tcPr>
            <w:tcW w:w="454" w:type="dxa"/>
          </w:tcPr>
          <w:p w14:paraId="71A644A1" w14:textId="77777777" w:rsidR="00297E30" w:rsidRPr="00735DE7" w:rsidRDefault="00297E30" w:rsidP="0066052B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4A2" w14:textId="77777777" w:rsidR="00297E30" w:rsidRPr="00113100" w:rsidRDefault="00297E30" w:rsidP="0066052B">
            <w:pPr>
              <w:rPr>
                <w:rFonts w:ascii="Arial" w:hAnsi="Arial"/>
              </w:rPr>
            </w:pPr>
          </w:p>
        </w:tc>
      </w:tr>
    </w:tbl>
    <w:p w14:paraId="71A644A4" w14:textId="77777777" w:rsidR="00297E30" w:rsidRPr="00113100" w:rsidRDefault="003E264D" w:rsidP="003E264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de multiplex plaat </w:t>
      </w:r>
      <w:r w:rsidR="00297E30" w:rsidRPr="00113100">
        <w:rPr>
          <w:rFonts w:ascii="Arial" w:hAnsi="Arial"/>
        </w:rPr>
        <w:t xml:space="preserve">is </w:t>
      </w:r>
      <w:r w:rsidRPr="00113100">
        <w:rPr>
          <w:rFonts w:ascii="Arial" w:hAnsi="Arial"/>
        </w:rPr>
        <w:t xml:space="preserve">in de diepte </w:t>
      </w:r>
      <w:r w:rsidR="00193514" w:rsidRPr="00113100">
        <w:rPr>
          <w:rFonts w:ascii="Arial" w:hAnsi="Arial"/>
        </w:rPr>
        <w:t>instelbaar</w:t>
      </w:r>
      <w:r w:rsidRPr="00113100">
        <w:rPr>
          <w:rFonts w:ascii="Arial" w:hAnsi="Arial"/>
        </w:rPr>
        <w:t xml:space="preserve"> over 7 cm</w:t>
      </w:r>
    </w:p>
    <w:p w14:paraId="71A644A5" w14:textId="77777777" w:rsidR="00934308" w:rsidRPr="00113100" w:rsidRDefault="00934308" w:rsidP="00934308">
      <w:pPr>
        <w:rPr>
          <w:rFonts w:ascii="Arial" w:hAnsi="Arial"/>
        </w:rPr>
      </w:pPr>
    </w:p>
    <w:p w14:paraId="71A644A6" w14:textId="77777777" w:rsidR="001B5E25" w:rsidRPr="000D0121" w:rsidRDefault="001B5E25" w:rsidP="00297E3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Montagesteun voor opbouwkraanwerk</w:t>
      </w:r>
    </w:p>
    <w:p w14:paraId="71A644A7" w14:textId="77777777" w:rsidR="001B5E25" w:rsidRPr="00113100" w:rsidRDefault="001B5E25" w:rsidP="001B5E25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lastRenderedPageBreak/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1B5E25" w:rsidRPr="00113100" w14:paraId="71A644AF" w14:textId="77777777" w:rsidTr="00C7320F">
        <w:tc>
          <w:tcPr>
            <w:tcW w:w="1163" w:type="dxa"/>
          </w:tcPr>
          <w:p w14:paraId="71A644A8" w14:textId="77777777" w:rsidR="001B5E25" w:rsidRPr="00735DE7" w:rsidRDefault="001B5E25" w:rsidP="00C7320F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4A9" w14:textId="77777777" w:rsidR="001B5E25" w:rsidRPr="00735DE7" w:rsidRDefault="001B5E25" w:rsidP="00C7320F">
            <w:pPr>
              <w:jc w:val="right"/>
            </w:pPr>
            <w:r w:rsidRPr="00113100">
              <w:rPr>
                <w:rFonts w:ascii="Arial" w:hAnsi="Arial"/>
              </w:rPr>
              <w:t>31</w:t>
            </w:r>
          </w:p>
        </w:tc>
        <w:tc>
          <w:tcPr>
            <w:tcW w:w="85" w:type="dxa"/>
          </w:tcPr>
          <w:p w14:paraId="71A644AA" w14:textId="77777777" w:rsidR="001B5E25" w:rsidRPr="00735DE7" w:rsidRDefault="001B5E25" w:rsidP="00C7320F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4AB" w14:textId="77777777" w:rsidR="001B5E25" w:rsidRPr="00735DE7" w:rsidRDefault="001B5E25" w:rsidP="00C7320F">
            <w:r w:rsidRPr="00113100">
              <w:rPr>
                <w:rFonts w:ascii="Arial" w:hAnsi="Arial"/>
              </w:rPr>
              <w:t>2</w:t>
            </w:r>
          </w:p>
        </w:tc>
        <w:tc>
          <w:tcPr>
            <w:tcW w:w="142" w:type="dxa"/>
          </w:tcPr>
          <w:p w14:paraId="71A644AC" w14:textId="77777777" w:rsidR="001B5E25" w:rsidRPr="00735DE7" w:rsidRDefault="001B5E25" w:rsidP="00C7320F"/>
        </w:tc>
        <w:tc>
          <w:tcPr>
            <w:tcW w:w="454" w:type="dxa"/>
          </w:tcPr>
          <w:p w14:paraId="71A644AD" w14:textId="77777777" w:rsidR="001B5E25" w:rsidRPr="00735DE7" w:rsidRDefault="001B5E25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4AE" w14:textId="77777777" w:rsidR="001B5E25" w:rsidRPr="00113100" w:rsidRDefault="001B5E25" w:rsidP="00C7320F">
            <w:pPr>
              <w:rPr>
                <w:rFonts w:ascii="Arial" w:hAnsi="Arial"/>
              </w:rPr>
            </w:pPr>
            <w:r w:rsidRPr="00113100">
              <w:rPr>
                <w:rFonts w:ascii="Arial" w:hAnsi="Arial"/>
              </w:rPr>
              <w:t>(met zijprofielen)</w:t>
            </w:r>
          </w:p>
        </w:tc>
      </w:tr>
    </w:tbl>
    <w:p w14:paraId="71A644B0" w14:textId="77777777" w:rsidR="001B5E25" w:rsidRPr="00113100" w:rsidRDefault="001B5E25" w:rsidP="00166225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</w:t>
      </w:r>
      <w:r w:rsidR="00C80ACA" w:rsidRPr="00113100">
        <w:rPr>
          <w:rFonts w:ascii="Arial" w:hAnsi="Arial"/>
        </w:rPr>
        <w:t xml:space="preserve"> </w:t>
      </w:r>
      <w:r w:rsidRPr="00113100">
        <w:rPr>
          <w:rFonts w:ascii="Arial" w:hAnsi="Arial"/>
        </w:rPr>
        <w:t xml:space="preserve">2 muurplaten (tussenafstand </w:t>
      </w:r>
      <w:smartTag w:uri="urn:schemas-microsoft-com:office:smarttags" w:element="metricconverter">
        <w:smartTagPr>
          <w:attr w:name="ProductID" w:val="7,6 cm"/>
        </w:smartTagPr>
        <w:r w:rsidRPr="00113100">
          <w:rPr>
            <w:rFonts w:ascii="Arial" w:hAnsi="Arial"/>
          </w:rPr>
          <w:t>7,6 cm</w:t>
        </w:r>
      </w:smartTag>
      <w:r w:rsidRPr="00113100">
        <w:rPr>
          <w:rFonts w:ascii="Arial" w:hAnsi="Arial"/>
        </w:rPr>
        <w:t xml:space="preserve"> of </w:t>
      </w:r>
      <w:smartTag w:uri="urn:schemas-microsoft-com:office:smarttags" w:element="metricconverter">
        <w:smartTagPr>
          <w:attr w:name="ProductID" w:val="15,3 cm"/>
        </w:smartTagPr>
        <w:r w:rsidRPr="00113100">
          <w:rPr>
            <w:rFonts w:ascii="Arial" w:hAnsi="Arial"/>
          </w:rPr>
          <w:t>15,3 cm</w:t>
        </w:r>
      </w:smartTag>
      <w:r w:rsidRPr="00113100">
        <w:rPr>
          <w:rFonts w:ascii="Arial" w:hAnsi="Arial"/>
        </w:rPr>
        <w:t>), R 1/2” x Rp1/2”, voor de aansluiting van koud en warm water en de bevestiging van de opbouwkraan</w:t>
      </w:r>
    </w:p>
    <w:p w14:paraId="71A644B1" w14:textId="77777777" w:rsidR="00A64D0F" w:rsidRPr="000D0121" w:rsidRDefault="00A64D0F" w:rsidP="00A64D0F">
      <w:pPr>
        <w:pStyle w:val="Heading1"/>
        <w:rPr>
          <w:rFonts w:ascii="Arial" w:hAnsi="Arial"/>
          <w:b/>
        </w:rPr>
      </w:pPr>
      <w:r w:rsidRPr="2265662C">
        <w:rPr>
          <w:rFonts w:ascii="Arial" w:hAnsi="Arial"/>
          <w:b/>
          <w:bCs/>
        </w:rPr>
        <w:t>Beschrijving van de systeemcomponenten</w:t>
      </w:r>
    </w:p>
    <w:p w14:paraId="71A644B2" w14:textId="77777777" w:rsidR="001C4ADA" w:rsidRPr="000D0121" w:rsidRDefault="00746A8B" w:rsidP="001C4ADA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P</w:t>
      </w:r>
      <w:r w:rsidR="00513E6D" w:rsidRPr="2265662C">
        <w:rPr>
          <w:rFonts w:ascii="Arial" w:hAnsi="Arial"/>
          <w:b/>
          <w:bCs/>
          <w:u w:val="none"/>
        </w:rPr>
        <w:t>rofiel</w:t>
      </w:r>
    </w:p>
    <w:p w14:paraId="71A644B3" w14:textId="77777777" w:rsidR="002B1B7D" w:rsidRPr="00113100" w:rsidRDefault="002B1B7D" w:rsidP="0013512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</w:t>
      </w:r>
      <w:r w:rsidR="001C4ADA" w:rsidRPr="00113100">
        <w:rPr>
          <w:rFonts w:ascii="Arial" w:hAnsi="Arial"/>
        </w:rPr>
        <w:t>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232881" w:rsidRPr="00735DE7" w14:paraId="71A644BB" w14:textId="77777777" w:rsidTr="001577D6">
        <w:tc>
          <w:tcPr>
            <w:tcW w:w="1163" w:type="dxa"/>
          </w:tcPr>
          <w:p w14:paraId="71A644B4" w14:textId="77777777" w:rsidR="00232881" w:rsidRPr="00735DE7" w:rsidRDefault="00232881" w:rsidP="001577D6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4B5" w14:textId="77777777" w:rsidR="00232881" w:rsidRPr="00735DE7" w:rsidRDefault="00232881" w:rsidP="001577D6">
            <w:pPr>
              <w:jc w:val="right"/>
            </w:pPr>
            <w:r w:rsidRPr="00113100">
              <w:rPr>
                <w:rFonts w:ascii="Arial" w:hAnsi="Arial"/>
              </w:rPr>
              <w:t>3</w:t>
            </w:r>
          </w:p>
        </w:tc>
        <w:tc>
          <w:tcPr>
            <w:tcW w:w="85" w:type="dxa"/>
          </w:tcPr>
          <w:p w14:paraId="71A644B6" w14:textId="77777777" w:rsidR="00232881" w:rsidRPr="00735DE7" w:rsidRDefault="00232881" w:rsidP="001577D6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4B7" w14:textId="77777777" w:rsidR="00232881" w:rsidRPr="00735DE7" w:rsidRDefault="00232881" w:rsidP="001577D6">
            <w:r w:rsidRPr="00113100">
              <w:rPr>
                <w:rFonts w:ascii="Arial" w:hAnsi="Arial"/>
              </w:rPr>
              <w:t>2</w:t>
            </w:r>
          </w:p>
        </w:tc>
        <w:tc>
          <w:tcPr>
            <w:tcW w:w="142" w:type="dxa"/>
          </w:tcPr>
          <w:p w14:paraId="71A644B8" w14:textId="77777777" w:rsidR="00232881" w:rsidRPr="00735DE7" w:rsidRDefault="00232881" w:rsidP="001577D6"/>
        </w:tc>
        <w:tc>
          <w:tcPr>
            <w:tcW w:w="454" w:type="dxa"/>
          </w:tcPr>
          <w:p w14:paraId="71A644B9" w14:textId="77777777" w:rsidR="00232881" w:rsidRPr="00735DE7" w:rsidRDefault="00232881" w:rsidP="001577D6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4BA" w14:textId="77777777" w:rsidR="00232881" w:rsidRPr="00735DE7" w:rsidRDefault="00232881" w:rsidP="001577D6"/>
        </w:tc>
      </w:tr>
      <w:tr w:rsidR="00232881" w:rsidRPr="00735DE7" w14:paraId="71A644C3" w14:textId="77777777" w:rsidTr="001577D6">
        <w:tc>
          <w:tcPr>
            <w:tcW w:w="1163" w:type="dxa"/>
          </w:tcPr>
          <w:p w14:paraId="71A644BC" w14:textId="77777777" w:rsidR="00232881" w:rsidRPr="00735DE7" w:rsidRDefault="00232881" w:rsidP="001577D6">
            <w:r w:rsidRPr="00113100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71A644BD" w14:textId="77777777" w:rsidR="00232881" w:rsidRPr="00735DE7" w:rsidRDefault="00232881" w:rsidP="001577D6">
            <w:pPr>
              <w:jc w:val="right"/>
            </w:pPr>
            <w:r w:rsidRPr="00113100">
              <w:rPr>
                <w:rFonts w:ascii="Arial" w:hAnsi="Arial"/>
              </w:rPr>
              <w:t>3</w:t>
            </w:r>
          </w:p>
        </w:tc>
        <w:tc>
          <w:tcPr>
            <w:tcW w:w="85" w:type="dxa"/>
          </w:tcPr>
          <w:p w14:paraId="71A644BE" w14:textId="77777777" w:rsidR="00232881" w:rsidRPr="00735DE7" w:rsidRDefault="00232881" w:rsidP="001577D6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4BF" w14:textId="77777777" w:rsidR="00232881" w:rsidRPr="00735DE7" w:rsidRDefault="00232881" w:rsidP="001577D6">
            <w:r w:rsidRPr="00113100">
              <w:rPr>
                <w:rFonts w:ascii="Arial" w:hAnsi="Arial"/>
              </w:rPr>
              <w:t>2</w:t>
            </w:r>
          </w:p>
        </w:tc>
        <w:tc>
          <w:tcPr>
            <w:tcW w:w="142" w:type="dxa"/>
          </w:tcPr>
          <w:p w14:paraId="71A644C0" w14:textId="77777777" w:rsidR="00232881" w:rsidRPr="00735DE7" w:rsidRDefault="00232881" w:rsidP="001577D6"/>
        </w:tc>
        <w:tc>
          <w:tcPr>
            <w:tcW w:w="454" w:type="dxa"/>
          </w:tcPr>
          <w:p w14:paraId="71A644C1" w14:textId="77777777" w:rsidR="00232881" w:rsidRPr="00735DE7" w:rsidRDefault="00232881" w:rsidP="001577D6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4C2" w14:textId="77777777" w:rsidR="00232881" w:rsidRPr="00735DE7" w:rsidRDefault="00232881" w:rsidP="001577D6"/>
        </w:tc>
      </w:tr>
      <w:tr w:rsidR="00232881" w:rsidRPr="00113100" w14:paraId="71A644CB" w14:textId="77777777" w:rsidTr="001577D6">
        <w:tc>
          <w:tcPr>
            <w:tcW w:w="1163" w:type="dxa"/>
          </w:tcPr>
          <w:p w14:paraId="71A644C4" w14:textId="77777777" w:rsidR="00232881" w:rsidRPr="00735DE7" w:rsidRDefault="00232881" w:rsidP="001577D6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4C5" w14:textId="77777777" w:rsidR="00232881" w:rsidRPr="00735DE7" w:rsidRDefault="00232881" w:rsidP="001577D6">
            <w:pPr>
              <w:jc w:val="right"/>
            </w:pPr>
            <w:r w:rsidRPr="00113100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71A644C6" w14:textId="77777777" w:rsidR="00232881" w:rsidRPr="00735DE7" w:rsidRDefault="00232881" w:rsidP="001577D6"/>
        </w:tc>
        <w:tc>
          <w:tcPr>
            <w:tcW w:w="142" w:type="dxa"/>
          </w:tcPr>
          <w:p w14:paraId="71A644C7" w14:textId="77777777" w:rsidR="00232881" w:rsidRPr="00735DE7" w:rsidRDefault="00232881" w:rsidP="001577D6"/>
        </w:tc>
        <w:tc>
          <w:tcPr>
            <w:tcW w:w="142" w:type="dxa"/>
          </w:tcPr>
          <w:p w14:paraId="71A644C8" w14:textId="77777777" w:rsidR="00232881" w:rsidRPr="00735DE7" w:rsidRDefault="00232881" w:rsidP="001577D6"/>
        </w:tc>
        <w:tc>
          <w:tcPr>
            <w:tcW w:w="454" w:type="dxa"/>
          </w:tcPr>
          <w:p w14:paraId="71A644C9" w14:textId="77777777" w:rsidR="00232881" w:rsidRPr="00735DE7" w:rsidRDefault="00232881" w:rsidP="001577D6">
            <w:r w:rsidRPr="00113100">
              <w:rPr>
                <w:rFonts w:ascii="Arial" w:hAnsi="Arial"/>
              </w:rPr>
              <w:t>m</w:t>
            </w:r>
          </w:p>
        </w:tc>
        <w:tc>
          <w:tcPr>
            <w:tcW w:w="5018" w:type="dxa"/>
          </w:tcPr>
          <w:p w14:paraId="71A644CA" w14:textId="77777777" w:rsidR="00232881" w:rsidRPr="00113100" w:rsidRDefault="00232881" w:rsidP="001577D6">
            <w:pPr>
              <w:rPr>
                <w:rFonts w:ascii="Arial" w:hAnsi="Arial"/>
              </w:rPr>
            </w:pPr>
          </w:p>
        </w:tc>
      </w:tr>
    </w:tbl>
    <w:p w14:paraId="71A644CC" w14:textId="77777777" w:rsidR="001C4ADA" w:rsidRPr="00113100" w:rsidRDefault="00C35107" w:rsidP="002B1B7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verzinkt</w:t>
      </w:r>
      <w:r w:rsidR="009F5654" w:rsidRPr="00113100">
        <w:rPr>
          <w:rFonts w:ascii="Arial" w:hAnsi="Arial"/>
        </w:rPr>
        <w:t xml:space="preserve"> staal</w:t>
      </w:r>
    </w:p>
    <w:p w14:paraId="71A644CD" w14:textId="77777777" w:rsidR="00B207BC" w:rsidRPr="00113100" w:rsidRDefault="004C1F65" w:rsidP="002B1B7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vierkant profiel met</w:t>
      </w:r>
      <w:r w:rsidR="0013512D" w:rsidRPr="00113100">
        <w:rPr>
          <w:rFonts w:ascii="Arial" w:hAnsi="Arial"/>
        </w:rPr>
        <w:t xml:space="preserve"> </w:t>
      </w:r>
      <w:r w:rsidR="00C35107" w:rsidRPr="00113100">
        <w:rPr>
          <w:rFonts w:ascii="Arial" w:hAnsi="Arial"/>
        </w:rPr>
        <w:t>aan elke zijde</w:t>
      </w:r>
      <w:r w:rsidR="00762A74" w:rsidRPr="00113100">
        <w:rPr>
          <w:rFonts w:ascii="Arial" w:hAnsi="Arial"/>
        </w:rPr>
        <w:t xml:space="preserve"> een</w:t>
      </w:r>
      <w:r w:rsidR="0096003C" w:rsidRPr="00113100">
        <w:rPr>
          <w:rFonts w:ascii="Arial" w:hAnsi="Arial"/>
        </w:rPr>
        <w:t xml:space="preserve"> </w:t>
      </w:r>
      <w:r w:rsidR="00B207BC" w:rsidRPr="00113100">
        <w:rPr>
          <w:rFonts w:ascii="Arial" w:hAnsi="Arial"/>
        </w:rPr>
        <w:t>d</w:t>
      </w:r>
      <w:r w:rsidR="00B91EF1" w:rsidRPr="00113100">
        <w:rPr>
          <w:rFonts w:ascii="Arial" w:hAnsi="Arial"/>
        </w:rPr>
        <w:t>oorgaande zwaluwstaartgroef</w:t>
      </w:r>
    </w:p>
    <w:p w14:paraId="71A644CE" w14:textId="77777777" w:rsidR="00086F84" w:rsidRPr="000D0121" w:rsidRDefault="00086F84" w:rsidP="00086F84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Zelfklevende isolatie</w:t>
      </w:r>
      <w:r w:rsidR="000478E0" w:rsidRPr="2265662C">
        <w:rPr>
          <w:rFonts w:ascii="Arial" w:hAnsi="Arial"/>
          <w:b/>
          <w:bCs/>
          <w:u w:val="none"/>
        </w:rPr>
        <w:t>- en scheidingsband</w:t>
      </w:r>
    </w:p>
    <w:p w14:paraId="71A644CF" w14:textId="77777777" w:rsidR="00086F84" w:rsidRPr="00113100" w:rsidRDefault="00D51EC3" w:rsidP="00086F84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</w:t>
      </w:r>
      <w:r w:rsidR="00086F84" w:rsidRPr="00113100">
        <w:rPr>
          <w:rFonts w:ascii="Arial" w:hAnsi="Arial"/>
        </w:rPr>
        <w:t>fmetingen</w:t>
      </w:r>
      <w:r w:rsidRPr="00113100">
        <w:rPr>
          <w:rFonts w:ascii="Arial" w:hAnsi="Arial"/>
        </w:rPr>
        <w:t>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227"/>
        <w:gridCol w:w="142"/>
        <w:gridCol w:w="454"/>
        <w:gridCol w:w="5018"/>
      </w:tblGrid>
      <w:tr w:rsidR="00086F84" w:rsidRPr="00735DE7" w14:paraId="71A644D6" w14:textId="77777777" w:rsidTr="00C7320F">
        <w:tc>
          <w:tcPr>
            <w:tcW w:w="1163" w:type="dxa"/>
          </w:tcPr>
          <w:p w14:paraId="71A644D0" w14:textId="77777777" w:rsidR="00086F84" w:rsidRPr="00735DE7" w:rsidRDefault="00086F84" w:rsidP="00C7320F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4D1" w14:textId="77777777" w:rsidR="00086F84" w:rsidRPr="00735DE7" w:rsidRDefault="000478E0" w:rsidP="00C7320F">
            <w:pPr>
              <w:jc w:val="right"/>
            </w:pPr>
            <w:r>
              <w:t>5</w:t>
            </w:r>
          </w:p>
        </w:tc>
        <w:tc>
          <w:tcPr>
            <w:tcW w:w="227" w:type="dxa"/>
            <w:vMerge w:val="restart"/>
          </w:tcPr>
          <w:p w14:paraId="71A644D2" w14:textId="77777777" w:rsidR="00086F84" w:rsidRPr="00735DE7" w:rsidRDefault="00086F84" w:rsidP="00C7320F"/>
        </w:tc>
        <w:tc>
          <w:tcPr>
            <w:tcW w:w="142" w:type="dxa"/>
          </w:tcPr>
          <w:p w14:paraId="71A644D3" w14:textId="77777777" w:rsidR="00086F84" w:rsidRPr="00735DE7" w:rsidRDefault="00086F84" w:rsidP="00C7320F"/>
        </w:tc>
        <w:tc>
          <w:tcPr>
            <w:tcW w:w="454" w:type="dxa"/>
          </w:tcPr>
          <w:p w14:paraId="71A644D4" w14:textId="77777777" w:rsidR="00086F84" w:rsidRPr="00735DE7" w:rsidRDefault="00086F84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4D5" w14:textId="77777777" w:rsidR="00086F84" w:rsidRPr="00F402F2" w:rsidRDefault="00086F84" w:rsidP="00C7320F">
            <w:pPr>
              <w:rPr>
                <w:lang w:val="nl-BE"/>
              </w:rPr>
            </w:pPr>
          </w:p>
        </w:tc>
      </w:tr>
      <w:tr w:rsidR="00086F84" w:rsidRPr="00113100" w14:paraId="71A644DD" w14:textId="77777777" w:rsidTr="00C7320F">
        <w:tc>
          <w:tcPr>
            <w:tcW w:w="1163" w:type="dxa"/>
          </w:tcPr>
          <w:p w14:paraId="71A644D7" w14:textId="77777777" w:rsidR="00086F84" w:rsidRPr="00735DE7" w:rsidRDefault="00086F84" w:rsidP="00C7320F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4D8" w14:textId="77777777" w:rsidR="00086F84" w:rsidRPr="00735DE7" w:rsidRDefault="00086F84" w:rsidP="00C7320F">
            <w:pPr>
              <w:jc w:val="right"/>
            </w:pPr>
            <w:r w:rsidRPr="00113100">
              <w:rPr>
                <w:rFonts w:ascii="Arial" w:hAnsi="Arial"/>
              </w:rPr>
              <w:t>30</w:t>
            </w:r>
          </w:p>
        </w:tc>
        <w:tc>
          <w:tcPr>
            <w:tcW w:w="227" w:type="dxa"/>
            <w:vMerge/>
          </w:tcPr>
          <w:p w14:paraId="71A644D9" w14:textId="77777777" w:rsidR="00086F84" w:rsidRPr="00735DE7" w:rsidRDefault="00086F84" w:rsidP="00C7320F"/>
        </w:tc>
        <w:tc>
          <w:tcPr>
            <w:tcW w:w="142" w:type="dxa"/>
          </w:tcPr>
          <w:p w14:paraId="71A644DA" w14:textId="77777777" w:rsidR="00086F84" w:rsidRPr="00735DE7" w:rsidRDefault="00086F84" w:rsidP="00C7320F"/>
        </w:tc>
        <w:tc>
          <w:tcPr>
            <w:tcW w:w="454" w:type="dxa"/>
          </w:tcPr>
          <w:p w14:paraId="71A644DB" w14:textId="77777777" w:rsidR="00086F84" w:rsidRPr="00735DE7" w:rsidRDefault="00086F84" w:rsidP="00C7320F">
            <w:r w:rsidRPr="00113100">
              <w:rPr>
                <w:rFonts w:ascii="Arial" w:hAnsi="Arial"/>
              </w:rPr>
              <w:t>m</w:t>
            </w:r>
          </w:p>
        </w:tc>
        <w:tc>
          <w:tcPr>
            <w:tcW w:w="5018" w:type="dxa"/>
          </w:tcPr>
          <w:p w14:paraId="71A644DC" w14:textId="77777777" w:rsidR="00086F84" w:rsidRPr="00113100" w:rsidRDefault="00086F84" w:rsidP="00C7320F">
            <w:pPr>
              <w:rPr>
                <w:rFonts w:ascii="Arial" w:hAnsi="Arial"/>
              </w:rPr>
            </w:pPr>
          </w:p>
        </w:tc>
      </w:tr>
    </w:tbl>
    <w:p w14:paraId="71A644DE" w14:textId="77777777" w:rsidR="00086F84" w:rsidRPr="00113100" w:rsidRDefault="00086F84" w:rsidP="00086F84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zelfklevend</w:t>
      </w:r>
      <w:r w:rsidR="00D51EC3" w:rsidRPr="00113100">
        <w:rPr>
          <w:rFonts w:ascii="Arial" w:hAnsi="Arial"/>
        </w:rPr>
        <w:t xml:space="preserve"> aan één zijde</w:t>
      </w:r>
    </w:p>
    <w:p w14:paraId="71A644DF" w14:textId="77777777" w:rsidR="00D51EC3" w:rsidRPr="00113100" w:rsidRDefault="00D51EC3" w:rsidP="00086F84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elastisch</w:t>
      </w:r>
      <w:r w:rsidR="000478E0">
        <w:rPr>
          <w:rFonts w:ascii="Arial" w:hAnsi="Arial"/>
        </w:rPr>
        <w:t>, voor het vermijden van ongecontroleerde vorming van scheuren</w:t>
      </w:r>
    </w:p>
    <w:p w14:paraId="71A644E0" w14:textId="77777777" w:rsidR="00D51EC3" w:rsidRPr="00113100" w:rsidRDefault="00191F0E" w:rsidP="00086F84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materiaal: </w:t>
      </w:r>
      <w:r w:rsidR="00D51EC3" w:rsidRPr="00113100">
        <w:rPr>
          <w:rFonts w:ascii="Arial" w:hAnsi="Arial"/>
        </w:rPr>
        <w:t>vinylschuimstof</w:t>
      </w:r>
      <w:r w:rsidR="000478E0">
        <w:rPr>
          <w:rFonts w:ascii="Arial" w:hAnsi="Arial"/>
        </w:rPr>
        <w:t xml:space="preserve"> </w:t>
      </w:r>
      <w:r w:rsidR="00025663">
        <w:rPr>
          <w:rFonts w:ascii="Arial" w:hAnsi="Arial"/>
        </w:rPr>
        <w:t>-</w:t>
      </w:r>
      <w:r w:rsidR="000478E0">
        <w:rPr>
          <w:rFonts w:ascii="Arial" w:hAnsi="Arial"/>
        </w:rPr>
        <w:t xml:space="preserve"> voor de contactgeluidsontkoppeling tussen de afwerkingsplaten en de gebouwstructuur</w:t>
      </w:r>
    </w:p>
    <w:p w14:paraId="71A644E1" w14:textId="77777777" w:rsidR="007812EC" w:rsidRPr="000D0121" w:rsidRDefault="00CE6E25" w:rsidP="007812E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P</w:t>
      </w:r>
      <w:r w:rsidR="007812EC" w:rsidRPr="2265662C">
        <w:rPr>
          <w:rFonts w:ascii="Arial" w:hAnsi="Arial"/>
          <w:b/>
          <w:bCs/>
          <w:u w:val="none"/>
        </w:rPr>
        <w:t>rofiel</w:t>
      </w:r>
      <w:r w:rsidR="00F5195A" w:rsidRPr="2265662C">
        <w:rPr>
          <w:rFonts w:ascii="Arial" w:hAnsi="Arial"/>
          <w:b/>
          <w:bCs/>
          <w:u w:val="none"/>
        </w:rPr>
        <w:t>verbindings</w:t>
      </w:r>
      <w:r w:rsidRPr="2265662C">
        <w:rPr>
          <w:rFonts w:ascii="Arial" w:hAnsi="Arial"/>
          <w:b/>
          <w:bCs/>
          <w:u w:val="none"/>
        </w:rPr>
        <w:t>stuk</w:t>
      </w:r>
    </w:p>
    <w:p w14:paraId="71A644E2" w14:textId="77777777" w:rsidR="007812EC" w:rsidRPr="00113100" w:rsidRDefault="007812EC" w:rsidP="007812EC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CE6E25" w:rsidRPr="00735DE7" w14:paraId="71A644EA" w14:textId="77777777" w:rsidTr="00C7320F">
        <w:tc>
          <w:tcPr>
            <w:tcW w:w="1163" w:type="dxa"/>
          </w:tcPr>
          <w:p w14:paraId="71A644E3" w14:textId="77777777" w:rsidR="00CE6E25" w:rsidRPr="00735DE7" w:rsidRDefault="00CE6E25" w:rsidP="00C7320F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4E4" w14:textId="77777777" w:rsidR="00CE6E25" w:rsidRPr="00735DE7" w:rsidRDefault="008A63EF" w:rsidP="00C7320F">
            <w:pPr>
              <w:jc w:val="right"/>
            </w:pPr>
            <w:r w:rsidRPr="00113100">
              <w:rPr>
                <w:rFonts w:ascii="Arial" w:hAnsi="Arial"/>
              </w:rPr>
              <w:t>1</w:t>
            </w:r>
          </w:p>
        </w:tc>
        <w:tc>
          <w:tcPr>
            <w:tcW w:w="85" w:type="dxa"/>
          </w:tcPr>
          <w:p w14:paraId="71A644E5" w14:textId="77777777" w:rsidR="00CE6E25" w:rsidRPr="00735DE7" w:rsidRDefault="00CE6E25" w:rsidP="00C7320F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4E6" w14:textId="77777777" w:rsidR="00CE6E25" w:rsidRPr="00735DE7" w:rsidRDefault="008A63EF" w:rsidP="00C7320F">
            <w:r w:rsidRPr="00113100">
              <w:rPr>
                <w:rFonts w:ascii="Arial" w:hAnsi="Arial"/>
              </w:rPr>
              <w:t>9</w:t>
            </w:r>
          </w:p>
        </w:tc>
        <w:tc>
          <w:tcPr>
            <w:tcW w:w="142" w:type="dxa"/>
          </w:tcPr>
          <w:p w14:paraId="71A644E7" w14:textId="77777777" w:rsidR="00CE6E25" w:rsidRPr="00735DE7" w:rsidRDefault="00CE6E25" w:rsidP="00C7320F"/>
        </w:tc>
        <w:tc>
          <w:tcPr>
            <w:tcW w:w="454" w:type="dxa"/>
          </w:tcPr>
          <w:p w14:paraId="71A644E8" w14:textId="77777777" w:rsidR="00CE6E25" w:rsidRPr="00735DE7" w:rsidRDefault="00CE6E25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4E9" w14:textId="77777777" w:rsidR="00CE6E25" w:rsidRPr="00735DE7" w:rsidRDefault="00CE6E25" w:rsidP="00C7320F"/>
        </w:tc>
      </w:tr>
      <w:tr w:rsidR="00CE6E25" w:rsidRPr="00735DE7" w14:paraId="71A644F2" w14:textId="77777777" w:rsidTr="00C7320F">
        <w:tc>
          <w:tcPr>
            <w:tcW w:w="1163" w:type="dxa"/>
          </w:tcPr>
          <w:p w14:paraId="71A644EB" w14:textId="77777777" w:rsidR="00CE6E25" w:rsidRPr="00735DE7" w:rsidRDefault="00CE6E25" w:rsidP="00C7320F">
            <w:r w:rsidRPr="00113100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71A644EC" w14:textId="77777777" w:rsidR="00CE6E25" w:rsidRPr="00735DE7" w:rsidRDefault="008A63EF" w:rsidP="00C7320F">
            <w:pPr>
              <w:jc w:val="right"/>
            </w:pPr>
            <w:r w:rsidRPr="00113100">
              <w:rPr>
                <w:rFonts w:ascii="Arial" w:hAnsi="Arial"/>
              </w:rPr>
              <w:t>4</w:t>
            </w:r>
          </w:p>
        </w:tc>
        <w:tc>
          <w:tcPr>
            <w:tcW w:w="85" w:type="dxa"/>
          </w:tcPr>
          <w:p w14:paraId="71A644ED" w14:textId="77777777" w:rsidR="00CE6E25" w:rsidRPr="00735DE7" w:rsidRDefault="00CE6E25" w:rsidP="00C7320F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4EE" w14:textId="77777777" w:rsidR="00CE6E25" w:rsidRPr="00735DE7" w:rsidRDefault="00CE6E25" w:rsidP="00C7320F">
            <w:r w:rsidRPr="00113100">
              <w:rPr>
                <w:rFonts w:ascii="Arial" w:hAnsi="Arial"/>
              </w:rPr>
              <w:t>2</w:t>
            </w:r>
          </w:p>
        </w:tc>
        <w:tc>
          <w:tcPr>
            <w:tcW w:w="142" w:type="dxa"/>
          </w:tcPr>
          <w:p w14:paraId="71A644EF" w14:textId="77777777" w:rsidR="00CE6E25" w:rsidRPr="00735DE7" w:rsidRDefault="00CE6E25" w:rsidP="00C7320F"/>
        </w:tc>
        <w:tc>
          <w:tcPr>
            <w:tcW w:w="454" w:type="dxa"/>
          </w:tcPr>
          <w:p w14:paraId="71A644F0" w14:textId="77777777" w:rsidR="00CE6E25" w:rsidRPr="00735DE7" w:rsidRDefault="00CE6E25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4F1" w14:textId="77777777" w:rsidR="00CE6E25" w:rsidRPr="00735DE7" w:rsidRDefault="00CE6E25" w:rsidP="00C7320F"/>
        </w:tc>
      </w:tr>
      <w:tr w:rsidR="00CE6E25" w:rsidRPr="00113100" w14:paraId="71A644FA" w14:textId="77777777" w:rsidTr="00C7320F">
        <w:tc>
          <w:tcPr>
            <w:tcW w:w="1163" w:type="dxa"/>
          </w:tcPr>
          <w:p w14:paraId="71A644F3" w14:textId="77777777" w:rsidR="00CE6E25" w:rsidRPr="00735DE7" w:rsidRDefault="00CE6E25" w:rsidP="00C7320F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4F4" w14:textId="77777777" w:rsidR="00CE6E25" w:rsidRPr="00735DE7" w:rsidRDefault="008A63EF" w:rsidP="00C7320F">
            <w:pPr>
              <w:jc w:val="right"/>
            </w:pPr>
            <w:r w:rsidRPr="00113100">
              <w:rPr>
                <w:rFonts w:ascii="Arial" w:hAnsi="Arial"/>
              </w:rPr>
              <w:t>1</w:t>
            </w:r>
          </w:p>
        </w:tc>
        <w:tc>
          <w:tcPr>
            <w:tcW w:w="85" w:type="dxa"/>
          </w:tcPr>
          <w:p w14:paraId="71A644F5" w14:textId="77777777" w:rsidR="00CE6E25" w:rsidRPr="00735DE7" w:rsidRDefault="008A63EF" w:rsidP="00C7320F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4F6" w14:textId="77777777" w:rsidR="00CE6E25" w:rsidRPr="00735DE7" w:rsidRDefault="008A63EF" w:rsidP="00C7320F">
            <w:r w:rsidRPr="00113100">
              <w:rPr>
                <w:rFonts w:ascii="Arial" w:hAnsi="Arial"/>
              </w:rPr>
              <w:t>9</w:t>
            </w:r>
          </w:p>
        </w:tc>
        <w:tc>
          <w:tcPr>
            <w:tcW w:w="142" w:type="dxa"/>
          </w:tcPr>
          <w:p w14:paraId="71A644F7" w14:textId="77777777" w:rsidR="00CE6E25" w:rsidRPr="00735DE7" w:rsidRDefault="00CE6E25" w:rsidP="00C7320F"/>
        </w:tc>
        <w:tc>
          <w:tcPr>
            <w:tcW w:w="454" w:type="dxa"/>
          </w:tcPr>
          <w:p w14:paraId="71A644F8" w14:textId="77777777" w:rsidR="00CE6E25" w:rsidRPr="00735DE7" w:rsidRDefault="008A63EF" w:rsidP="00C7320F">
            <w:r w:rsidRPr="00113100">
              <w:rPr>
                <w:rFonts w:ascii="Arial" w:hAnsi="Arial"/>
              </w:rPr>
              <w:t>c</w:t>
            </w:r>
            <w:r w:rsidR="00CE6E25" w:rsidRPr="00113100">
              <w:rPr>
                <w:rFonts w:ascii="Arial" w:hAnsi="Arial"/>
              </w:rPr>
              <w:t>m</w:t>
            </w:r>
          </w:p>
        </w:tc>
        <w:tc>
          <w:tcPr>
            <w:tcW w:w="5018" w:type="dxa"/>
          </w:tcPr>
          <w:p w14:paraId="71A644F9" w14:textId="77777777" w:rsidR="00CE6E25" w:rsidRPr="00113100" w:rsidRDefault="00CE6E25" w:rsidP="00C7320F">
            <w:pPr>
              <w:rPr>
                <w:rFonts w:ascii="Arial" w:hAnsi="Arial"/>
              </w:rPr>
            </w:pPr>
          </w:p>
        </w:tc>
      </w:tr>
    </w:tbl>
    <w:p w14:paraId="71A644FB" w14:textId="77777777" w:rsidR="00CE6E25" w:rsidRPr="00113100" w:rsidRDefault="00CE6E25" w:rsidP="00CE6E25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verzinkt</w:t>
      </w:r>
    </w:p>
    <w:p w14:paraId="71A644FC" w14:textId="77777777" w:rsidR="00CE6E25" w:rsidRPr="00113100" w:rsidRDefault="008A63EF" w:rsidP="00166225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vierkant koppelstuk dat aan </w:t>
      </w:r>
      <w:r w:rsidR="00CE6E25" w:rsidRPr="00113100">
        <w:rPr>
          <w:rFonts w:ascii="Arial" w:hAnsi="Arial"/>
        </w:rPr>
        <w:t xml:space="preserve">elke zijde, </w:t>
      </w:r>
      <w:r w:rsidRPr="00113100">
        <w:rPr>
          <w:rFonts w:ascii="Arial" w:hAnsi="Arial"/>
        </w:rPr>
        <w:t xml:space="preserve">over een afstand van </w:t>
      </w:r>
      <w:smartTag w:uri="urn:schemas-microsoft-com:office:smarttags" w:element="metricconverter">
        <w:smartTagPr>
          <w:attr w:name="ProductID" w:val="2 cm"/>
        </w:smartTagPr>
        <w:r w:rsidRPr="00113100">
          <w:rPr>
            <w:rFonts w:ascii="Arial" w:hAnsi="Arial"/>
          </w:rPr>
          <w:t>2 cm</w:t>
        </w:r>
      </w:smartTag>
      <w:r w:rsidR="00CE6E25" w:rsidRPr="00113100">
        <w:rPr>
          <w:rFonts w:ascii="Arial" w:hAnsi="Arial"/>
        </w:rPr>
        <w:t xml:space="preserve">, </w:t>
      </w:r>
      <w:r w:rsidRPr="00113100">
        <w:rPr>
          <w:rFonts w:ascii="Arial" w:hAnsi="Arial"/>
        </w:rPr>
        <w:t>in de</w:t>
      </w:r>
      <w:r w:rsidR="00166225">
        <w:rPr>
          <w:rFonts w:ascii="Arial" w:hAnsi="Arial"/>
        </w:rPr>
        <w:t xml:space="preserve"> </w:t>
      </w:r>
      <w:r w:rsidRPr="00113100">
        <w:rPr>
          <w:rFonts w:ascii="Arial" w:hAnsi="Arial"/>
        </w:rPr>
        <w:t xml:space="preserve">te verbinden </w:t>
      </w:r>
      <w:r w:rsidR="00CE6E25" w:rsidRPr="00113100">
        <w:rPr>
          <w:rFonts w:ascii="Arial" w:hAnsi="Arial"/>
        </w:rPr>
        <w:t>profiel</w:t>
      </w:r>
      <w:r w:rsidRPr="00113100">
        <w:rPr>
          <w:rFonts w:ascii="Arial" w:hAnsi="Arial"/>
        </w:rPr>
        <w:t>einden dringt.</w:t>
      </w:r>
    </w:p>
    <w:p w14:paraId="71A644FD" w14:textId="77777777" w:rsidR="007812EC" w:rsidRPr="000D0121" w:rsidRDefault="00BA5657" w:rsidP="007812E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br w:type="page"/>
      </w:r>
      <w:r w:rsidR="007812EC" w:rsidRPr="2265662C">
        <w:rPr>
          <w:rFonts w:ascii="Arial" w:hAnsi="Arial"/>
          <w:b/>
          <w:bCs/>
          <w:u w:val="none"/>
        </w:rPr>
        <w:lastRenderedPageBreak/>
        <w:t>Profielverbinder</w:t>
      </w:r>
    </w:p>
    <w:p w14:paraId="71A644FE" w14:textId="77777777" w:rsidR="007812EC" w:rsidRPr="00113100" w:rsidRDefault="007812EC" w:rsidP="007812EC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verzinkt</w:t>
      </w:r>
    </w:p>
    <w:p w14:paraId="71A644FF" w14:textId="77777777" w:rsidR="007812EC" w:rsidRPr="00113100" w:rsidRDefault="007812EC" w:rsidP="00BD7830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bezit een vierkantige schacht die in het profiel van het sanitair installatiesysteem glijdt</w:t>
      </w:r>
    </w:p>
    <w:p w14:paraId="71A64500" w14:textId="77777777" w:rsidR="007812EC" w:rsidRPr="00113100" w:rsidRDefault="007812EC" w:rsidP="007812EC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de kop, met een oppervlak van 3,2 x 3,2 cm, wordt door het indrukken van de hendel gekneld in een zijgroef van het profiel van het sanitair installatiesysteem</w:t>
      </w:r>
    </w:p>
    <w:p w14:paraId="71A64501" w14:textId="77777777" w:rsidR="007812EC" w:rsidRPr="00516986" w:rsidRDefault="007812EC" w:rsidP="00BD7830">
      <w:pPr>
        <w:pStyle w:val="Bulleted1"/>
        <w:rPr>
          <w:rFonts w:ascii="Arial" w:hAnsi="Arial" w:cs="Arial"/>
        </w:rPr>
      </w:pPr>
      <w:r w:rsidRPr="00516986">
        <w:rPr>
          <w:rFonts w:ascii="Arial" w:hAnsi="Arial" w:cs="Arial"/>
        </w:rPr>
        <w:t>uitgerust met</w:t>
      </w:r>
      <w:r w:rsidR="00BD7830" w:rsidRPr="00516986">
        <w:rPr>
          <w:rFonts w:ascii="Arial" w:hAnsi="Arial" w:cs="Arial"/>
        </w:rPr>
        <w:t xml:space="preserve"> </w:t>
      </w:r>
      <w:r w:rsidRPr="00516986">
        <w:rPr>
          <w:rFonts w:ascii="Arial" w:hAnsi="Arial" w:cs="Arial"/>
        </w:rPr>
        <w:t xml:space="preserve">inwendige veer die, bij het indrukken van </w:t>
      </w:r>
      <w:r w:rsidR="003604F7" w:rsidRPr="00516986">
        <w:rPr>
          <w:rFonts w:ascii="Arial" w:hAnsi="Arial" w:cs="Arial"/>
        </w:rPr>
        <w:t>het</w:t>
      </w:r>
      <w:r w:rsidRPr="00516986">
        <w:rPr>
          <w:rFonts w:ascii="Arial" w:hAnsi="Arial" w:cs="Arial"/>
        </w:rPr>
        <w:t xml:space="preserve"> hendel, </w:t>
      </w:r>
      <w:r w:rsidR="003604F7" w:rsidRPr="00516986">
        <w:rPr>
          <w:rFonts w:ascii="Arial" w:hAnsi="Arial" w:cs="Arial"/>
        </w:rPr>
        <w:t>de</w:t>
      </w:r>
      <w:r w:rsidRPr="00516986">
        <w:rPr>
          <w:rFonts w:ascii="Arial" w:hAnsi="Arial" w:cs="Arial"/>
        </w:rPr>
        <w:t xml:space="preserve"> </w:t>
      </w:r>
      <w:proofErr w:type="spellStart"/>
      <w:r w:rsidRPr="00516986">
        <w:rPr>
          <w:rFonts w:ascii="Arial" w:hAnsi="Arial" w:cs="Arial"/>
        </w:rPr>
        <w:t>schachtgeelte</w:t>
      </w:r>
      <w:proofErr w:type="spellEnd"/>
      <w:r w:rsidRPr="00516986">
        <w:rPr>
          <w:rFonts w:ascii="Arial" w:hAnsi="Arial" w:cs="Arial"/>
        </w:rPr>
        <w:t xml:space="preserve"> knelt in het profiel van het sanitair installatiesysteem.</w:t>
      </w:r>
    </w:p>
    <w:p w14:paraId="71A64502" w14:textId="77777777" w:rsidR="00AC5D29" w:rsidRPr="000D0121" w:rsidRDefault="00AC5D29" w:rsidP="00AC5D29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Verbindingsstuk</w:t>
      </w:r>
    </w:p>
    <w:p w14:paraId="71A64503" w14:textId="77777777" w:rsidR="00AC5D29" w:rsidRPr="00113100" w:rsidRDefault="00AC5D29" w:rsidP="00AC5D29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454"/>
        <w:gridCol w:w="85"/>
        <w:gridCol w:w="454"/>
        <w:gridCol w:w="5018"/>
      </w:tblGrid>
      <w:tr w:rsidR="00AC5D29" w:rsidRPr="00735DE7" w14:paraId="71A6450C" w14:textId="77777777" w:rsidTr="00C7320F">
        <w:tc>
          <w:tcPr>
            <w:tcW w:w="1163" w:type="dxa"/>
          </w:tcPr>
          <w:p w14:paraId="71A64504" w14:textId="77777777" w:rsidR="00AC5D29" w:rsidRPr="00735DE7" w:rsidRDefault="00AC5D29" w:rsidP="00C7320F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505" w14:textId="77777777" w:rsidR="00AC5D29" w:rsidRPr="00735DE7" w:rsidRDefault="00AC5D29" w:rsidP="00C7320F">
            <w:pPr>
              <w:jc w:val="right"/>
            </w:pPr>
          </w:p>
        </w:tc>
        <w:tc>
          <w:tcPr>
            <w:tcW w:w="85" w:type="dxa"/>
          </w:tcPr>
          <w:p w14:paraId="71A64506" w14:textId="77777777" w:rsidR="00AC5D29" w:rsidRPr="00735DE7" w:rsidRDefault="00AC5D29" w:rsidP="00C7320F"/>
        </w:tc>
        <w:tc>
          <w:tcPr>
            <w:tcW w:w="142" w:type="dxa"/>
          </w:tcPr>
          <w:p w14:paraId="71A64507" w14:textId="77777777" w:rsidR="00AC5D29" w:rsidRPr="00735DE7" w:rsidRDefault="00AC5D29" w:rsidP="00C7320F"/>
        </w:tc>
        <w:tc>
          <w:tcPr>
            <w:tcW w:w="454" w:type="dxa"/>
          </w:tcPr>
          <w:p w14:paraId="71A64508" w14:textId="77777777" w:rsidR="00AC5D29" w:rsidRPr="00735DE7" w:rsidRDefault="00AC5D29" w:rsidP="00C7320F">
            <w:pPr>
              <w:jc w:val="right"/>
            </w:pPr>
            <w:r w:rsidRPr="00113100">
              <w:rPr>
                <w:rFonts w:ascii="Arial" w:hAnsi="Arial"/>
              </w:rPr>
              <w:t>3</w:t>
            </w:r>
          </w:p>
        </w:tc>
        <w:tc>
          <w:tcPr>
            <w:tcW w:w="85" w:type="dxa"/>
          </w:tcPr>
          <w:p w14:paraId="71A64509" w14:textId="77777777" w:rsidR="00AC5D29" w:rsidRPr="00735DE7" w:rsidRDefault="00AC5D29" w:rsidP="00C7320F"/>
        </w:tc>
        <w:tc>
          <w:tcPr>
            <w:tcW w:w="454" w:type="dxa"/>
          </w:tcPr>
          <w:p w14:paraId="71A6450A" w14:textId="77777777" w:rsidR="00AC5D29" w:rsidRPr="00735DE7" w:rsidRDefault="00AC5D29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0B" w14:textId="77777777" w:rsidR="00AC5D29" w:rsidRPr="00735DE7" w:rsidRDefault="00AC5D29" w:rsidP="00C7320F"/>
        </w:tc>
      </w:tr>
      <w:tr w:rsidR="00AC5D29" w:rsidRPr="00735DE7" w14:paraId="71A64515" w14:textId="77777777" w:rsidTr="00C7320F">
        <w:tc>
          <w:tcPr>
            <w:tcW w:w="1163" w:type="dxa"/>
          </w:tcPr>
          <w:p w14:paraId="71A6450D" w14:textId="77777777" w:rsidR="00AC5D29" w:rsidRPr="00735DE7" w:rsidRDefault="00AC5D29" w:rsidP="00C7320F">
            <w:r w:rsidRPr="00113100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71A6450E" w14:textId="77777777" w:rsidR="00AC5D29" w:rsidRPr="00735DE7" w:rsidRDefault="00AC5D29" w:rsidP="00C7320F">
            <w:pPr>
              <w:jc w:val="right"/>
            </w:pPr>
            <w:r w:rsidRPr="001131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71A6450F" w14:textId="77777777" w:rsidR="00AC5D29" w:rsidRPr="00735DE7" w:rsidRDefault="00AC5D29" w:rsidP="00C7320F"/>
        </w:tc>
        <w:tc>
          <w:tcPr>
            <w:tcW w:w="142" w:type="dxa"/>
          </w:tcPr>
          <w:p w14:paraId="71A64510" w14:textId="77777777" w:rsidR="00AC5D29" w:rsidRPr="00735DE7" w:rsidRDefault="00AC5D29" w:rsidP="00C7320F"/>
        </w:tc>
        <w:tc>
          <w:tcPr>
            <w:tcW w:w="454" w:type="dxa"/>
          </w:tcPr>
          <w:p w14:paraId="71A64511" w14:textId="77777777" w:rsidR="00AC5D29" w:rsidRPr="00735DE7" w:rsidRDefault="00AC5D29" w:rsidP="00C7320F">
            <w:pPr>
              <w:jc w:val="right"/>
            </w:pPr>
            <w:r w:rsidRPr="00113100">
              <w:rPr>
                <w:rFonts w:ascii="Arial" w:hAnsi="Arial"/>
              </w:rPr>
              <w:t>3</w:t>
            </w:r>
          </w:p>
        </w:tc>
        <w:tc>
          <w:tcPr>
            <w:tcW w:w="85" w:type="dxa"/>
          </w:tcPr>
          <w:p w14:paraId="71A64512" w14:textId="77777777" w:rsidR="00AC5D29" w:rsidRPr="00735DE7" w:rsidRDefault="00AC5D29" w:rsidP="00C7320F"/>
        </w:tc>
        <w:tc>
          <w:tcPr>
            <w:tcW w:w="454" w:type="dxa"/>
          </w:tcPr>
          <w:p w14:paraId="71A64513" w14:textId="77777777" w:rsidR="00AC5D29" w:rsidRPr="00735DE7" w:rsidRDefault="00AC5D29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14" w14:textId="77777777" w:rsidR="00AC5D29" w:rsidRPr="00735DE7" w:rsidRDefault="00AC5D29" w:rsidP="00C7320F"/>
        </w:tc>
      </w:tr>
      <w:tr w:rsidR="00AC5D29" w:rsidRPr="00113100" w14:paraId="71A6451E" w14:textId="77777777" w:rsidTr="00C7320F">
        <w:tc>
          <w:tcPr>
            <w:tcW w:w="1163" w:type="dxa"/>
          </w:tcPr>
          <w:p w14:paraId="71A64516" w14:textId="77777777" w:rsidR="00AC5D29" w:rsidRPr="00735DE7" w:rsidRDefault="00AC5D29" w:rsidP="00C7320F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517" w14:textId="77777777" w:rsidR="00AC5D29" w:rsidRPr="00735DE7" w:rsidRDefault="00AC5D29" w:rsidP="00C7320F">
            <w:pPr>
              <w:jc w:val="right"/>
            </w:pPr>
            <w:r w:rsidRPr="00113100">
              <w:rPr>
                <w:rFonts w:ascii="Arial" w:hAnsi="Arial"/>
              </w:rPr>
              <w:t>9</w:t>
            </w:r>
          </w:p>
        </w:tc>
        <w:tc>
          <w:tcPr>
            <w:tcW w:w="85" w:type="dxa"/>
          </w:tcPr>
          <w:p w14:paraId="71A64518" w14:textId="77777777" w:rsidR="00AC5D29" w:rsidRPr="00735DE7" w:rsidRDefault="00AC5D29" w:rsidP="00C7320F"/>
        </w:tc>
        <w:tc>
          <w:tcPr>
            <w:tcW w:w="142" w:type="dxa"/>
          </w:tcPr>
          <w:p w14:paraId="71A64519" w14:textId="77777777" w:rsidR="00AC5D29" w:rsidRPr="00735DE7" w:rsidRDefault="00AC5D29" w:rsidP="00C7320F">
            <w:r w:rsidRPr="00113100">
              <w:rPr>
                <w:rFonts w:ascii="Arial" w:hAnsi="Arial"/>
              </w:rPr>
              <w:t>-</w:t>
            </w:r>
          </w:p>
        </w:tc>
        <w:tc>
          <w:tcPr>
            <w:tcW w:w="454" w:type="dxa"/>
          </w:tcPr>
          <w:p w14:paraId="71A6451A" w14:textId="77777777" w:rsidR="00AC5D29" w:rsidRPr="00735DE7" w:rsidRDefault="00AC5D29" w:rsidP="00C7320F">
            <w:pPr>
              <w:jc w:val="right"/>
            </w:pPr>
            <w:r w:rsidRPr="00113100">
              <w:rPr>
                <w:rFonts w:ascii="Arial" w:hAnsi="Arial"/>
              </w:rPr>
              <w:t>14</w:t>
            </w:r>
          </w:p>
        </w:tc>
        <w:tc>
          <w:tcPr>
            <w:tcW w:w="85" w:type="dxa"/>
          </w:tcPr>
          <w:p w14:paraId="71A6451B" w14:textId="77777777" w:rsidR="00AC5D29" w:rsidRPr="00735DE7" w:rsidRDefault="00AC5D29" w:rsidP="00C7320F"/>
        </w:tc>
        <w:tc>
          <w:tcPr>
            <w:tcW w:w="454" w:type="dxa"/>
          </w:tcPr>
          <w:p w14:paraId="71A6451C" w14:textId="77777777" w:rsidR="00AC5D29" w:rsidRPr="00735DE7" w:rsidRDefault="00AC5D29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1D" w14:textId="77777777" w:rsidR="00AC5D29" w:rsidRPr="00113100" w:rsidRDefault="00AC5D29" w:rsidP="00C7320F">
            <w:pPr>
              <w:rPr>
                <w:rFonts w:ascii="Arial" w:hAnsi="Arial"/>
              </w:rPr>
            </w:pPr>
            <w:r w:rsidRPr="00113100">
              <w:rPr>
                <w:rFonts w:ascii="Arial" w:hAnsi="Arial"/>
              </w:rPr>
              <w:t>(afstand tussen profielen)</w:t>
            </w:r>
          </w:p>
        </w:tc>
      </w:tr>
    </w:tbl>
    <w:p w14:paraId="71A6451F" w14:textId="77777777" w:rsidR="00AC5D29" w:rsidRPr="00113100" w:rsidRDefault="00AC5D29" w:rsidP="00AC5D29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verzinkt</w:t>
      </w:r>
    </w:p>
    <w:p w14:paraId="71A64520" w14:textId="77777777" w:rsidR="00AC5D29" w:rsidRPr="00113100" w:rsidRDefault="00AC5D29" w:rsidP="00AC5D29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bezit een beugel die de 2 in elkaar schuivende delen trapsgewijs blokkeert</w:t>
      </w:r>
    </w:p>
    <w:p w14:paraId="71A64521" w14:textId="77777777" w:rsidR="00AC5D29" w:rsidRPr="009A2040" w:rsidRDefault="00F0085C" w:rsidP="00F0085C">
      <w:pPr>
        <w:pStyle w:val="Bulleted1"/>
        <w:rPr>
          <w:rFonts w:ascii="Arial" w:hAnsi="Arial" w:cs="Arial"/>
        </w:rPr>
      </w:pPr>
      <w:r w:rsidRPr="009A2040">
        <w:rPr>
          <w:rFonts w:ascii="Arial" w:hAnsi="Arial" w:cs="Arial"/>
        </w:rPr>
        <w:t xml:space="preserve">uitgerust met </w:t>
      </w:r>
      <w:r w:rsidR="00AC5D29" w:rsidRPr="009A2040">
        <w:rPr>
          <w:rFonts w:ascii="Arial" w:hAnsi="Arial" w:cs="Arial"/>
        </w:rPr>
        <w:t>trapeziumvormige uiteinden, die perfect in de conisch gevormde groeven van het profiel van het sanitair installatiesysteem passen</w:t>
      </w:r>
    </w:p>
    <w:p w14:paraId="71A64522" w14:textId="77777777" w:rsidR="001E0682" w:rsidRPr="000D0121" w:rsidRDefault="00944965" w:rsidP="001E0682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Muurbevestiging</w:t>
      </w:r>
    </w:p>
    <w:p w14:paraId="71A64523" w14:textId="77777777" w:rsidR="001E0682" w:rsidRPr="00113100" w:rsidRDefault="001E0682" w:rsidP="001E0682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454"/>
        <w:gridCol w:w="85"/>
        <w:gridCol w:w="454"/>
        <w:gridCol w:w="5018"/>
      </w:tblGrid>
      <w:tr w:rsidR="001E0682" w:rsidRPr="00735DE7" w14:paraId="71A6452C" w14:textId="77777777" w:rsidTr="00C7320F">
        <w:tc>
          <w:tcPr>
            <w:tcW w:w="1163" w:type="dxa"/>
          </w:tcPr>
          <w:p w14:paraId="71A64524" w14:textId="77777777" w:rsidR="001E0682" w:rsidRPr="00735DE7" w:rsidRDefault="001E0682" w:rsidP="00C7320F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525" w14:textId="77777777" w:rsidR="001E0682" w:rsidRPr="00735DE7" w:rsidRDefault="001E0682" w:rsidP="00C7320F">
            <w:pPr>
              <w:jc w:val="right"/>
            </w:pPr>
          </w:p>
        </w:tc>
        <w:tc>
          <w:tcPr>
            <w:tcW w:w="85" w:type="dxa"/>
          </w:tcPr>
          <w:p w14:paraId="71A64526" w14:textId="77777777" w:rsidR="001E0682" w:rsidRPr="00735DE7" w:rsidRDefault="001E0682" w:rsidP="00C7320F"/>
        </w:tc>
        <w:tc>
          <w:tcPr>
            <w:tcW w:w="142" w:type="dxa"/>
          </w:tcPr>
          <w:p w14:paraId="71A64527" w14:textId="77777777" w:rsidR="001E0682" w:rsidRPr="00735DE7" w:rsidRDefault="001E0682" w:rsidP="00C7320F"/>
        </w:tc>
        <w:tc>
          <w:tcPr>
            <w:tcW w:w="454" w:type="dxa"/>
          </w:tcPr>
          <w:p w14:paraId="71A64528" w14:textId="77777777" w:rsidR="001E0682" w:rsidRPr="00735DE7" w:rsidRDefault="00B74546" w:rsidP="00C7320F">
            <w:pPr>
              <w:jc w:val="right"/>
            </w:pPr>
            <w:r w:rsidRPr="00113100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71A64529" w14:textId="77777777" w:rsidR="001E0682" w:rsidRPr="00735DE7" w:rsidRDefault="001E0682" w:rsidP="00C7320F"/>
        </w:tc>
        <w:tc>
          <w:tcPr>
            <w:tcW w:w="454" w:type="dxa"/>
          </w:tcPr>
          <w:p w14:paraId="71A6452A" w14:textId="77777777" w:rsidR="001E0682" w:rsidRPr="00735DE7" w:rsidRDefault="001E0682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2B" w14:textId="77777777" w:rsidR="001E0682" w:rsidRPr="00735DE7" w:rsidRDefault="001E0682" w:rsidP="00C7320F"/>
        </w:tc>
      </w:tr>
      <w:tr w:rsidR="001E0682" w:rsidRPr="00735DE7" w14:paraId="71A64535" w14:textId="77777777" w:rsidTr="00C7320F">
        <w:tc>
          <w:tcPr>
            <w:tcW w:w="1163" w:type="dxa"/>
          </w:tcPr>
          <w:p w14:paraId="71A6452D" w14:textId="77777777" w:rsidR="001E0682" w:rsidRPr="00735DE7" w:rsidRDefault="001E0682" w:rsidP="00C7320F">
            <w:r w:rsidRPr="00113100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71A6452E" w14:textId="77777777" w:rsidR="001E0682" w:rsidRPr="00735DE7" w:rsidRDefault="001E0682" w:rsidP="00C7320F">
            <w:pPr>
              <w:jc w:val="right"/>
            </w:pPr>
            <w:r w:rsidRPr="001131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71A6452F" w14:textId="77777777" w:rsidR="001E0682" w:rsidRPr="00735DE7" w:rsidRDefault="001E0682" w:rsidP="00C7320F"/>
        </w:tc>
        <w:tc>
          <w:tcPr>
            <w:tcW w:w="142" w:type="dxa"/>
          </w:tcPr>
          <w:p w14:paraId="71A64530" w14:textId="77777777" w:rsidR="001E0682" w:rsidRPr="00735DE7" w:rsidRDefault="001E0682" w:rsidP="00C7320F"/>
        </w:tc>
        <w:tc>
          <w:tcPr>
            <w:tcW w:w="454" w:type="dxa"/>
          </w:tcPr>
          <w:p w14:paraId="71A64531" w14:textId="77777777" w:rsidR="001E0682" w:rsidRPr="00735DE7" w:rsidRDefault="00B74546" w:rsidP="00C7320F">
            <w:pPr>
              <w:jc w:val="right"/>
            </w:pPr>
            <w:r w:rsidRPr="00113100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71A64532" w14:textId="77777777" w:rsidR="001E0682" w:rsidRPr="00735DE7" w:rsidRDefault="001E0682" w:rsidP="00C7320F"/>
        </w:tc>
        <w:tc>
          <w:tcPr>
            <w:tcW w:w="454" w:type="dxa"/>
          </w:tcPr>
          <w:p w14:paraId="71A64533" w14:textId="77777777" w:rsidR="001E0682" w:rsidRPr="00735DE7" w:rsidRDefault="001E0682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34" w14:textId="77777777" w:rsidR="001E0682" w:rsidRPr="00735DE7" w:rsidRDefault="001E0682" w:rsidP="00C7320F"/>
        </w:tc>
      </w:tr>
      <w:tr w:rsidR="001E0682" w:rsidRPr="00113100" w14:paraId="71A6453E" w14:textId="77777777" w:rsidTr="00C7320F">
        <w:tc>
          <w:tcPr>
            <w:tcW w:w="1163" w:type="dxa"/>
          </w:tcPr>
          <w:p w14:paraId="71A64536" w14:textId="77777777" w:rsidR="001E0682" w:rsidRPr="00735DE7" w:rsidRDefault="001E0682" w:rsidP="00C7320F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537" w14:textId="77777777" w:rsidR="001E0682" w:rsidRPr="00735DE7" w:rsidRDefault="00886C9C" w:rsidP="00C7320F">
            <w:pPr>
              <w:jc w:val="right"/>
            </w:pPr>
            <w:r w:rsidRPr="00113100">
              <w:rPr>
                <w:rFonts w:ascii="Arial" w:hAnsi="Arial"/>
              </w:rPr>
              <w:t>6</w:t>
            </w:r>
            <w:r w:rsidR="00B74546" w:rsidRPr="00113100">
              <w:rPr>
                <w:rFonts w:ascii="Arial" w:hAnsi="Arial"/>
              </w:rPr>
              <w:t>,5</w:t>
            </w:r>
          </w:p>
        </w:tc>
        <w:tc>
          <w:tcPr>
            <w:tcW w:w="85" w:type="dxa"/>
          </w:tcPr>
          <w:p w14:paraId="71A64538" w14:textId="77777777" w:rsidR="001E0682" w:rsidRPr="00735DE7" w:rsidRDefault="001E0682" w:rsidP="00C7320F"/>
        </w:tc>
        <w:tc>
          <w:tcPr>
            <w:tcW w:w="142" w:type="dxa"/>
          </w:tcPr>
          <w:p w14:paraId="71A64539" w14:textId="77777777" w:rsidR="001E0682" w:rsidRPr="00735DE7" w:rsidRDefault="001E0682" w:rsidP="00C7320F">
            <w:r w:rsidRPr="00113100">
              <w:rPr>
                <w:rFonts w:ascii="Arial" w:hAnsi="Arial"/>
              </w:rPr>
              <w:t>-</w:t>
            </w:r>
          </w:p>
        </w:tc>
        <w:tc>
          <w:tcPr>
            <w:tcW w:w="454" w:type="dxa"/>
          </w:tcPr>
          <w:p w14:paraId="71A6453A" w14:textId="77777777" w:rsidR="001E0682" w:rsidRPr="00735DE7" w:rsidRDefault="00B74546" w:rsidP="00C7320F">
            <w:pPr>
              <w:jc w:val="right"/>
            </w:pPr>
            <w:r w:rsidRPr="00113100">
              <w:rPr>
                <w:rFonts w:ascii="Arial" w:hAnsi="Arial"/>
              </w:rPr>
              <w:t>26</w:t>
            </w:r>
          </w:p>
        </w:tc>
        <w:tc>
          <w:tcPr>
            <w:tcW w:w="85" w:type="dxa"/>
          </w:tcPr>
          <w:p w14:paraId="71A6453B" w14:textId="77777777" w:rsidR="001E0682" w:rsidRPr="00735DE7" w:rsidRDefault="001E0682" w:rsidP="00C7320F"/>
        </w:tc>
        <w:tc>
          <w:tcPr>
            <w:tcW w:w="454" w:type="dxa"/>
          </w:tcPr>
          <w:p w14:paraId="71A6453C" w14:textId="77777777" w:rsidR="001E0682" w:rsidRPr="00735DE7" w:rsidRDefault="001E0682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3D" w14:textId="77777777" w:rsidR="001E0682" w:rsidRPr="00113100" w:rsidRDefault="001E0682" w:rsidP="00C7320F">
            <w:pPr>
              <w:rPr>
                <w:rFonts w:ascii="Arial" w:hAnsi="Arial"/>
              </w:rPr>
            </w:pPr>
            <w:r w:rsidRPr="00113100">
              <w:rPr>
                <w:rFonts w:ascii="Arial" w:hAnsi="Arial"/>
              </w:rPr>
              <w:t>(afstand tussen profielen)</w:t>
            </w:r>
          </w:p>
        </w:tc>
      </w:tr>
    </w:tbl>
    <w:p w14:paraId="71A6453F" w14:textId="77777777" w:rsidR="001E0682" w:rsidRPr="00113100" w:rsidRDefault="001E0682" w:rsidP="001E0682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verzinkt</w:t>
      </w:r>
    </w:p>
    <w:p w14:paraId="71A64540" w14:textId="77777777" w:rsidR="001E0682" w:rsidRPr="00113100" w:rsidRDefault="001E0682" w:rsidP="001E0682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bezit een </w:t>
      </w:r>
      <w:r w:rsidR="007D0E81" w:rsidRPr="00113100">
        <w:rPr>
          <w:rFonts w:ascii="Arial" w:hAnsi="Arial"/>
        </w:rPr>
        <w:t>vleugelmoer</w:t>
      </w:r>
      <w:r w:rsidRPr="00113100">
        <w:rPr>
          <w:rFonts w:ascii="Arial" w:hAnsi="Arial"/>
        </w:rPr>
        <w:t xml:space="preserve"> die d</w:t>
      </w:r>
      <w:r w:rsidR="007D0E81" w:rsidRPr="00113100">
        <w:rPr>
          <w:rFonts w:ascii="Arial" w:hAnsi="Arial"/>
        </w:rPr>
        <w:t xml:space="preserve">e 2 in elkaar schuivende delen </w:t>
      </w:r>
      <w:r w:rsidRPr="00113100">
        <w:rPr>
          <w:rFonts w:ascii="Arial" w:hAnsi="Arial"/>
        </w:rPr>
        <w:t>blokkeert</w:t>
      </w:r>
    </w:p>
    <w:p w14:paraId="71A64541" w14:textId="77777777" w:rsidR="000826A6" w:rsidRPr="000D0121" w:rsidRDefault="000826A6" w:rsidP="000826A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 w:rsidRPr="2265662C">
        <w:rPr>
          <w:rFonts w:ascii="Arial" w:hAnsi="Arial"/>
          <w:b/>
          <w:bCs/>
          <w:u w:val="none"/>
        </w:rPr>
        <w:t>Verbindingslus</w:t>
      </w:r>
      <w:proofErr w:type="spellEnd"/>
    </w:p>
    <w:p w14:paraId="71A64542" w14:textId="77777777" w:rsidR="000826A6" w:rsidRPr="00113100" w:rsidRDefault="000826A6" w:rsidP="000826A6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0826A6" w:rsidRPr="00735DE7" w14:paraId="71A6454A" w14:textId="77777777" w:rsidTr="00C7320F">
        <w:tc>
          <w:tcPr>
            <w:tcW w:w="1163" w:type="dxa"/>
          </w:tcPr>
          <w:p w14:paraId="71A64543" w14:textId="77777777" w:rsidR="000826A6" w:rsidRPr="00735DE7" w:rsidRDefault="000826A6" w:rsidP="00C7320F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544" w14:textId="77777777" w:rsidR="000826A6" w:rsidRPr="00735DE7" w:rsidRDefault="000826A6" w:rsidP="00C7320F">
            <w:pPr>
              <w:jc w:val="right"/>
            </w:pPr>
            <w:r w:rsidRPr="00113100">
              <w:rPr>
                <w:rFonts w:ascii="Arial" w:hAnsi="Arial"/>
              </w:rPr>
              <w:t>3</w:t>
            </w:r>
          </w:p>
        </w:tc>
        <w:tc>
          <w:tcPr>
            <w:tcW w:w="85" w:type="dxa"/>
          </w:tcPr>
          <w:p w14:paraId="71A64545" w14:textId="77777777" w:rsidR="000826A6" w:rsidRPr="00735DE7" w:rsidRDefault="000826A6" w:rsidP="00C7320F"/>
        </w:tc>
        <w:tc>
          <w:tcPr>
            <w:tcW w:w="142" w:type="dxa"/>
          </w:tcPr>
          <w:p w14:paraId="71A64546" w14:textId="77777777" w:rsidR="000826A6" w:rsidRPr="00735DE7" w:rsidRDefault="000826A6" w:rsidP="00C7320F"/>
        </w:tc>
        <w:tc>
          <w:tcPr>
            <w:tcW w:w="142" w:type="dxa"/>
          </w:tcPr>
          <w:p w14:paraId="71A64547" w14:textId="77777777" w:rsidR="000826A6" w:rsidRPr="00735DE7" w:rsidRDefault="000826A6" w:rsidP="00C7320F"/>
        </w:tc>
        <w:tc>
          <w:tcPr>
            <w:tcW w:w="454" w:type="dxa"/>
          </w:tcPr>
          <w:p w14:paraId="71A64548" w14:textId="77777777" w:rsidR="000826A6" w:rsidRPr="00735DE7" w:rsidRDefault="000826A6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49" w14:textId="77777777" w:rsidR="000826A6" w:rsidRPr="00735DE7" w:rsidRDefault="000826A6" w:rsidP="00C7320F"/>
        </w:tc>
      </w:tr>
      <w:tr w:rsidR="000826A6" w:rsidRPr="00735DE7" w14:paraId="71A64552" w14:textId="77777777" w:rsidTr="00C7320F">
        <w:tc>
          <w:tcPr>
            <w:tcW w:w="1163" w:type="dxa"/>
          </w:tcPr>
          <w:p w14:paraId="71A6454B" w14:textId="77777777" w:rsidR="000826A6" w:rsidRPr="00735DE7" w:rsidRDefault="000826A6" w:rsidP="00C7320F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54C" w14:textId="77777777" w:rsidR="000826A6" w:rsidRPr="00735DE7" w:rsidRDefault="000826A6" w:rsidP="00C7320F">
            <w:pPr>
              <w:jc w:val="right"/>
            </w:pPr>
            <w:r w:rsidRPr="00113100">
              <w:rPr>
                <w:rFonts w:ascii="Arial" w:hAnsi="Arial"/>
              </w:rPr>
              <w:t>13</w:t>
            </w:r>
          </w:p>
        </w:tc>
        <w:tc>
          <w:tcPr>
            <w:tcW w:w="85" w:type="dxa"/>
          </w:tcPr>
          <w:p w14:paraId="71A6454D" w14:textId="77777777" w:rsidR="000826A6" w:rsidRPr="00735DE7" w:rsidRDefault="000826A6" w:rsidP="00C7320F"/>
        </w:tc>
        <w:tc>
          <w:tcPr>
            <w:tcW w:w="142" w:type="dxa"/>
          </w:tcPr>
          <w:p w14:paraId="71A6454E" w14:textId="77777777" w:rsidR="000826A6" w:rsidRPr="00735DE7" w:rsidRDefault="000826A6" w:rsidP="00C7320F"/>
        </w:tc>
        <w:tc>
          <w:tcPr>
            <w:tcW w:w="142" w:type="dxa"/>
          </w:tcPr>
          <w:p w14:paraId="71A6454F" w14:textId="77777777" w:rsidR="000826A6" w:rsidRPr="00735DE7" w:rsidRDefault="000826A6" w:rsidP="00C7320F"/>
        </w:tc>
        <w:tc>
          <w:tcPr>
            <w:tcW w:w="454" w:type="dxa"/>
          </w:tcPr>
          <w:p w14:paraId="71A64550" w14:textId="77777777" w:rsidR="000826A6" w:rsidRPr="00735DE7" w:rsidRDefault="000826A6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51" w14:textId="77777777" w:rsidR="000826A6" w:rsidRPr="00735DE7" w:rsidRDefault="000826A6" w:rsidP="00C7320F"/>
        </w:tc>
      </w:tr>
      <w:tr w:rsidR="000826A6" w:rsidRPr="00113100" w14:paraId="71A6455A" w14:textId="77777777" w:rsidTr="00C7320F">
        <w:tc>
          <w:tcPr>
            <w:tcW w:w="1163" w:type="dxa"/>
          </w:tcPr>
          <w:p w14:paraId="71A64553" w14:textId="77777777" w:rsidR="000826A6" w:rsidRPr="00735DE7" w:rsidRDefault="000826A6" w:rsidP="00C7320F">
            <w:r w:rsidRPr="00113100">
              <w:rPr>
                <w:rFonts w:ascii="Arial" w:hAnsi="Arial"/>
              </w:rPr>
              <w:t>dikte:</w:t>
            </w:r>
          </w:p>
        </w:tc>
        <w:tc>
          <w:tcPr>
            <w:tcW w:w="708" w:type="dxa"/>
          </w:tcPr>
          <w:p w14:paraId="71A64554" w14:textId="77777777" w:rsidR="000826A6" w:rsidRPr="00735DE7" w:rsidRDefault="000826A6" w:rsidP="00C7320F">
            <w:pPr>
              <w:jc w:val="right"/>
            </w:pPr>
            <w:r w:rsidRPr="00113100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71A64555" w14:textId="77777777" w:rsidR="000826A6" w:rsidRPr="00735DE7" w:rsidRDefault="000826A6" w:rsidP="00C7320F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556" w14:textId="77777777" w:rsidR="000826A6" w:rsidRPr="00735DE7" w:rsidRDefault="000826A6" w:rsidP="00C7320F">
            <w:r w:rsidRPr="00113100">
              <w:rPr>
                <w:rFonts w:ascii="Arial" w:hAnsi="Arial"/>
              </w:rPr>
              <w:t>4</w:t>
            </w:r>
          </w:p>
        </w:tc>
        <w:tc>
          <w:tcPr>
            <w:tcW w:w="142" w:type="dxa"/>
          </w:tcPr>
          <w:p w14:paraId="71A64557" w14:textId="77777777" w:rsidR="000826A6" w:rsidRPr="00735DE7" w:rsidRDefault="000826A6" w:rsidP="00C7320F"/>
        </w:tc>
        <w:tc>
          <w:tcPr>
            <w:tcW w:w="454" w:type="dxa"/>
          </w:tcPr>
          <w:p w14:paraId="71A64558" w14:textId="77777777" w:rsidR="000826A6" w:rsidRPr="00735DE7" w:rsidRDefault="000826A6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59" w14:textId="77777777" w:rsidR="000826A6" w:rsidRPr="00113100" w:rsidRDefault="000826A6" w:rsidP="00C7320F">
            <w:pPr>
              <w:rPr>
                <w:rFonts w:ascii="Arial" w:hAnsi="Arial"/>
              </w:rPr>
            </w:pPr>
          </w:p>
        </w:tc>
      </w:tr>
    </w:tbl>
    <w:p w14:paraId="71A6455B" w14:textId="77777777" w:rsidR="000826A6" w:rsidRPr="00113100" w:rsidRDefault="000826A6" w:rsidP="000826A6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verzinkt</w:t>
      </w:r>
    </w:p>
    <w:p w14:paraId="71A6455C" w14:textId="77777777" w:rsidR="000826A6" w:rsidRPr="00516986" w:rsidRDefault="00D21808" w:rsidP="00D21808">
      <w:pPr>
        <w:pStyle w:val="Bulleted1"/>
        <w:rPr>
          <w:rFonts w:ascii="Arial" w:hAnsi="Arial" w:cs="Arial"/>
        </w:rPr>
      </w:pPr>
      <w:r w:rsidRPr="00516986">
        <w:rPr>
          <w:rFonts w:ascii="Arial" w:hAnsi="Arial" w:cs="Arial"/>
        </w:rPr>
        <w:t xml:space="preserve">uitgerust met </w:t>
      </w:r>
      <w:r w:rsidR="000826A6" w:rsidRPr="00516986">
        <w:rPr>
          <w:rFonts w:ascii="Arial" w:hAnsi="Arial" w:cs="Arial"/>
        </w:rPr>
        <w:t xml:space="preserve">2 metaalschroeven en moeren M8. De schroeven hebben een </w:t>
      </w:r>
      <w:proofErr w:type="spellStart"/>
      <w:r w:rsidR="000826A6" w:rsidRPr="00516986">
        <w:rPr>
          <w:rFonts w:ascii="Arial" w:hAnsi="Arial" w:cs="Arial"/>
        </w:rPr>
        <w:t>inbuskop</w:t>
      </w:r>
      <w:proofErr w:type="spellEnd"/>
      <w:r w:rsidR="000826A6" w:rsidRPr="00516986">
        <w:rPr>
          <w:rFonts w:ascii="Arial" w:hAnsi="Arial" w:cs="Arial"/>
        </w:rPr>
        <w:t xml:space="preserve"> en een trapeziumvormig uiteinde, dat perfect in de conisch gevormde groeven van het profiel van het sanitair installatiesysteem past.</w:t>
      </w:r>
    </w:p>
    <w:p w14:paraId="71A6455D" w14:textId="77777777" w:rsidR="001C4ADA" w:rsidRPr="000D0121" w:rsidRDefault="00934308" w:rsidP="00262E19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br w:type="page"/>
      </w:r>
      <w:r w:rsidR="00513E6D" w:rsidRPr="2265662C">
        <w:rPr>
          <w:rFonts w:ascii="Arial" w:hAnsi="Arial"/>
          <w:b/>
          <w:bCs/>
          <w:u w:val="none"/>
        </w:rPr>
        <w:lastRenderedPageBreak/>
        <w:t>Montagehoek</w:t>
      </w:r>
      <w:r w:rsidR="005F688C" w:rsidRPr="2265662C">
        <w:rPr>
          <w:rFonts w:ascii="Arial" w:hAnsi="Arial"/>
          <w:b/>
          <w:bCs/>
          <w:u w:val="none"/>
        </w:rPr>
        <w:t>steun</w:t>
      </w:r>
    </w:p>
    <w:p w14:paraId="71A6455E" w14:textId="77777777" w:rsidR="005F688C" w:rsidRPr="00113100" w:rsidRDefault="005F688C" w:rsidP="001F69E2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2E764C" w:rsidRPr="00735DE7" w14:paraId="71A64566" w14:textId="77777777" w:rsidTr="001577D6">
        <w:tc>
          <w:tcPr>
            <w:tcW w:w="1163" w:type="dxa"/>
          </w:tcPr>
          <w:p w14:paraId="71A6455F" w14:textId="77777777" w:rsidR="002E764C" w:rsidRPr="00735DE7" w:rsidRDefault="002E764C" w:rsidP="001577D6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560" w14:textId="77777777" w:rsidR="002E764C" w:rsidRPr="00735DE7" w:rsidRDefault="002E764C" w:rsidP="001577D6">
            <w:pPr>
              <w:jc w:val="right"/>
            </w:pPr>
            <w:r w:rsidRPr="00113100">
              <w:rPr>
                <w:rFonts w:ascii="Arial" w:hAnsi="Arial"/>
              </w:rPr>
              <w:t>7</w:t>
            </w:r>
          </w:p>
        </w:tc>
        <w:tc>
          <w:tcPr>
            <w:tcW w:w="85" w:type="dxa"/>
          </w:tcPr>
          <w:p w14:paraId="71A64561" w14:textId="77777777" w:rsidR="002E764C" w:rsidRPr="00735DE7" w:rsidRDefault="002E764C" w:rsidP="001577D6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562" w14:textId="77777777" w:rsidR="002E764C" w:rsidRPr="00735DE7" w:rsidRDefault="002E764C" w:rsidP="001577D6">
            <w:r w:rsidRPr="00113100">
              <w:rPr>
                <w:rFonts w:ascii="Arial" w:hAnsi="Arial"/>
              </w:rPr>
              <w:t>5</w:t>
            </w:r>
          </w:p>
        </w:tc>
        <w:tc>
          <w:tcPr>
            <w:tcW w:w="142" w:type="dxa"/>
          </w:tcPr>
          <w:p w14:paraId="71A64563" w14:textId="77777777" w:rsidR="002E764C" w:rsidRPr="00735DE7" w:rsidRDefault="002E764C" w:rsidP="001577D6"/>
        </w:tc>
        <w:tc>
          <w:tcPr>
            <w:tcW w:w="454" w:type="dxa"/>
          </w:tcPr>
          <w:p w14:paraId="71A64564" w14:textId="77777777" w:rsidR="002E764C" w:rsidRPr="00735DE7" w:rsidRDefault="002E764C" w:rsidP="001577D6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65" w14:textId="77777777" w:rsidR="002E764C" w:rsidRPr="00735DE7" w:rsidRDefault="001F69E2" w:rsidP="001577D6">
            <w:r w:rsidRPr="00113100">
              <w:rPr>
                <w:rFonts w:ascii="Arial" w:hAnsi="Arial"/>
              </w:rPr>
              <w:t>(zijde 1)</w:t>
            </w:r>
          </w:p>
        </w:tc>
      </w:tr>
      <w:tr w:rsidR="002E764C" w:rsidRPr="00735DE7" w14:paraId="71A6456E" w14:textId="77777777" w:rsidTr="001577D6">
        <w:tc>
          <w:tcPr>
            <w:tcW w:w="1163" w:type="dxa"/>
          </w:tcPr>
          <w:p w14:paraId="71A64567" w14:textId="77777777" w:rsidR="002E764C" w:rsidRPr="00735DE7" w:rsidRDefault="002E764C" w:rsidP="001577D6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568" w14:textId="77777777" w:rsidR="002E764C" w:rsidRPr="00735DE7" w:rsidRDefault="002E764C" w:rsidP="001577D6">
            <w:pPr>
              <w:jc w:val="right"/>
            </w:pPr>
            <w:r w:rsidRPr="00113100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71A64569" w14:textId="77777777" w:rsidR="002E764C" w:rsidRPr="00735DE7" w:rsidRDefault="002E764C" w:rsidP="001577D6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56A" w14:textId="77777777" w:rsidR="002E764C" w:rsidRPr="00735DE7" w:rsidRDefault="002E764C" w:rsidP="001577D6">
            <w:r w:rsidRPr="00113100">
              <w:rPr>
                <w:rFonts w:ascii="Arial" w:hAnsi="Arial"/>
              </w:rPr>
              <w:t>5</w:t>
            </w:r>
          </w:p>
        </w:tc>
        <w:tc>
          <w:tcPr>
            <w:tcW w:w="142" w:type="dxa"/>
          </w:tcPr>
          <w:p w14:paraId="71A6456B" w14:textId="77777777" w:rsidR="002E764C" w:rsidRPr="00735DE7" w:rsidRDefault="002E764C" w:rsidP="001577D6"/>
        </w:tc>
        <w:tc>
          <w:tcPr>
            <w:tcW w:w="454" w:type="dxa"/>
          </w:tcPr>
          <w:p w14:paraId="71A6456C" w14:textId="77777777" w:rsidR="002E764C" w:rsidRPr="00735DE7" w:rsidRDefault="002E764C" w:rsidP="001577D6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6D" w14:textId="77777777" w:rsidR="002E764C" w:rsidRPr="00735DE7" w:rsidRDefault="001F69E2" w:rsidP="001577D6">
            <w:r w:rsidRPr="00113100">
              <w:rPr>
                <w:rFonts w:ascii="Arial" w:hAnsi="Arial"/>
              </w:rPr>
              <w:t>(zijde 2)</w:t>
            </w:r>
          </w:p>
        </w:tc>
      </w:tr>
      <w:tr w:rsidR="002E764C" w:rsidRPr="00113100" w14:paraId="71A64576" w14:textId="77777777" w:rsidTr="001577D6">
        <w:tc>
          <w:tcPr>
            <w:tcW w:w="1163" w:type="dxa"/>
          </w:tcPr>
          <w:p w14:paraId="71A6456F" w14:textId="77777777" w:rsidR="002E764C" w:rsidRPr="00735DE7" w:rsidRDefault="002E764C" w:rsidP="001577D6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570" w14:textId="77777777" w:rsidR="002E764C" w:rsidRPr="00735DE7" w:rsidRDefault="002E764C" w:rsidP="001577D6">
            <w:pPr>
              <w:jc w:val="right"/>
            </w:pPr>
            <w:r w:rsidRPr="00113100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71A64571" w14:textId="77777777" w:rsidR="002E764C" w:rsidRPr="00735DE7" w:rsidRDefault="002E764C" w:rsidP="001577D6"/>
        </w:tc>
        <w:tc>
          <w:tcPr>
            <w:tcW w:w="142" w:type="dxa"/>
          </w:tcPr>
          <w:p w14:paraId="71A64572" w14:textId="77777777" w:rsidR="002E764C" w:rsidRPr="00735DE7" w:rsidRDefault="002E764C" w:rsidP="001577D6"/>
        </w:tc>
        <w:tc>
          <w:tcPr>
            <w:tcW w:w="142" w:type="dxa"/>
          </w:tcPr>
          <w:p w14:paraId="71A64573" w14:textId="77777777" w:rsidR="002E764C" w:rsidRPr="00735DE7" w:rsidRDefault="002E764C" w:rsidP="001577D6"/>
        </w:tc>
        <w:tc>
          <w:tcPr>
            <w:tcW w:w="454" w:type="dxa"/>
          </w:tcPr>
          <w:p w14:paraId="71A64574" w14:textId="77777777" w:rsidR="002E764C" w:rsidRPr="00735DE7" w:rsidRDefault="002E764C" w:rsidP="001577D6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75" w14:textId="77777777" w:rsidR="002E764C" w:rsidRPr="00113100" w:rsidRDefault="001F69E2" w:rsidP="001577D6">
            <w:pPr>
              <w:rPr>
                <w:rFonts w:ascii="Arial" w:hAnsi="Arial"/>
              </w:rPr>
            </w:pPr>
            <w:r w:rsidRPr="00113100">
              <w:rPr>
                <w:rFonts w:ascii="Arial" w:hAnsi="Arial"/>
              </w:rPr>
              <w:t>(zijde 1 en 2)</w:t>
            </w:r>
          </w:p>
        </w:tc>
      </w:tr>
    </w:tbl>
    <w:p w14:paraId="71A64577" w14:textId="77777777" w:rsidR="005F688C" w:rsidRPr="00113100" w:rsidRDefault="005F688C" w:rsidP="005F688C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verzinkt</w:t>
      </w:r>
    </w:p>
    <w:p w14:paraId="71A64578" w14:textId="77777777" w:rsidR="001C4ADA" w:rsidRPr="00113100" w:rsidRDefault="005F688C" w:rsidP="001C4ADA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beide zijden hebben 2 </w:t>
      </w:r>
      <w:proofErr w:type="spellStart"/>
      <w:r w:rsidRPr="00113100">
        <w:rPr>
          <w:rFonts w:ascii="Arial" w:hAnsi="Arial"/>
        </w:rPr>
        <w:t>langsgleuven</w:t>
      </w:r>
      <w:proofErr w:type="spellEnd"/>
    </w:p>
    <w:p w14:paraId="71A64579" w14:textId="77777777" w:rsidR="008205F8" w:rsidRPr="00113100" w:rsidRDefault="008205F8" w:rsidP="008205F8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met:</w:t>
      </w:r>
    </w:p>
    <w:p w14:paraId="71A6457A" w14:textId="77777777" w:rsidR="008205F8" w:rsidRPr="00113100" w:rsidRDefault="008205F8" w:rsidP="008205F8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houtschroef en plug</w:t>
      </w:r>
    </w:p>
    <w:p w14:paraId="71A6457B" w14:textId="77777777" w:rsidR="008205F8" w:rsidRPr="00113100" w:rsidRDefault="008205F8" w:rsidP="00166225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metaalschroef </w:t>
      </w:r>
      <w:r w:rsidR="00A81262" w:rsidRPr="00113100">
        <w:rPr>
          <w:rFonts w:ascii="Arial" w:hAnsi="Arial"/>
        </w:rPr>
        <w:t>en moer</w:t>
      </w:r>
      <w:r w:rsidR="00B243A7" w:rsidRPr="00113100">
        <w:rPr>
          <w:rFonts w:ascii="Arial" w:hAnsi="Arial"/>
        </w:rPr>
        <w:t xml:space="preserve"> M8</w:t>
      </w:r>
      <w:r w:rsidR="00A81262" w:rsidRPr="00113100">
        <w:rPr>
          <w:rFonts w:ascii="Arial" w:hAnsi="Arial"/>
        </w:rPr>
        <w:t>. De schroef heeft een</w:t>
      </w:r>
      <w:r w:rsidRPr="00113100">
        <w:rPr>
          <w:rFonts w:ascii="Arial" w:hAnsi="Arial"/>
        </w:rPr>
        <w:t xml:space="preserve"> </w:t>
      </w:r>
      <w:proofErr w:type="spellStart"/>
      <w:r w:rsidRPr="00113100">
        <w:rPr>
          <w:rFonts w:ascii="Arial" w:hAnsi="Arial"/>
        </w:rPr>
        <w:t>inbuskop</w:t>
      </w:r>
      <w:proofErr w:type="spellEnd"/>
      <w:r w:rsidRPr="00113100">
        <w:rPr>
          <w:rFonts w:ascii="Arial" w:hAnsi="Arial"/>
        </w:rPr>
        <w:t xml:space="preserve"> en </w:t>
      </w:r>
      <w:r w:rsidR="00A81262" w:rsidRPr="00113100">
        <w:rPr>
          <w:rFonts w:ascii="Arial" w:hAnsi="Arial"/>
        </w:rPr>
        <w:t xml:space="preserve">een </w:t>
      </w:r>
      <w:r w:rsidRPr="00113100">
        <w:rPr>
          <w:rFonts w:ascii="Arial" w:hAnsi="Arial"/>
        </w:rPr>
        <w:t>trapeziumvormig uiteinde</w:t>
      </w:r>
      <w:r w:rsidR="004B7DF3" w:rsidRPr="00113100">
        <w:rPr>
          <w:rFonts w:ascii="Arial" w:hAnsi="Arial"/>
        </w:rPr>
        <w:t>,</w:t>
      </w:r>
      <w:r w:rsidRPr="00113100">
        <w:rPr>
          <w:rFonts w:ascii="Arial" w:hAnsi="Arial"/>
        </w:rPr>
        <w:t xml:space="preserve"> </w:t>
      </w:r>
      <w:r w:rsidR="002A46CC" w:rsidRPr="00113100">
        <w:rPr>
          <w:rFonts w:ascii="Arial" w:hAnsi="Arial"/>
        </w:rPr>
        <w:t>dat</w:t>
      </w:r>
      <w:r w:rsidR="00434C77" w:rsidRPr="00113100">
        <w:rPr>
          <w:rFonts w:ascii="Arial" w:hAnsi="Arial"/>
        </w:rPr>
        <w:t xml:space="preserve"> perfect </w:t>
      </w:r>
      <w:r w:rsidRPr="00113100">
        <w:rPr>
          <w:rFonts w:ascii="Arial" w:hAnsi="Arial"/>
        </w:rPr>
        <w:t>in de conisc</w:t>
      </w:r>
      <w:r w:rsidR="001B5080" w:rsidRPr="00113100">
        <w:rPr>
          <w:rFonts w:ascii="Arial" w:hAnsi="Arial"/>
        </w:rPr>
        <w:t>h gevormde groeven</w:t>
      </w:r>
      <w:r w:rsidR="0050492F" w:rsidRPr="00113100">
        <w:rPr>
          <w:rFonts w:ascii="Arial" w:hAnsi="Arial"/>
        </w:rPr>
        <w:t xml:space="preserve"> van het </w:t>
      </w:r>
      <w:r w:rsidRPr="00113100">
        <w:rPr>
          <w:rFonts w:ascii="Arial" w:hAnsi="Arial"/>
        </w:rPr>
        <w:t>profiel</w:t>
      </w:r>
      <w:r w:rsidR="00434C77" w:rsidRPr="00113100">
        <w:rPr>
          <w:rFonts w:ascii="Arial" w:hAnsi="Arial"/>
        </w:rPr>
        <w:t xml:space="preserve"> </w:t>
      </w:r>
      <w:r w:rsidR="0050492F" w:rsidRPr="00113100">
        <w:rPr>
          <w:rFonts w:ascii="Arial" w:hAnsi="Arial"/>
        </w:rPr>
        <w:t xml:space="preserve">van het sanitair installatiesysteem </w:t>
      </w:r>
      <w:r w:rsidR="00434C77" w:rsidRPr="00113100">
        <w:rPr>
          <w:rFonts w:ascii="Arial" w:hAnsi="Arial"/>
        </w:rPr>
        <w:t>past</w:t>
      </w:r>
      <w:r w:rsidR="00A81262" w:rsidRPr="00113100">
        <w:rPr>
          <w:rFonts w:ascii="Arial" w:hAnsi="Arial"/>
        </w:rPr>
        <w:t>.</w:t>
      </w:r>
    </w:p>
    <w:p w14:paraId="71A6457C" w14:textId="77777777" w:rsidR="00BA5657" w:rsidRPr="000D0121" w:rsidRDefault="00BA5657" w:rsidP="00BA5657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Geluidsisolatieplaat voor montagehoeksteun</w:t>
      </w:r>
    </w:p>
    <w:p w14:paraId="71A6457D" w14:textId="77777777" w:rsidR="00BA5657" w:rsidRPr="00113100" w:rsidRDefault="00BA5657" w:rsidP="00BA5657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738"/>
        <w:gridCol w:w="5018"/>
      </w:tblGrid>
      <w:tr w:rsidR="00370B48" w:rsidRPr="00735DE7" w14:paraId="71A64583" w14:textId="77777777" w:rsidTr="000575A2">
        <w:tc>
          <w:tcPr>
            <w:tcW w:w="1163" w:type="dxa"/>
          </w:tcPr>
          <w:p w14:paraId="71A6457E" w14:textId="77777777" w:rsidR="00370B48" w:rsidRPr="00735DE7" w:rsidRDefault="00370B48" w:rsidP="000575A2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57F" w14:textId="77777777" w:rsidR="00370B48" w:rsidRPr="00735DE7" w:rsidRDefault="00370B48" w:rsidP="000575A2">
            <w:pPr>
              <w:jc w:val="right"/>
            </w:pPr>
            <w:r w:rsidRPr="00113100">
              <w:rPr>
                <w:rFonts w:ascii="Arial" w:hAnsi="Arial"/>
              </w:rPr>
              <w:t>7</w:t>
            </w:r>
          </w:p>
        </w:tc>
        <w:tc>
          <w:tcPr>
            <w:tcW w:w="85" w:type="dxa"/>
          </w:tcPr>
          <w:p w14:paraId="71A64580" w14:textId="77777777" w:rsidR="00370B48" w:rsidRPr="00735DE7" w:rsidRDefault="00370B48" w:rsidP="000575A2"/>
        </w:tc>
        <w:tc>
          <w:tcPr>
            <w:tcW w:w="738" w:type="dxa"/>
          </w:tcPr>
          <w:p w14:paraId="71A64581" w14:textId="77777777" w:rsidR="00370B48" w:rsidRPr="00735DE7" w:rsidRDefault="00370B48" w:rsidP="000575A2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82" w14:textId="77777777" w:rsidR="00370B48" w:rsidRPr="00735DE7" w:rsidRDefault="00370B48" w:rsidP="000575A2"/>
        </w:tc>
      </w:tr>
      <w:tr w:rsidR="00370B48" w:rsidRPr="00735DE7" w14:paraId="71A64589" w14:textId="77777777" w:rsidTr="000575A2">
        <w:tc>
          <w:tcPr>
            <w:tcW w:w="1163" w:type="dxa"/>
          </w:tcPr>
          <w:p w14:paraId="71A64584" w14:textId="77777777" w:rsidR="00370B48" w:rsidRPr="00735DE7" w:rsidRDefault="00370B48" w:rsidP="000575A2">
            <w:r>
              <w:rPr>
                <w:rFonts w:ascii="Arial" w:hAnsi="Arial"/>
              </w:rPr>
              <w:t>breed</w:t>
            </w:r>
            <w:r w:rsidRPr="00113100">
              <w:rPr>
                <w:rFonts w:ascii="Arial" w:hAnsi="Arial"/>
              </w:rPr>
              <w:t>te:</w:t>
            </w:r>
          </w:p>
        </w:tc>
        <w:tc>
          <w:tcPr>
            <w:tcW w:w="708" w:type="dxa"/>
          </w:tcPr>
          <w:p w14:paraId="71A64585" w14:textId="77777777" w:rsidR="00370B48" w:rsidRPr="00735DE7" w:rsidRDefault="00370B48" w:rsidP="000575A2">
            <w:pPr>
              <w:jc w:val="right"/>
            </w:pPr>
            <w:r w:rsidRPr="00113100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71A64586" w14:textId="77777777" w:rsidR="00370B48" w:rsidRPr="00735DE7" w:rsidRDefault="00370B48" w:rsidP="000575A2"/>
        </w:tc>
        <w:tc>
          <w:tcPr>
            <w:tcW w:w="738" w:type="dxa"/>
          </w:tcPr>
          <w:p w14:paraId="71A64587" w14:textId="77777777" w:rsidR="00370B48" w:rsidRPr="00735DE7" w:rsidRDefault="00370B48" w:rsidP="000575A2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88" w14:textId="77777777" w:rsidR="00370B48" w:rsidRPr="00735DE7" w:rsidRDefault="00370B48" w:rsidP="000575A2"/>
        </w:tc>
      </w:tr>
    </w:tbl>
    <w:p w14:paraId="71A6458A" w14:textId="77777777" w:rsidR="00BA5657" w:rsidRPr="00113100" w:rsidRDefault="00370B48" w:rsidP="00BA5657">
      <w:pPr>
        <w:pStyle w:val="Bulleted1"/>
        <w:rPr>
          <w:rFonts w:ascii="Arial" w:hAnsi="Arial"/>
        </w:rPr>
      </w:pPr>
      <w:r>
        <w:rPr>
          <w:rFonts w:ascii="Arial" w:hAnsi="Arial"/>
        </w:rPr>
        <w:t>kurk – voor contactgeluidsontkoppeling tussen de montagehoeksteun en de gebouwstructuur</w:t>
      </w:r>
    </w:p>
    <w:p w14:paraId="71A6458B" w14:textId="77777777" w:rsidR="00BA5657" w:rsidRPr="00113100" w:rsidRDefault="00370B48" w:rsidP="00BA5657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uitgerust met </w:t>
      </w:r>
      <w:r w:rsidR="00BA5657" w:rsidRPr="00113100">
        <w:rPr>
          <w:rFonts w:ascii="Arial" w:hAnsi="Arial"/>
        </w:rPr>
        <w:t xml:space="preserve">2 </w:t>
      </w:r>
      <w:proofErr w:type="spellStart"/>
      <w:r w:rsidR="00BA5657" w:rsidRPr="00113100">
        <w:rPr>
          <w:rFonts w:ascii="Arial" w:hAnsi="Arial"/>
        </w:rPr>
        <w:t>langsgleuven</w:t>
      </w:r>
      <w:proofErr w:type="spellEnd"/>
    </w:p>
    <w:p w14:paraId="71A6458C" w14:textId="77777777" w:rsidR="00513E6D" w:rsidRPr="000D0121" w:rsidRDefault="00513E6D" w:rsidP="00262E19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Hoekaansluiting</w:t>
      </w:r>
    </w:p>
    <w:p w14:paraId="71A6458D" w14:textId="77777777" w:rsidR="00513E6D" w:rsidRPr="00113100" w:rsidRDefault="00C46296" w:rsidP="00513E6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</w:t>
      </w:r>
      <w:r w:rsidR="00513E6D" w:rsidRPr="00113100">
        <w:rPr>
          <w:rFonts w:ascii="Arial" w:hAnsi="Arial"/>
        </w:rPr>
        <w:t>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3C0EF8" w:rsidRPr="00735DE7" w14:paraId="71A64595" w14:textId="77777777" w:rsidTr="006527F1">
        <w:tc>
          <w:tcPr>
            <w:tcW w:w="1163" w:type="dxa"/>
          </w:tcPr>
          <w:p w14:paraId="71A6458E" w14:textId="77777777" w:rsidR="003C0EF8" w:rsidRPr="00735DE7" w:rsidRDefault="003C0EF8" w:rsidP="006527F1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58F" w14:textId="77777777" w:rsidR="003C0EF8" w:rsidRPr="00735DE7" w:rsidRDefault="00F402F2" w:rsidP="006527F1">
            <w:pPr>
              <w:jc w:val="right"/>
            </w:pPr>
            <w:r w:rsidRPr="00113100">
              <w:rPr>
                <w:rFonts w:ascii="Arial" w:hAnsi="Arial"/>
              </w:rPr>
              <w:t>9</w:t>
            </w:r>
          </w:p>
        </w:tc>
        <w:tc>
          <w:tcPr>
            <w:tcW w:w="85" w:type="dxa"/>
          </w:tcPr>
          <w:p w14:paraId="71A64590" w14:textId="77777777" w:rsidR="003C0EF8" w:rsidRPr="00735DE7" w:rsidRDefault="00F402F2" w:rsidP="006527F1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591" w14:textId="77777777" w:rsidR="003C0EF8" w:rsidRPr="00735DE7" w:rsidRDefault="00F402F2" w:rsidP="006527F1">
            <w:r w:rsidRPr="00113100">
              <w:rPr>
                <w:rFonts w:ascii="Arial" w:hAnsi="Arial"/>
              </w:rPr>
              <w:t>3</w:t>
            </w:r>
          </w:p>
        </w:tc>
        <w:tc>
          <w:tcPr>
            <w:tcW w:w="142" w:type="dxa"/>
          </w:tcPr>
          <w:p w14:paraId="71A64592" w14:textId="77777777" w:rsidR="003C0EF8" w:rsidRPr="00735DE7" w:rsidRDefault="003C0EF8" w:rsidP="006527F1"/>
        </w:tc>
        <w:tc>
          <w:tcPr>
            <w:tcW w:w="454" w:type="dxa"/>
          </w:tcPr>
          <w:p w14:paraId="71A64593" w14:textId="77777777" w:rsidR="003C0EF8" w:rsidRPr="00735DE7" w:rsidRDefault="003C0EF8" w:rsidP="006527F1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94" w14:textId="77777777" w:rsidR="003C0EF8" w:rsidRPr="00F402F2" w:rsidRDefault="00F402F2" w:rsidP="006527F1">
            <w:pPr>
              <w:rPr>
                <w:lang w:val="nl-BE"/>
              </w:rPr>
            </w:pPr>
            <w:r w:rsidRPr="00113100">
              <w:rPr>
                <w:rFonts w:ascii="Arial" w:hAnsi="Arial"/>
                <w:noProof/>
                <w:lang w:val="nl-BE" w:eastAsia="en-US"/>
              </w:rPr>
              <w:t>(afstand tussen profielen bij een hoek van 0°)</w:t>
            </w:r>
          </w:p>
        </w:tc>
      </w:tr>
      <w:tr w:rsidR="003C0EF8" w:rsidRPr="00735DE7" w14:paraId="71A6459D" w14:textId="77777777" w:rsidTr="006527F1">
        <w:tc>
          <w:tcPr>
            <w:tcW w:w="1163" w:type="dxa"/>
          </w:tcPr>
          <w:p w14:paraId="71A64596" w14:textId="77777777" w:rsidR="003C0EF8" w:rsidRPr="00735DE7" w:rsidRDefault="003C0EF8" w:rsidP="006527F1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597" w14:textId="77777777" w:rsidR="003C0EF8" w:rsidRPr="00735DE7" w:rsidRDefault="00BB21EE" w:rsidP="006527F1">
            <w:pPr>
              <w:jc w:val="right"/>
            </w:pPr>
            <w:r w:rsidRPr="00113100">
              <w:rPr>
                <w:rFonts w:ascii="Arial" w:hAnsi="Arial"/>
              </w:rPr>
              <w:t>7</w:t>
            </w:r>
          </w:p>
        </w:tc>
        <w:tc>
          <w:tcPr>
            <w:tcW w:w="85" w:type="dxa"/>
          </w:tcPr>
          <w:p w14:paraId="71A64598" w14:textId="77777777" w:rsidR="003C0EF8" w:rsidRPr="00735DE7" w:rsidRDefault="00BB21EE" w:rsidP="006527F1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599" w14:textId="77777777" w:rsidR="003C0EF8" w:rsidRPr="00735DE7" w:rsidRDefault="00BB21EE" w:rsidP="006527F1">
            <w:r w:rsidRPr="00113100">
              <w:rPr>
                <w:rFonts w:ascii="Arial" w:hAnsi="Arial"/>
              </w:rPr>
              <w:t>5</w:t>
            </w:r>
          </w:p>
        </w:tc>
        <w:tc>
          <w:tcPr>
            <w:tcW w:w="142" w:type="dxa"/>
          </w:tcPr>
          <w:p w14:paraId="71A6459A" w14:textId="77777777" w:rsidR="003C0EF8" w:rsidRPr="00735DE7" w:rsidRDefault="003C0EF8" w:rsidP="006527F1"/>
        </w:tc>
        <w:tc>
          <w:tcPr>
            <w:tcW w:w="454" w:type="dxa"/>
          </w:tcPr>
          <w:p w14:paraId="71A6459B" w14:textId="77777777" w:rsidR="003C0EF8" w:rsidRPr="00735DE7" w:rsidRDefault="003C0EF8" w:rsidP="006527F1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9C" w14:textId="77777777" w:rsidR="003C0EF8" w:rsidRPr="00735DE7" w:rsidRDefault="00F402F2" w:rsidP="006527F1">
            <w:r w:rsidRPr="00113100">
              <w:rPr>
                <w:rFonts w:ascii="Arial" w:hAnsi="Arial"/>
              </w:rPr>
              <w:t>(van beide benen)</w:t>
            </w:r>
          </w:p>
        </w:tc>
      </w:tr>
      <w:tr w:rsidR="003C0EF8" w:rsidRPr="00735DE7" w14:paraId="71A645A5" w14:textId="77777777" w:rsidTr="006527F1">
        <w:tc>
          <w:tcPr>
            <w:tcW w:w="1163" w:type="dxa"/>
          </w:tcPr>
          <w:p w14:paraId="71A6459E" w14:textId="77777777" w:rsidR="003C0EF8" w:rsidRPr="00735DE7" w:rsidRDefault="00BB21EE" w:rsidP="006527F1">
            <w:r w:rsidRPr="00113100">
              <w:rPr>
                <w:rFonts w:ascii="Arial" w:hAnsi="Arial"/>
              </w:rPr>
              <w:t>hoogte</w:t>
            </w:r>
            <w:r w:rsidR="003C0EF8" w:rsidRPr="00113100">
              <w:rPr>
                <w:rFonts w:ascii="Arial" w:hAnsi="Arial"/>
              </w:rPr>
              <w:t>:</w:t>
            </w:r>
          </w:p>
        </w:tc>
        <w:tc>
          <w:tcPr>
            <w:tcW w:w="708" w:type="dxa"/>
          </w:tcPr>
          <w:p w14:paraId="71A6459F" w14:textId="77777777" w:rsidR="003C0EF8" w:rsidRPr="00735DE7" w:rsidRDefault="00BB21EE" w:rsidP="006527F1">
            <w:pPr>
              <w:jc w:val="right"/>
            </w:pPr>
            <w:r w:rsidRPr="00113100">
              <w:rPr>
                <w:rFonts w:ascii="Arial" w:hAnsi="Arial"/>
              </w:rPr>
              <w:t>3</w:t>
            </w:r>
          </w:p>
        </w:tc>
        <w:tc>
          <w:tcPr>
            <w:tcW w:w="85" w:type="dxa"/>
          </w:tcPr>
          <w:p w14:paraId="71A645A0" w14:textId="77777777" w:rsidR="003C0EF8" w:rsidRPr="00735DE7" w:rsidRDefault="003C0EF8" w:rsidP="006527F1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5A1" w14:textId="77777777" w:rsidR="003C0EF8" w:rsidRPr="00735DE7" w:rsidRDefault="00BB21EE" w:rsidP="006527F1">
            <w:r w:rsidRPr="00113100">
              <w:rPr>
                <w:rFonts w:ascii="Arial" w:hAnsi="Arial"/>
              </w:rPr>
              <w:t>2</w:t>
            </w:r>
          </w:p>
        </w:tc>
        <w:tc>
          <w:tcPr>
            <w:tcW w:w="142" w:type="dxa"/>
          </w:tcPr>
          <w:p w14:paraId="71A645A2" w14:textId="77777777" w:rsidR="003C0EF8" w:rsidRPr="00735DE7" w:rsidRDefault="003C0EF8" w:rsidP="006527F1"/>
        </w:tc>
        <w:tc>
          <w:tcPr>
            <w:tcW w:w="454" w:type="dxa"/>
          </w:tcPr>
          <w:p w14:paraId="71A645A3" w14:textId="77777777" w:rsidR="003C0EF8" w:rsidRPr="00735DE7" w:rsidRDefault="003C0EF8" w:rsidP="006527F1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A4" w14:textId="77777777" w:rsidR="003C0EF8" w:rsidRPr="00735DE7" w:rsidRDefault="00F402F2" w:rsidP="006527F1">
            <w:r w:rsidRPr="00113100">
              <w:rPr>
                <w:rFonts w:ascii="Arial" w:hAnsi="Arial"/>
              </w:rPr>
              <w:t>(van beide ben</w:t>
            </w:r>
            <w:r w:rsidR="00BB21EE" w:rsidRPr="00113100">
              <w:rPr>
                <w:rFonts w:ascii="Arial" w:hAnsi="Arial"/>
              </w:rPr>
              <w:t>en)</w:t>
            </w:r>
          </w:p>
        </w:tc>
      </w:tr>
      <w:tr w:rsidR="00797E46" w:rsidRPr="00113100" w14:paraId="71A645AD" w14:textId="77777777" w:rsidTr="006527F1">
        <w:tc>
          <w:tcPr>
            <w:tcW w:w="1163" w:type="dxa"/>
          </w:tcPr>
          <w:p w14:paraId="71A645A6" w14:textId="77777777" w:rsidR="00797E46" w:rsidRDefault="00797E46" w:rsidP="006527F1">
            <w:r w:rsidRPr="00113100">
              <w:rPr>
                <w:rFonts w:ascii="Arial" w:hAnsi="Arial"/>
              </w:rPr>
              <w:t>hoek:</w:t>
            </w:r>
          </w:p>
        </w:tc>
        <w:tc>
          <w:tcPr>
            <w:tcW w:w="708" w:type="dxa"/>
          </w:tcPr>
          <w:p w14:paraId="71A645A7" w14:textId="77777777" w:rsidR="00797E46" w:rsidRDefault="00797E46" w:rsidP="006527F1">
            <w:pPr>
              <w:jc w:val="right"/>
            </w:pPr>
            <w:r w:rsidRPr="00113100">
              <w:rPr>
                <w:rFonts w:ascii="Arial" w:hAnsi="Arial"/>
              </w:rPr>
              <w:t>max.</w:t>
            </w:r>
          </w:p>
        </w:tc>
        <w:tc>
          <w:tcPr>
            <w:tcW w:w="85" w:type="dxa"/>
          </w:tcPr>
          <w:p w14:paraId="71A645A8" w14:textId="77777777" w:rsidR="00797E46" w:rsidRDefault="00797E46" w:rsidP="006527F1"/>
        </w:tc>
        <w:tc>
          <w:tcPr>
            <w:tcW w:w="142" w:type="dxa"/>
          </w:tcPr>
          <w:p w14:paraId="71A645A9" w14:textId="77777777" w:rsidR="00797E46" w:rsidRDefault="00490986" w:rsidP="006527F1">
            <w:r w:rsidRPr="00113100">
              <w:rPr>
                <w:rFonts w:ascii="Arial" w:hAnsi="Arial"/>
              </w:rPr>
              <w:t>1</w:t>
            </w:r>
          </w:p>
        </w:tc>
        <w:tc>
          <w:tcPr>
            <w:tcW w:w="142" w:type="dxa"/>
          </w:tcPr>
          <w:p w14:paraId="71A645AA" w14:textId="77777777" w:rsidR="00797E46" w:rsidRPr="00735DE7" w:rsidRDefault="00886C9C" w:rsidP="006527F1">
            <w:r w:rsidRPr="00113100">
              <w:rPr>
                <w:rFonts w:ascii="Arial" w:hAnsi="Arial"/>
              </w:rPr>
              <w:t>8</w:t>
            </w:r>
          </w:p>
        </w:tc>
        <w:tc>
          <w:tcPr>
            <w:tcW w:w="454" w:type="dxa"/>
          </w:tcPr>
          <w:p w14:paraId="71A645AB" w14:textId="77777777" w:rsidR="00797E46" w:rsidRDefault="00490986" w:rsidP="006527F1">
            <w:r w:rsidRPr="00113100">
              <w:rPr>
                <w:rFonts w:ascii="Arial" w:hAnsi="Arial"/>
              </w:rPr>
              <w:t>0°</w:t>
            </w:r>
          </w:p>
        </w:tc>
        <w:tc>
          <w:tcPr>
            <w:tcW w:w="5018" w:type="dxa"/>
          </w:tcPr>
          <w:p w14:paraId="71A645AC" w14:textId="77777777" w:rsidR="00797E46" w:rsidRPr="00113100" w:rsidRDefault="00797E46" w:rsidP="006527F1">
            <w:pPr>
              <w:rPr>
                <w:rFonts w:ascii="Arial" w:hAnsi="Arial"/>
              </w:rPr>
            </w:pPr>
          </w:p>
        </w:tc>
      </w:tr>
    </w:tbl>
    <w:p w14:paraId="71A645AE" w14:textId="77777777" w:rsidR="00513E6D" w:rsidRPr="00113100" w:rsidRDefault="00C46296" w:rsidP="00513E6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verzinkt</w:t>
      </w:r>
    </w:p>
    <w:p w14:paraId="71A645AF" w14:textId="77777777" w:rsidR="00155BA4" w:rsidRPr="00113100" w:rsidRDefault="00155BA4" w:rsidP="00155BA4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met:</w:t>
      </w:r>
    </w:p>
    <w:p w14:paraId="71A645B0" w14:textId="77777777" w:rsidR="00155BA4" w:rsidRPr="00113100" w:rsidRDefault="00155BA4" w:rsidP="00155BA4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2 houtschroev</w:t>
      </w:r>
      <w:r w:rsidR="006503EF" w:rsidRPr="00113100">
        <w:rPr>
          <w:rFonts w:ascii="Arial" w:hAnsi="Arial"/>
        </w:rPr>
        <w:t>e</w:t>
      </w:r>
      <w:r w:rsidRPr="00113100">
        <w:rPr>
          <w:rFonts w:ascii="Arial" w:hAnsi="Arial"/>
        </w:rPr>
        <w:t>n en pluggen</w:t>
      </w:r>
      <w:r w:rsidR="00D767CA" w:rsidRPr="00113100">
        <w:rPr>
          <w:rFonts w:ascii="Arial" w:hAnsi="Arial"/>
        </w:rPr>
        <w:t xml:space="preserve"> om direct aan een muur te bevestigen</w:t>
      </w:r>
    </w:p>
    <w:p w14:paraId="71A645B1" w14:textId="77777777" w:rsidR="00155BA4" w:rsidRPr="00113100" w:rsidRDefault="00155BA4" w:rsidP="00166225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2 metaalschroeven en moeren M8. De schroeven hebben een </w:t>
      </w:r>
      <w:proofErr w:type="spellStart"/>
      <w:r w:rsidRPr="00113100">
        <w:rPr>
          <w:rFonts w:ascii="Arial" w:hAnsi="Arial"/>
        </w:rPr>
        <w:t>inbuskop</w:t>
      </w:r>
      <w:proofErr w:type="spellEnd"/>
      <w:r w:rsidRPr="00113100">
        <w:rPr>
          <w:rFonts w:ascii="Arial" w:hAnsi="Arial"/>
        </w:rPr>
        <w:t xml:space="preserve"> en een trapeziumvormig uiteinde, dat p</w:t>
      </w:r>
      <w:r w:rsidR="001B5080" w:rsidRPr="00113100">
        <w:rPr>
          <w:rFonts w:ascii="Arial" w:hAnsi="Arial"/>
        </w:rPr>
        <w:t>erfect in de conisch gevormde groeven</w:t>
      </w:r>
      <w:r w:rsidRPr="00113100">
        <w:rPr>
          <w:rFonts w:ascii="Arial" w:hAnsi="Arial"/>
        </w:rPr>
        <w:t xml:space="preserve"> van h</w:t>
      </w:r>
      <w:r w:rsidR="0050492F" w:rsidRPr="00113100">
        <w:rPr>
          <w:rFonts w:ascii="Arial" w:hAnsi="Arial"/>
        </w:rPr>
        <w:t xml:space="preserve">et </w:t>
      </w:r>
      <w:r w:rsidRPr="00113100">
        <w:rPr>
          <w:rFonts w:ascii="Arial" w:hAnsi="Arial"/>
        </w:rPr>
        <w:t xml:space="preserve">profiel </w:t>
      </w:r>
      <w:r w:rsidR="0050492F" w:rsidRPr="00113100">
        <w:rPr>
          <w:rFonts w:ascii="Arial" w:hAnsi="Arial"/>
        </w:rPr>
        <w:t xml:space="preserve">van het sanitair installatiesysteem </w:t>
      </w:r>
      <w:r w:rsidRPr="00113100">
        <w:rPr>
          <w:rFonts w:ascii="Arial" w:hAnsi="Arial"/>
        </w:rPr>
        <w:t>past.</w:t>
      </w:r>
    </w:p>
    <w:p w14:paraId="71A645B2" w14:textId="77777777" w:rsidR="005830D3" w:rsidRPr="00113100" w:rsidRDefault="005830D3" w:rsidP="00155BA4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2 benen die ook dienst doen als steun voor de gipsplaten (afwerking)</w:t>
      </w:r>
    </w:p>
    <w:p w14:paraId="71A645B3" w14:textId="77777777" w:rsidR="001C4ADA" w:rsidRPr="00113100" w:rsidRDefault="00D767CA" w:rsidP="00D767CA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vleugelmoer voor hoekinstelling</w:t>
      </w:r>
    </w:p>
    <w:p w14:paraId="71A645B4" w14:textId="77777777" w:rsidR="00915EB9" w:rsidRPr="000D0121" w:rsidRDefault="007423F9" w:rsidP="00915EB9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br w:type="page"/>
      </w:r>
      <w:proofErr w:type="spellStart"/>
      <w:r w:rsidR="00944965" w:rsidRPr="2265662C">
        <w:rPr>
          <w:rFonts w:ascii="Arial" w:hAnsi="Arial"/>
          <w:b/>
          <w:bCs/>
          <w:u w:val="none"/>
        </w:rPr>
        <w:lastRenderedPageBreak/>
        <w:t>Montage</w:t>
      </w:r>
      <w:r w:rsidR="00915EB9" w:rsidRPr="2265662C">
        <w:rPr>
          <w:rFonts w:ascii="Arial" w:hAnsi="Arial"/>
          <w:b/>
          <w:bCs/>
          <w:u w:val="none"/>
        </w:rPr>
        <w:t>set</w:t>
      </w:r>
      <w:proofErr w:type="spellEnd"/>
      <w:r w:rsidR="00915EB9" w:rsidRPr="2265662C">
        <w:rPr>
          <w:rFonts w:ascii="Arial" w:hAnsi="Arial"/>
          <w:b/>
          <w:bCs/>
          <w:u w:val="none"/>
        </w:rPr>
        <w:t xml:space="preserve"> voor vrijstaande installatiewand</w:t>
      </w:r>
    </w:p>
    <w:p w14:paraId="71A645B5" w14:textId="77777777" w:rsidR="00915EB9" w:rsidRPr="00113100" w:rsidRDefault="00915EB9" w:rsidP="00915EB9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454"/>
        <w:gridCol w:w="85"/>
        <w:gridCol w:w="454"/>
        <w:gridCol w:w="4592"/>
      </w:tblGrid>
      <w:tr w:rsidR="00DA767C" w:rsidRPr="00735DE7" w14:paraId="71A645BE" w14:textId="77777777" w:rsidTr="004E7EAA">
        <w:tc>
          <w:tcPr>
            <w:tcW w:w="1163" w:type="dxa"/>
          </w:tcPr>
          <w:p w14:paraId="71A645B6" w14:textId="77777777" w:rsidR="00DA767C" w:rsidRPr="00735DE7" w:rsidRDefault="00DA767C" w:rsidP="00C7320F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5B7" w14:textId="77777777" w:rsidR="00DA767C" w:rsidRPr="00735DE7" w:rsidRDefault="00DA767C" w:rsidP="00C7320F">
            <w:pPr>
              <w:jc w:val="right"/>
            </w:pPr>
            <w:r w:rsidRPr="00113100">
              <w:rPr>
                <w:rFonts w:ascii="Arial" w:hAnsi="Arial"/>
              </w:rPr>
              <w:t>10</w:t>
            </w:r>
          </w:p>
        </w:tc>
        <w:tc>
          <w:tcPr>
            <w:tcW w:w="85" w:type="dxa"/>
          </w:tcPr>
          <w:p w14:paraId="71A645B8" w14:textId="77777777" w:rsidR="00DA767C" w:rsidRPr="00735DE7" w:rsidRDefault="00DA767C" w:rsidP="00C7320F"/>
        </w:tc>
        <w:tc>
          <w:tcPr>
            <w:tcW w:w="142" w:type="dxa"/>
          </w:tcPr>
          <w:p w14:paraId="71A645B9" w14:textId="77777777" w:rsidR="00DA767C" w:rsidRPr="00735DE7" w:rsidRDefault="00DA767C" w:rsidP="00C7320F">
            <w:r w:rsidRPr="00113100">
              <w:rPr>
                <w:rFonts w:ascii="Arial" w:hAnsi="Arial"/>
              </w:rPr>
              <w:t>-</w:t>
            </w:r>
          </w:p>
        </w:tc>
        <w:tc>
          <w:tcPr>
            <w:tcW w:w="454" w:type="dxa"/>
          </w:tcPr>
          <w:p w14:paraId="71A645BA" w14:textId="77777777" w:rsidR="00DA767C" w:rsidRPr="00735DE7" w:rsidRDefault="00DA767C" w:rsidP="00C7320F">
            <w:pPr>
              <w:jc w:val="right"/>
            </w:pPr>
            <w:r w:rsidRPr="00113100">
              <w:rPr>
                <w:rFonts w:ascii="Arial" w:hAnsi="Arial"/>
              </w:rPr>
              <w:t>17</w:t>
            </w:r>
          </w:p>
        </w:tc>
        <w:tc>
          <w:tcPr>
            <w:tcW w:w="85" w:type="dxa"/>
          </w:tcPr>
          <w:p w14:paraId="71A645BB" w14:textId="77777777" w:rsidR="00DA767C" w:rsidRPr="00735DE7" w:rsidRDefault="00DA767C" w:rsidP="00C7320F"/>
        </w:tc>
        <w:tc>
          <w:tcPr>
            <w:tcW w:w="454" w:type="dxa"/>
          </w:tcPr>
          <w:p w14:paraId="71A645BC" w14:textId="77777777" w:rsidR="00DA767C" w:rsidRPr="00735DE7" w:rsidRDefault="00DA767C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4592" w:type="dxa"/>
          </w:tcPr>
          <w:p w14:paraId="71A645BD" w14:textId="77777777" w:rsidR="00DA767C" w:rsidRPr="00735DE7" w:rsidRDefault="00DA767C" w:rsidP="00C7320F"/>
        </w:tc>
      </w:tr>
      <w:tr w:rsidR="00DA767C" w:rsidRPr="00735DE7" w14:paraId="71A645C7" w14:textId="77777777" w:rsidTr="004E7EAA">
        <w:tc>
          <w:tcPr>
            <w:tcW w:w="1163" w:type="dxa"/>
          </w:tcPr>
          <w:p w14:paraId="71A645BF" w14:textId="77777777" w:rsidR="00DA767C" w:rsidRPr="00735DE7" w:rsidRDefault="00DA767C" w:rsidP="00C7320F">
            <w:r w:rsidRPr="00113100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71A645C0" w14:textId="77777777" w:rsidR="00DA767C" w:rsidRPr="00735DE7" w:rsidRDefault="00DA767C" w:rsidP="00C7320F">
            <w:pPr>
              <w:jc w:val="right"/>
            </w:pPr>
            <w:r w:rsidRPr="001131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71A645C1" w14:textId="77777777" w:rsidR="00DA767C" w:rsidRPr="00735DE7" w:rsidRDefault="00DA767C" w:rsidP="00C7320F"/>
        </w:tc>
        <w:tc>
          <w:tcPr>
            <w:tcW w:w="142" w:type="dxa"/>
          </w:tcPr>
          <w:p w14:paraId="71A645C2" w14:textId="77777777" w:rsidR="00DA767C" w:rsidRPr="00735DE7" w:rsidRDefault="00DA767C" w:rsidP="00C7320F"/>
        </w:tc>
        <w:tc>
          <w:tcPr>
            <w:tcW w:w="454" w:type="dxa"/>
          </w:tcPr>
          <w:p w14:paraId="71A645C3" w14:textId="77777777" w:rsidR="00DA767C" w:rsidRPr="00735DE7" w:rsidRDefault="00DA767C" w:rsidP="00C7320F">
            <w:pPr>
              <w:jc w:val="right"/>
            </w:pPr>
            <w:r w:rsidRPr="00113100">
              <w:rPr>
                <w:rFonts w:ascii="Arial" w:hAnsi="Arial"/>
              </w:rPr>
              <w:t>20</w:t>
            </w:r>
          </w:p>
        </w:tc>
        <w:tc>
          <w:tcPr>
            <w:tcW w:w="85" w:type="dxa"/>
          </w:tcPr>
          <w:p w14:paraId="71A645C4" w14:textId="77777777" w:rsidR="00DA767C" w:rsidRPr="00735DE7" w:rsidRDefault="00DA767C" w:rsidP="00C7320F"/>
        </w:tc>
        <w:tc>
          <w:tcPr>
            <w:tcW w:w="454" w:type="dxa"/>
          </w:tcPr>
          <w:p w14:paraId="71A645C5" w14:textId="77777777" w:rsidR="00DA767C" w:rsidRPr="00735DE7" w:rsidRDefault="00DA767C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4592" w:type="dxa"/>
          </w:tcPr>
          <w:p w14:paraId="71A645C6" w14:textId="77777777" w:rsidR="00DA767C" w:rsidRPr="00735DE7" w:rsidRDefault="00DA767C" w:rsidP="00C7320F"/>
        </w:tc>
      </w:tr>
      <w:tr w:rsidR="00DA767C" w:rsidRPr="00113100" w14:paraId="71A645D0" w14:textId="77777777" w:rsidTr="004E7EAA">
        <w:tc>
          <w:tcPr>
            <w:tcW w:w="1163" w:type="dxa"/>
          </w:tcPr>
          <w:p w14:paraId="71A645C8" w14:textId="77777777" w:rsidR="00DA767C" w:rsidRPr="00735DE7" w:rsidRDefault="00395BC6" w:rsidP="00C7320F">
            <w:r w:rsidRPr="00113100">
              <w:rPr>
                <w:rFonts w:ascii="Arial" w:hAnsi="Arial"/>
              </w:rPr>
              <w:t>dik</w:t>
            </w:r>
            <w:r w:rsidR="00DA767C" w:rsidRPr="00113100">
              <w:rPr>
                <w:rFonts w:ascii="Arial" w:hAnsi="Arial"/>
              </w:rPr>
              <w:t>te:</w:t>
            </w:r>
          </w:p>
        </w:tc>
        <w:tc>
          <w:tcPr>
            <w:tcW w:w="708" w:type="dxa"/>
          </w:tcPr>
          <w:p w14:paraId="71A645C9" w14:textId="77777777" w:rsidR="00DA767C" w:rsidRPr="00735DE7" w:rsidRDefault="00395BC6" w:rsidP="00C7320F">
            <w:pPr>
              <w:jc w:val="right"/>
            </w:pPr>
            <w:r w:rsidRPr="00113100">
              <w:rPr>
                <w:rFonts w:ascii="Arial" w:hAnsi="Arial"/>
              </w:rPr>
              <w:t>2</w:t>
            </w:r>
          </w:p>
        </w:tc>
        <w:tc>
          <w:tcPr>
            <w:tcW w:w="85" w:type="dxa"/>
          </w:tcPr>
          <w:p w14:paraId="71A645CA" w14:textId="77777777" w:rsidR="00DA767C" w:rsidRPr="00735DE7" w:rsidRDefault="00395BC6" w:rsidP="00C7320F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5CB" w14:textId="77777777" w:rsidR="00DA767C" w:rsidRPr="00735DE7" w:rsidRDefault="00395BC6" w:rsidP="00C7320F">
            <w:r w:rsidRPr="00113100">
              <w:rPr>
                <w:rFonts w:ascii="Arial" w:hAnsi="Arial"/>
              </w:rPr>
              <w:t>8</w:t>
            </w:r>
          </w:p>
        </w:tc>
        <w:tc>
          <w:tcPr>
            <w:tcW w:w="454" w:type="dxa"/>
          </w:tcPr>
          <w:p w14:paraId="71A645CC" w14:textId="77777777" w:rsidR="00DA767C" w:rsidRPr="00735DE7" w:rsidRDefault="00DA767C" w:rsidP="00C7320F">
            <w:pPr>
              <w:jc w:val="right"/>
            </w:pPr>
          </w:p>
        </w:tc>
        <w:tc>
          <w:tcPr>
            <w:tcW w:w="85" w:type="dxa"/>
          </w:tcPr>
          <w:p w14:paraId="71A645CD" w14:textId="77777777" w:rsidR="00DA767C" w:rsidRPr="00735DE7" w:rsidRDefault="00DA767C" w:rsidP="00C7320F"/>
        </w:tc>
        <w:tc>
          <w:tcPr>
            <w:tcW w:w="454" w:type="dxa"/>
          </w:tcPr>
          <w:p w14:paraId="71A645CE" w14:textId="77777777" w:rsidR="00DA767C" w:rsidRPr="00735DE7" w:rsidRDefault="00DA767C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4592" w:type="dxa"/>
          </w:tcPr>
          <w:p w14:paraId="71A645CF" w14:textId="77777777" w:rsidR="00DA767C" w:rsidRPr="00113100" w:rsidRDefault="00DA767C" w:rsidP="00C7320F">
            <w:pPr>
              <w:rPr>
                <w:rFonts w:ascii="Arial" w:hAnsi="Arial"/>
              </w:rPr>
            </w:pPr>
            <w:r w:rsidRPr="00113100">
              <w:rPr>
                <w:rFonts w:ascii="Arial" w:hAnsi="Arial"/>
              </w:rPr>
              <w:t>(afstand tussen profielen)</w:t>
            </w:r>
          </w:p>
        </w:tc>
      </w:tr>
    </w:tbl>
    <w:p w14:paraId="71A645D1" w14:textId="77777777" w:rsidR="00915EB9" w:rsidRPr="00113100" w:rsidRDefault="00915EB9" w:rsidP="00915EB9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verzinkt</w:t>
      </w:r>
    </w:p>
    <w:p w14:paraId="71A645D2" w14:textId="77777777" w:rsidR="00915EB9" w:rsidRPr="00113100" w:rsidRDefault="00915EB9" w:rsidP="00915EB9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met:</w:t>
      </w:r>
    </w:p>
    <w:p w14:paraId="71A645D3" w14:textId="77777777" w:rsidR="00395BC6" w:rsidRPr="00113100" w:rsidRDefault="00395BC6" w:rsidP="00395BC6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4 metaalschroeven en 6 moeren M8. De schroeven hebben een </w:t>
      </w:r>
      <w:proofErr w:type="spellStart"/>
      <w:r w:rsidRPr="00113100">
        <w:rPr>
          <w:rFonts w:ascii="Arial" w:hAnsi="Arial"/>
        </w:rPr>
        <w:t>inbuskop</w:t>
      </w:r>
      <w:proofErr w:type="spellEnd"/>
      <w:r w:rsidRPr="00113100">
        <w:rPr>
          <w:rFonts w:ascii="Arial" w:hAnsi="Arial"/>
        </w:rPr>
        <w:t xml:space="preserve"> en een trapeziumvormig uiteinde, dat perfect in de conisch gevormde groeven van het profiel van het sanitair installatiesysteem past.</w:t>
      </w:r>
    </w:p>
    <w:p w14:paraId="71A645D4" w14:textId="77777777" w:rsidR="00395BC6" w:rsidRPr="00113100" w:rsidRDefault="00395BC6" w:rsidP="002003BF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2 metalen </w:t>
      </w:r>
      <w:r w:rsidR="002003BF">
        <w:rPr>
          <w:rFonts w:ascii="Arial" w:hAnsi="Arial"/>
        </w:rPr>
        <w:t>ankers</w:t>
      </w:r>
      <w:r w:rsidRPr="00113100">
        <w:rPr>
          <w:rFonts w:ascii="Arial" w:hAnsi="Arial"/>
        </w:rPr>
        <w:t xml:space="preserve"> en bouten “zwaar gebruik”</w:t>
      </w:r>
    </w:p>
    <w:p w14:paraId="71A645D5" w14:textId="77777777" w:rsidR="00861F4D" w:rsidRPr="000D0121" w:rsidRDefault="00BA5657" w:rsidP="00861F4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Keilbout</w:t>
      </w:r>
      <w:r w:rsidR="00861F4D" w:rsidRPr="2265662C">
        <w:rPr>
          <w:rFonts w:ascii="Arial" w:hAnsi="Arial"/>
          <w:b/>
          <w:bCs/>
          <w:u w:val="none"/>
        </w:rPr>
        <w:t xml:space="preserve"> voor zware lasten</w:t>
      </w:r>
    </w:p>
    <w:p w14:paraId="71A645D6" w14:textId="77777777" w:rsidR="00861F4D" w:rsidRPr="00113100" w:rsidRDefault="00861F4D" w:rsidP="00861F4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861F4D" w:rsidRPr="00735DE7" w14:paraId="71A645DE" w14:textId="77777777" w:rsidTr="005C7924">
        <w:tc>
          <w:tcPr>
            <w:tcW w:w="1163" w:type="dxa"/>
          </w:tcPr>
          <w:p w14:paraId="71A645D7" w14:textId="77777777" w:rsidR="00861F4D" w:rsidRPr="00735DE7" w:rsidRDefault="00861F4D" w:rsidP="005C7924">
            <w:r w:rsidRPr="00113100">
              <w:rPr>
                <w:rFonts w:ascii="Arial" w:hAnsi="Arial"/>
              </w:rPr>
              <w:t>diameter:</w:t>
            </w:r>
          </w:p>
        </w:tc>
        <w:tc>
          <w:tcPr>
            <w:tcW w:w="708" w:type="dxa"/>
          </w:tcPr>
          <w:p w14:paraId="71A645D8" w14:textId="77777777" w:rsidR="00861F4D" w:rsidRPr="00735DE7" w:rsidRDefault="00861F4D" w:rsidP="005C7924">
            <w:pPr>
              <w:jc w:val="right"/>
            </w:pPr>
            <w:r w:rsidRPr="00113100">
              <w:rPr>
                <w:rFonts w:ascii="Arial" w:hAnsi="Arial"/>
              </w:rPr>
              <w:t>M8</w:t>
            </w:r>
          </w:p>
        </w:tc>
        <w:tc>
          <w:tcPr>
            <w:tcW w:w="85" w:type="dxa"/>
          </w:tcPr>
          <w:p w14:paraId="71A645D9" w14:textId="77777777" w:rsidR="00861F4D" w:rsidRPr="00735DE7" w:rsidRDefault="00861F4D" w:rsidP="005C7924"/>
        </w:tc>
        <w:tc>
          <w:tcPr>
            <w:tcW w:w="142" w:type="dxa"/>
          </w:tcPr>
          <w:p w14:paraId="71A645DA" w14:textId="77777777" w:rsidR="00861F4D" w:rsidRPr="00735DE7" w:rsidRDefault="00861F4D" w:rsidP="005C7924"/>
        </w:tc>
        <w:tc>
          <w:tcPr>
            <w:tcW w:w="142" w:type="dxa"/>
          </w:tcPr>
          <w:p w14:paraId="71A645DB" w14:textId="77777777" w:rsidR="00861F4D" w:rsidRPr="00735DE7" w:rsidRDefault="00861F4D" w:rsidP="005C7924"/>
        </w:tc>
        <w:tc>
          <w:tcPr>
            <w:tcW w:w="454" w:type="dxa"/>
          </w:tcPr>
          <w:p w14:paraId="71A645DC" w14:textId="77777777" w:rsidR="00861F4D" w:rsidRPr="00735DE7" w:rsidRDefault="00861F4D" w:rsidP="005C7924"/>
        </w:tc>
        <w:tc>
          <w:tcPr>
            <w:tcW w:w="5018" w:type="dxa"/>
          </w:tcPr>
          <w:p w14:paraId="71A645DD" w14:textId="77777777" w:rsidR="00861F4D" w:rsidRPr="00F402F2" w:rsidRDefault="00861F4D" w:rsidP="005C7924">
            <w:pPr>
              <w:rPr>
                <w:lang w:val="nl-BE"/>
              </w:rPr>
            </w:pPr>
          </w:p>
        </w:tc>
      </w:tr>
      <w:tr w:rsidR="00861F4D" w:rsidRPr="00113100" w14:paraId="71A645E6" w14:textId="77777777" w:rsidTr="005C7924">
        <w:tc>
          <w:tcPr>
            <w:tcW w:w="1163" w:type="dxa"/>
          </w:tcPr>
          <w:p w14:paraId="71A645DF" w14:textId="77777777" w:rsidR="00861F4D" w:rsidRPr="00735DE7" w:rsidRDefault="00861F4D" w:rsidP="005C7924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5E0" w14:textId="77777777" w:rsidR="00861F4D" w:rsidRPr="00735DE7" w:rsidRDefault="00861F4D" w:rsidP="005C7924">
            <w:pPr>
              <w:jc w:val="right"/>
            </w:pPr>
            <w:r w:rsidRPr="00113100">
              <w:rPr>
                <w:rFonts w:ascii="Arial" w:hAnsi="Arial"/>
              </w:rPr>
              <w:t>86</w:t>
            </w:r>
          </w:p>
        </w:tc>
        <w:tc>
          <w:tcPr>
            <w:tcW w:w="85" w:type="dxa"/>
          </w:tcPr>
          <w:p w14:paraId="71A645E1" w14:textId="77777777" w:rsidR="00861F4D" w:rsidRPr="00735DE7" w:rsidRDefault="00861F4D" w:rsidP="005C7924"/>
        </w:tc>
        <w:tc>
          <w:tcPr>
            <w:tcW w:w="142" w:type="dxa"/>
          </w:tcPr>
          <w:p w14:paraId="71A645E2" w14:textId="77777777" w:rsidR="00861F4D" w:rsidRPr="00735DE7" w:rsidRDefault="00861F4D" w:rsidP="005C7924"/>
        </w:tc>
        <w:tc>
          <w:tcPr>
            <w:tcW w:w="142" w:type="dxa"/>
          </w:tcPr>
          <w:p w14:paraId="71A645E3" w14:textId="77777777" w:rsidR="00861F4D" w:rsidRPr="00735DE7" w:rsidRDefault="00861F4D" w:rsidP="005C7924"/>
        </w:tc>
        <w:tc>
          <w:tcPr>
            <w:tcW w:w="454" w:type="dxa"/>
          </w:tcPr>
          <w:p w14:paraId="71A645E4" w14:textId="77777777" w:rsidR="00861F4D" w:rsidRPr="00735DE7" w:rsidRDefault="00861F4D" w:rsidP="005C7924">
            <w:r w:rsidRPr="00113100">
              <w:rPr>
                <w:rFonts w:ascii="Arial" w:hAnsi="Arial"/>
              </w:rPr>
              <w:t>mm</w:t>
            </w:r>
          </w:p>
        </w:tc>
        <w:tc>
          <w:tcPr>
            <w:tcW w:w="5018" w:type="dxa"/>
          </w:tcPr>
          <w:p w14:paraId="71A645E5" w14:textId="77777777" w:rsidR="00861F4D" w:rsidRPr="00113100" w:rsidRDefault="00861F4D" w:rsidP="005C7924">
            <w:pPr>
              <w:rPr>
                <w:rFonts w:ascii="Arial" w:hAnsi="Arial"/>
              </w:rPr>
            </w:pPr>
          </w:p>
        </w:tc>
      </w:tr>
    </w:tbl>
    <w:p w14:paraId="71A645E7" w14:textId="77777777" w:rsidR="00DA767C" w:rsidRPr="000D0121" w:rsidRDefault="00DA767C" w:rsidP="00DA767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Gipsplaat</w:t>
      </w:r>
    </w:p>
    <w:p w14:paraId="71A645E8" w14:textId="77777777" w:rsidR="009A2040" w:rsidRPr="00113100" w:rsidRDefault="009A2040" w:rsidP="009A2040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9A2040" w:rsidRPr="00735DE7" w14:paraId="71A645F0" w14:textId="77777777" w:rsidTr="009A20A1">
        <w:tc>
          <w:tcPr>
            <w:tcW w:w="1163" w:type="dxa"/>
          </w:tcPr>
          <w:p w14:paraId="71A645E9" w14:textId="77777777" w:rsidR="009A2040" w:rsidRPr="00735DE7" w:rsidRDefault="009A2040" w:rsidP="009A20A1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5EA" w14:textId="77777777" w:rsidR="009A2040" w:rsidRPr="00735DE7" w:rsidRDefault="009A2040" w:rsidP="009A20A1">
            <w:pPr>
              <w:jc w:val="right"/>
            </w:pPr>
            <w:r w:rsidRPr="00113100">
              <w:rPr>
                <w:rFonts w:ascii="Arial" w:hAnsi="Arial"/>
              </w:rPr>
              <w:t>60</w:t>
            </w:r>
          </w:p>
        </w:tc>
        <w:tc>
          <w:tcPr>
            <w:tcW w:w="85" w:type="dxa"/>
          </w:tcPr>
          <w:p w14:paraId="71A645EB" w14:textId="77777777" w:rsidR="009A2040" w:rsidRPr="00735DE7" w:rsidRDefault="009A2040" w:rsidP="009A20A1"/>
        </w:tc>
        <w:tc>
          <w:tcPr>
            <w:tcW w:w="142" w:type="dxa"/>
          </w:tcPr>
          <w:p w14:paraId="71A645EC" w14:textId="77777777" w:rsidR="009A2040" w:rsidRPr="00735DE7" w:rsidRDefault="009A2040" w:rsidP="009A20A1"/>
        </w:tc>
        <w:tc>
          <w:tcPr>
            <w:tcW w:w="142" w:type="dxa"/>
          </w:tcPr>
          <w:p w14:paraId="71A645ED" w14:textId="77777777" w:rsidR="009A2040" w:rsidRPr="00735DE7" w:rsidRDefault="009A2040" w:rsidP="009A20A1"/>
        </w:tc>
        <w:tc>
          <w:tcPr>
            <w:tcW w:w="454" w:type="dxa"/>
          </w:tcPr>
          <w:p w14:paraId="71A645EE" w14:textId="77777777" w:rsidR="009A2040" w:rsidRPr="00735DE7" w:rsidRDefault="009A2040" w:rsidP="009A20A1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EF" w14:textId="77777777" w:rsidR="009A2040" w:rsidRPr="00735DE7" w:rsidRDefault="009A2040" w:rsidP="009A20A1"/>
        </w:tc>
      </w:tr>
      <w:tr w:rsidR="009A2040" w:rsidRPr="00735DE7" w14:paraId="71A645F8" w14:textId="77777777" w:rsidTr="009A20A1">
        <w:tc>
          <w:tcPr>
            <w:tcW w:w="1163" w:type="dxa"/>
          </w:tcPr>
          <w:p w14:paraId="71A645F1" w14:textId="77777777" w:rsidR="009A2040" w:rsidRPr="00735DE7" w:rsidRDefault="009A2040" w:rsidP="009A20A1">
            <w:r w:rsidRPr="00113100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71A645F2" w14:textId="77777777" w:rsidR="009A2040" w:rsidRPr="00735DE7" w:rsidRDefault="009A2040" w:rsidP="009A20A1">
            <w:pPr>
              <w:jc w:val="right"/>
            </w:pPr>
            <w:r w:rsidRPr="00113100">
              <w:rPr>
                <w:rFonts w:ascii="Arial" w:hAnsi="Arial"/>
              </w:rPr>
              <w:t>130</w:t>
            </w:r>
          </w:p>
        </w:tc>
        <w:tc>
          <w:tcPr>
            <w:tcW w:w="85" w:type="dxa"/>
          </w:tcPr>
          <w:p w14:paraId="71A645F3" w14:textId="77777777" w:rsidR="009A2040" w:rsidRPr="00735DE7" w:rsidRDefault="009A2040" w:rsidP="009A20A1"/>
        </w:tc>
        <w:tc>
          <w:tcPr>
            <w:tcW w:w="142" w:type="dxa"/>
          </w:tcPr>
          <w:p w14:paraId="71A645F4" w14:textId="77777777" w:rsidR="009A2040" w:rsidRPr="00735DE7" w:rsidRDefault="009A2040" w:rsidP="009A20A1"/>
        </w:tc>
        <w:tc>
          <w:tcPr>
            <w:tcW w:w="142" w:type="dxa"/>
          </w:tcPr>
          <w:p w14:paraId="71A645F5" w14:textId="77777777" w:rsidR="009A2040" w:rsidRPr="00735DE7" w:rsidRDefault="009A2040" w:rsidP="009A20A1"/>
        </w:tc>
        <w:tc>
          <w:tcPr>
            <w:tcW w:w="454" w:type="dxa"/>
          </w:tcPr>
          <w:p w14:paraId="71A645F6" w14:textId="77777777" w:rsidR="009A2040" w:rsidRPr="00735DE7" w:rsidRDefault="009A2040" w:rsidP="009A20A1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F7" w14:textId="77777777" w:rsidR="009A2040" w:rsidRPr="00735DE7" w:rsidRDefault="009A2040" w:rsidP="009A20A1"/>
        </w:tc>
      </w:tr>
      <w:tr w:rsidR="009A2040" w:rsidRPr="00113100" w14:paraId="71A64600" w14:textId="77777777" w:rsidTr="009A20A1">
        <w:tc>
          <w:tcPr>
            <w:tcW w:w="1163" w:type="dxa"/>
          </w:tcPr>
          <w:p w14:paraId="71A645F9" w14:textId="77777777" w:rsidR="009A2040" w:rsidRPr="00735DE7" w:rsidRDefault="009A2040" w:rsidP="009A20A1">
            <w:r w:rsidRPr="00113100">
              <w:rPr>
                <w:rFonts w:ascii="Arial" w:hAnsi="Arial"/>
              </w:rPr>
              <w:t>dikte:</w:t>
            </w:r>
          </w:p>
        </w:tc>
        <w:tc>
          <w:tcPr>
            <w:tcW w:w="708" w:type="dxa"/>
          </w:tcPr>
          <w:p w14:paraId="71A645FA" w14:textId="77777777" w:rsidR="009A2040" w:rsidRPr="00735DE7" w:rsidRDefault="009A2040" w:rsidP="009A20A1">
            <w:pPr>
              <w:jc w:val="right"/>
            </w:pPr>
            <w:r w:rsidRPr="00113100">
              <w:rPr>
                <w:rFonts w:ascii="Arial" w:hAnsi="Arial"/>
              </w:rPr>
              <w:t>1</w:t>
            </w:r>
          </w:p>
        </w:tc>
        <w:tc>
          <w:tcPr>
            <w:tcW w:w="85" w:type="dxa"/>
          </w:tcPr>
          <w:p w14:paraId="71A645FB" w14:textId="77777777" w:rsidR="009A2040" w:rsidRPr="00735DE7" w:rsidRDefault="009A2040" w:rsidP="009A20A1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5FC" w14:textId="77777777" w:rsidR="009A2040" w:rsidRPr="00735DE7" w:rsidRDefault="009A2040" w:rsidP="009A20A1">
            <w:r w:rsidRPr="00113100">
              <w:rPr>
                <w:rFonts w:ascii="Arial" w:hAnsi="Arial"/>
              </w:rPr>
              <w:t>8</w:t>
            </w:r>
          </w:p>
        </w:tc>
        <w:tc>
          <w:tcPr>
            <w:tcW w:w="142" w:type="dxa"/>
          </w:tcPr>
          <w:p w14:paraId="71A645FD" w14:textId="77777777" w:rsidR="009A2040" w:rsidRPr="00735DE7" w:rsidRDefault="009A2040" w:rsidP="009A20A1"/>
        </w:tc>
        <w:tc>
          <w:tcPr>
            <w:tcW w:w="454" w:type="dxa"/>
          </w:tcPr>
          <w:p w14:paraId="71A645FE" w14:textId="77777777" w:rsidR="009A2040" w:rsidRPr="00735DE7" w:rsidRDefault="009A2040" w:rsidP="009A20A1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FF" w14:textId="77777777" w:rsidR="009A2040" w:rsidRPr="00113100" w:rsidRDefault="009A2040" w:rsidP="009A20A1">
            <w:pPr>
              <w:rPr>
                <w:rFonts w:ascii="Arial" w:hAnsi="Arial"/>
              </w:rPr>
            </w:pPr>
          </w:p>
        </w:tc>
      </w:tr>
    </w:tbl>
    <w:p w14:paraId="71A64601" w14:textId="77777777" w:rsidR="009A2040" w:rsidRPr="00113100" w:rsidRDefault="009A2040" w:rsidP="009A2040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waterafstotend</w:t>
      </w:r>
    </w:p>
    <w:p w14:paraId="71A64602" w14:textId="77777777" w:rsidR="009A2040" w:rsidRPr="00113100" w:rsidRDefault="009A2040" w:rsidP="009A2040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brandwerend</w:t>
      </w:r>
    </w:p>
    <w:p w14:paraId="71A64603" w14:textId="77777777" w:rsidR="00513E6D" w:rsidRPr="000D0121" w:rsidRDefault="00513E6D" w:rsidP="00DA767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Gipsplaat</w:t>
      </w:r>
      <w:r w:rsidR="003117E0" w:rsidRPr="2265662C">
        <w:rPr>
          <w:rFonts w:ascii="Arial" w:hAnsi="Arial"/>
          <w:b/>
          <w:bCs/>
          <w:u w:val="none"/>
        </w:rPr>
        <w:t xml:space="preserve"> voor wc-element</w:t>
      </w:r>
    </w:p>
    <w:p w14:paraId="71A64604" w14:textId="77777777" w:rsidR="00513E6D" w:rsidRPr="00113100" w:rsidRDefault="009C6EC5" w:rsidP="00513E6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</w:t>
      </w:r>
      <w:r w:rsidR="00513E6D" w:rsidRPr="00113100">
        <w:rPr>
          <w:rFonts w:ascii="Arial" w:hAnsi="Arial"/>
        </w:rPr>
        <w:t>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9C6EC5" w:rsidRPr="00735DE7" w14:paraId="71A6460C" w14:textId="77777777" w:rsidTr="006527F1">
        <w:tc>
          <w:tcPr>
            <w:tcW w:w="1163" w:type="dxa"/>
          </w:tcPr>
          <w:p w14:paraId="71A64605" w14:textId="77777777" w:rsidR="009C6EC5" w:rsidRPr="00735DE7" w:rsidRDefault="009C6EC5" w:rsidP="006527F1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606" w14:textId="77777777" w:rsidR="009C6EC5" w:rsidRPr="00735DE7" w:rsidRDefault="00DA767C" w:rsidP="006527F1">
            <w:pPr>
              <w:jc w:val="right"/>
            </w:pPr>
            <w:r w:rsidRPr="00113100">
              <w:rPr>
                <w:rFonts w:ascii="Arial" w:hAnsi="Arial"/>
              </w:rPr>
              <w:t>6</w:t>
            </w:r>
            <w:r w:rsidR="009C6EC5" w:rsidRPr="00113100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71A64607" w14:textId="77777777" w:rsidR="009C6EC5" w:rsidRPr="00735DE7" w:rsidRDefault="009C6EC5" w:rsidP="006527F1"/>
        </w:tc>
        <w:tc>
          <w:tcPr>
            <w:tcW w:w="142" w:type="dxa"/>
          </w:tcPr>
          <w:p w14:paraId="71A64608" w14:textId="77777777" w:rsidR="009C6EC5" w:rsidRPr="00735DE7" w:rsidRDefault="009C6EC5" w:rsidP="006527F1"/>
        </w:tc>
        <w:tc>
          <w:tcPr>
            <w:tcW w:w="142" w:type="dxa"/>
          </w:tcPr>
          <w:p w14:paraId="71A64609" w14:textId="77777777" w:rsidR="009C6EC5" w:rsidRPr="00735DE7" w:rsidRDefault="009C6EC5" w:rsidP="006527F1"/>
        </w:tc>
        <w:tc>
          <w:tcPr>
            <w:tcW w:w="454" w:type="dxa"/>
          </w:tcPr>
          <w:p w14:paraId="71A6460A" w14:textId="77777777" w:rsidR="009C6EC5" w:rsidRPr="00735DE7" w:rsidRDefault="009C6EC5" w:rsidP="006527F1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60B" w14:textId="77777777" w:rsidR="009C6EC5" w:rsidRPr="00735DE7" w:rsidRDefault="009C6EC5" w:rsidP="006527F1"/>
        </w:tc>
      </w:tr>
      <w:tr w:rsidR="009C6EC5" w:rsidRPr="00735DE7" w14:paraId="71A64614" w14:textId="77777777" w:rsidTr="006527F1">
        <w:tc>
          <w:tcPr>
            <w:tcW w:w="1163" w:type="dxa"/>
          </w:tcPr>
          <w:p w14:paraId="71A6460D" w14:textId="77777777" w:rsidR="009C6EC5" w:rsidRPr="00735DE7" w:rsidRDefault="009C6EC5" w:rsidP="006527F1">
            <w:r w:rsidRPr="00113100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71A6460E" w14:textId="77777777" w:rsidR="009C6EC5" w:rsidRPr="00735DE7" w:rsidRDefault="009C6EC5" w:rsidP="006527F1">
            <w:pPr>
              <w:jc w:val="right"/>
            </w:pPr>
            <w:r w:rsidRPr="00113100">
              <w:rPr>
                <w:rFonts w:ascii="Arial" w:hAnsi="Arial"/>
              </w:rPr>
              <w:t>130</w:t>
            </w:r>
          </w:p>
        </w:tc>
        <w:tc>
          <w:tcPr>
            <w:tcW w:w="85" w:type="dxa"/>
          </w:tcPr>
          <w:p w14:paraId="71A6460F" w14:textId="77777777" w:rsidR="009C6EC5" w:rsidRPr="00735DE7" w:rsidRDefault="009C6EC5" w:rsidP="006527F1"/>
        </w:tc>
        <w:tc>
          <w:tcPr>
            <w:tcW w:w="142" w:type="dxa"/>
          </w:tcPr>
          <w:p w14:paraId="71A64610" w14:textId="77777777" w:rsidR="009C6EC5" w:rsidRPr="00735DE7" w:rsidRDefault="009C6EC5" w:rsidP="006527F1"/>
        </w:tc>
        <w:tc>
          <w:tcPr>
            <w:tcW w:w="142" w:type="dxa"/>
          </w:tcPr>
          <w:p w14:paraId="71A64611" w14:textId="77777777" w:rsidR="009C6EC5" w:rsidRPr="00735DE7" w:rsidRDefault="009C6EC5" w:rsidP="006527F1"/>
        </w:tc>
        <w:tc>
          <w:tcPr>
            <w:tcW w:w="454" w:type="dxa"/>
          </w:tcPr>
          <w:p w14:paraId="71A64612" w14:textId="77777777" w:rsidR="009C6EC5" w:rsidRPr="00735DE7" w:rsidRDefault="009C6EC5" w:rsidP="006527F1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613" w14:textId="77777777" w:rsidR="009C6EC5" w:rsidRPr="00735DE7" w:rsidRDefault="009C6EC5" w:rsidP="006527F1"/>
        </w:tc>
      </w:tr>
      <w:tr w:rsidR="009C6EC5" w:rsidRPr="00113100" w14:paraId="71A6461C" w14:textId="77777777" w:rsidTr="006527F1">
        <w:tc>
          <w:tcPr>
            <w:tcW w:w="1163" w:type="dxa"/>
          </w:tcPr>
          <w:p w14:paraId="71A64615" w14:textId="77777777" w:rsidR="009C6EC5" w:rsidRPr="00735DE7" w:rsidRDefault="009C6EC5" w:rsidP="006527F1">
            <w:r w:rsidRPr="00113100">
              <w:rPr>
                <w:rFonts w:ascii="Arial" w:hAnsi="Arial"/>
              </w:rPr>
              <w:t>dikte:</w:t>
            </w:r>
          </w:p>
        </w:tc>
        <w:tc>
          <w:tcPr>
            <w:tcW w:w="708" w:type="dxa"/>
          </w:tcPr>
          <w:p w14:paraId="71A64616" w14:textId="77777777" w:rsidR="009C6EC5" w:rsidRPr="00735DE7" w:rsidRDefault="009C6EC5" w:rsidP="006527F1">
            <w:pPr>
              <w:jc w:val="right"/>
            </w:pPr>
            <w:r w:rsidRPr="00113100">
              <w:rPr>
                <w:rFonts w:ascii="Arial" w:hAnsi="Arial"/>
              </w:rPr>
              <w:t>1</w:t>
            </w:r>
          </w:p>
        </w:tc>
        <w:tc>
          <w:tcPr>
            <w:tcW w:w="85" w:type="dxa"/>
          </w:tcPr>
          <w:p w14:paraId="71A64617" w14:textId="77777777" w:rsidR="009C6EC5" w:rsidRPr="00735DE7" w:rsidRDefault="009C6EC5" w:rsidP="006527F1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618" w14:textId="77777777" w:rsidR="009C6EC5" w:rsidRPr="00735DE7" w:rsidRDefault="009C6EC5" w:rsidP="006527F1">
            <w:r w:rsidRPr="00113100">
              <w:rPr>
                <w:rFonts w:ascii="Arial" w:hAnsi="Arial"/>
              </w:rPr>
              <w:t>8</w:t>
            </w:r>
          </w:p>
        </w:tc>
        <w:tc>
          <w:tcPr>
            <w:tcW w:w="142" w:type="dxa"/>
          </w:tcPr>
          <w:p w14:paraId="71A64619" w14:textId="77777777" w:rsidR="009C6EC5" w:rsidRPr="00735DE7" w:rsidRDefault="009C6EC5" w:rsidP="006527F1"/>
        </w:tc>
        <w:tc>
          <w:tcPr>
            <w:tcW w:w="454" w:type="dxa"/>
          </w:tcPr>
          <w:p w14:paraId="71A6461A" w14:textId="77777777" w:rsidR="009C6EC5" w:rsidRPr="00735DE7" w:rsidRDefault="009C6EC5" w:rsidP="006527F1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61B" w14:textId="77777777" w:rsidR="009C6EC5" w:rsidRPr="00113100" w:rsidRDefault="009C6EC5" w:rsidP="006527F1">
            <w:pPr>
              <w:rPr>
                <w:rFonts w:ascii="Arial" w:hAnsi="Arial"/>
              </w:rPr>
            </w:pPr>
          </w:p>
        </w:tc>
      </w:tr>
    </w:tbl>
    <w:p w14:paraId="71A6461D" w14:textId="77777777" w:rsidR="00513E6D" w:rsidRPr="00113100" w:rsidRDefault="005F688C" w:rsidP="00513E6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waterafstotend</w:t>
      </w:r>
    </w:p>
    <w:p w14:paraId="71A6461E" w14:textId="77777777" w:rsidR="00513E6D" w:rsidRPr="00113100" w:rsidRDefault="00431659" w:rsidP="00513E6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b</w:t>
      </w:r>
      <w:r w:rsidR="005F688C" w:rsidRPr="00113100">
        <w:rPr>
          <w:rFonts w:ascii="Arial" w:hAnsi="Arial"/>
        </w:rPr>
        <w:t>randwerend</w:t>
      </w:r>
    </w:p>
    <w:p w14:paraId="71A6461F" w14:textId="77777777" w:rsidR="00431659" w:rsidRPr="00113100" w:rsidRDefault="00431659" w:rsidP="00513E6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met gaten voor de aansluiting van de wc-pot</w:t>
      </w:r>
    </w:p>
    <w:p w14:paraId="71A64620" w14:textId="77777777" w:rsidR="00431659" w:rsidRPr="00113100" w:rsidRDefault="00431659" w:rsidP="00513E6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met opening voor de </w:t>
      </w:r>
      <w:proofErr w:type="spellStart"/>
      <w:r w:rsidRPr="00113100">
        <w:rPr>
          <w:rFonts w:ascii="Arial" w:hAnsi="Arial"/>
        </w:rPr>
        <w:t>toezichtsopening</w:t>
      </w:r>
      <w:proofErr w:type="spellEnd"/>
    </w:p>
    <w:p w14:paraId="71A64621" w14:textId="77777777" w:rsidR="004C61B8" w:rsidRPr="000D0121" w:rsidRDefault="007423F9" w:rsidP="004C61B8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br w:type="page"/>
      </w:r>
      <w:r w:rsidR="004C61B8" w:rsidRPr="2265662C">
        <w:rPr>
          <w:rFonts w:ascii="Arial" w:hAnsi="Arial"/>
          <w:b/>
          <w:bCs/>
          <w:u w:val="none"/>
        </w:rPr>
        <w:lastRenderedPageBreak/>
        <w:t>Schroef met boorkop voor gipsplaat</w:t>
      </w:r>
    </w:p>
    <w:p w14:paraId="71A64622" w14:textId="77777777" w:rsidR="004C61B8" w:rsidRPr="00113100" w:rsidRDefault="004C61B8" w:rsidP="004C61B8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4C61B8" w:rsidRPr="00735DE7" w14:paraId="71A6462A" w14:textId="77777777" w:rsidTr="00C7320F">
        <w:tc>
          <w:tcPr>
            <w:tcW w:w="1163" w:type="dxa"/>
          </w:tcPr>
          <w:p w14:paraId="71A64623" w14:textId="77777777" w:rsidR="004C61B8" w:rsidRPr="00735DE7" w:rsidRDefault="004C61B8" w:rsidP="00C7320F">
            <w:r w:rsidRPr="00113100">
              <w:rPr>
                <w:rFonts w:ascii="Arial" w:hAnsi="Arial"/>
              </w:rPr>
              <w:t>diameter:</w:t>
            </w:r>
          </w:p>
        </w:tc>
        <w:tc>
          <w:tcPr>
            <w:tcW w:w="708" w:type="dxa"/>
          </w:tcPr>
          <w:p w14:paraId="71A64624" w14:textId="77777777" w:rsidR="004C61B8" w:rsidRPr="00735DE7" w:rsidRDefault="00D6618F" w:rsidP="00C7320F">
            <w:pPr>
              <w:jc w:val="right"/>
            </w:pPr>
            <w:r w:rsidRPr="00113100">
              <w:rPr>
                <w:rFonts w:ascii="Arial" w:hAnsi="Arial"/>
              </w:rPr>
              <w:t>3</w:t>
            </w:r>
          </w:p>
        </w:tc>
        <w:tc>
          <w:tcPr>
            <w:tcW w:w="85" w:type="dxa"/>
          </w:tcPr>
          <w:p w14:paraId="71A64625" w14:textId="77777777" w:rsidR="004C61B8" w:rsidRPr="00735DE7" w:rsidRDefault="004C61B8" w:rsidP="00C7320F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626" w14:textId="77777777" w:rsidR="004C61B8" w:rsidRPr="00735DE7" w:rsidRDefault="00D6618F" w:rsidP="00C7320F">
            <w:r w:rsidRPr="00113100">
              <w:rPr>
                <w:rFonts w:ascii="Arial" w:hAnsi="Arial"/>
              </w:rPr>
              <w:t>5</w:t>
            </w:r>
          </w:p>
        </w:tc>
        <w:tc>
          <w:tcPr>
            <w:tcW w:w="142" w:type="dxa"/>
          </w:tcPr>
          <w:p w14:paraId="71A64627" w14:textId="77777777" w:rsidR="004C61B8" w:rsidRPr="00735DE7" w:rsidRDefault="004C61B8" w:rsidP="00C7320F"/>
        </w:tc>
        <w:tc>
          <w:tcPr>
            <w:tcW w:w="454" w:type="dxa"/>
          </w:tcPr>
          <w:p w14:paraId="71A64628" w14:textId="77777777" w:rsidR="004C61B8" w:rsidRPr="00735DE7" w:rsidRDefault="004C61B8" w:rsidP="00C7320F">
            <w:r w:rsidRPr="00113100">
              <w:rPr>
                <w:rFonts w:ascii="Arial" w:hAnsi="Arial"/>
              </w:rPr>
              <w:t>mm</w:t>
            </w:r>
          </w:p>
        </w:tc>
        <w:tc>
          <w:tcPr>
            <w:tcW w:w="5018" w:type="dxa"/>
          </w:tcPr>
          <w:p w14:paraId="71A64629" w14:textId="77777777" w:rsidR="004C61B8" w:rsidRPr="00F402F2" w:rsidRDefault="004C61B8" w:rsidP="00C7320F">
            <w:pPr>
              <w:rPr>
                <w:lang w:val="nl-BE"/>
              </w:rPr>
            </w:pPr>
          </w:p>
        </w:tc>
      </w:tr>
      <w:tr w:rsidR="004C61B8" w:rsidRPr="00113100" w14:paraId="71A64632" w14:textId="77777777" w:rsidTr="00C7320F">
        <w:tc>
          <w:tcPr>
            <w:tcW w:w="1163" w:type="dxa"/>
          </w:tcPr>
          <w:p w14:paraId="71A6462B" w14:textId="77777777" w:rsidR="004C61B8" w:rsidRPr="00735DE7" w:rsidRDefault="004C61B8" w:rsidP="00C7320F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62C" w14:textId="77777777" w:rsidR="004C61B8" w:rsidRPr="00735DE7" w:rsidRDefault="004C61B8" w:rsidP="00C7320F">
            <w:pPr>
              <w:jc w:val="right"/>
            </w:pPr>
            <w:r w:rsidRPr="00113100">
              <w:rPr>
                <w:rFonts w:ascii="Arial" w:hAnsi="Arial"/>
              </w:rPr>
              <w:t>35</w:t>
            </w:r>
          </w:p>
        </w:tc>
        <w:tc>
          <w:tcPr>
            <w:tcW w:w="85" w:type="dxa"/>
          </w:tcPr>
          <w:p w14:paraId="71A6462D" w14:textId="77777777" w:rsidR="004C61B8" w:rsidRPr="00735DE7" w:rsidRDefault="004C61B8" w:rsidP="00C7320F"/>
        </w:tc>
        <w:tc>
          <w:tcPr>
            <w:tcW w:w="142" w:type="dxa"/>
          </w:tcPr>
          <w:p w14:paraId="71A6462E" w14:textId="77777777" w:rsidR="004C61B8" w:rsidRPr="00735DE7" w:rsidRDefault="004C61B8" w:rsidP="00C7320F"/>
        </w:tc>
        <w:tc>
          <w:tcPr>
            <w:tcW w:w="142" w:type="dxa"/>
          </w:tcPr>
          <w:p w14:paraId="71A6462F" w14:textId="77777777" w:rsidR="004C61B8" w:rsidRPr="00735DE7" w:rsidRDefault="004C61B8" w:rsidP="00C7320F"/>
        </w:tc>
        <w:tc>
          <w:tcPr>
            <w:tcW w:w="454" w:type="dxa"/>
          </w:tcPr>
          <w:p w14:paraId="71A64630" w14:textId="77777777" w:rsidR="004C61B8" w:rsidRPr="00735DE7" w:rsidRDefault="004C61B8" w:rsidP="00C7320F">
            <w:r w:rsidRPr="00113100">
              <w:rPr>
                <w:rFonts w:ascii="Arial" w:hAnsi="Arial"/>
              </w:rPr>
              <w:t>mm</w:t>
            </w:r>
          </w:p>
        </w:tc>
        <w:tc>
          <w:tcPr>
            <w:tcW w:w="5018" w:type="dxa"/>
          </w:tcPr>
          <w:p w14:paraId="71A64631" w14:textId="77777777" w:rsidR="004C61B8" w:rsidRPr="00113100" w:rsidRDefault="004C61B8" w:rsidP="00C7320F">
            <w:pPr>
              <w:rPr>
                <w:rFonts w:ascii="Arial" w:hAnsi="Arial"/>
              </w:rPr>
            </w:pPr>
          </w:p>
        </w:tc>
      </w:tr>
    </w:tbl>
    <w:p w14:paraId="71A64633" w14:textId="77777777" w:rsidR="004C61B8" w:rsidRPr="00113100" w:rsidRDefault="004C61B8" w:rsidP="00946D10">
      <w:pPr>
        <w:pStyle w:val="Bulleted1"/>
      </w:pPr>
      <w:r w:rsidRPr="00113100">
        <w:t>uitgeru</w:t>
      </w:r>
      <w:r w:rsidR="00946D10">
        <w:t xml:space="preserve">st met </w:t>
      </w:r>
      <w:r w:rsidRPr="00113100">
        <w:t>boorkop</w:t>
      </w:r>
    </w:p>
    <w:p w14:paraId="71A64634" w14:textId="77777777" w:rsidR="00513E6D" w:rsidRPr="000D0121" w:rsidRDefault="00513E6D" w:rsidP="00262E19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Plamuur</w:t>
      </w:r>
    </w:p>
    <w:p w14:paraId="71A64635" w14:textId="77777777" w:rsidR="00513E6D" w:rsidRPr="00113100" w:rsidRDefault="001C1CA3" w:rsidP="00513E6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zak van 5 kg</w:t>
      </w:r>
    </w:p>
    <w:p w14:paraId="71A64636" w14:textId="77777777" w:rsidR="00513E6D" w:rsidRPr="00113100" w:rsidRDefault="001C1CA3" w:rsidP="00513E6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poedervormig</w:t>
      </w:r>
    </w:p>
    <w:p w14:paraId="71A64637" w14:textId="77777777" w:rsidR="005830D3" w:rsidRPr="00113100" w:rsidRDefault="00EC5A29" w:rsidP="00513E6D">
      <w:pPr>
        <w:pStyle w:val="Bulleted1"/>
        <w:rPr>
          <w:rFonts w:ascii="Arial" w:hAnsi="Arial"/>
        </w:rPr>
      </w:pPr>
      <w:proofErr w:type="spellStart"/>
      <w:r w:rsidRPr="00113100">
        <w:rPr>
          <w:rFonts w:ascii="Arial" w:hAnsi="Arial"/>
        </w:rPr>
        <w:t>g</w:t>
      </w:r>
      <w:r w:rsidR="005830D3" w:rsidRPr="00113100">
        <w:rPr>
          <w:rFonts w:ascii="Arial" w:hAnsi="Arial"/>
        </w:rPr>
        <w:t>ipsgebonden</w:t>
      </w:r>
      <w:proofErr w:type="spellEnd"/>
    </w:p>
    <w:p w14:paraId="71A64638" w14:textId="77777777" w:rsidR="00EC5A29" w:rsidRPr="00113100" w:rsidRDefault="00EC5A29" w:rsidP="00513E6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gemakkelijk met schuurpapier (100 – 80) te polijsten</w:t>
      </w:r>
    </w:p>
    <w:sectPr w:rsidR="00EC5A29" w:rsidRPr="00113100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6463B" w14:textId="77777777" w:rsidR="006A110E" w:rsidRDefault="006A110E">
      <w:r>
        <w:separator/>
      </w:r>
    </w:p>
  </w:endnote>
  <w:endnote w:type="continuationSeparator" w:id="0">
    <w:p w14:paraId="71A6463C" w14:textId="77777777" w:rsidR="006A110E" w:rsidRDefault="006A1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64640" w14:textId="77777777" w:rsidR="00131AF0" w:rsidRDefault="00131AF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113100" w14:paraId="71A64644" w14:textId="77777777">
      <w:tc>
        <w:tcPr>
          <w:tcW w:w="3392" w:type="dxa"/>
        </w:tcPr>
        <w:p w14:paraId="71A64641" w14:textId="041FB36E" w:rsidR="007C7FFA" w:rsidRDefault="00BF4FE6" w:rsidP="00131AF0">
          <w:pPr>
            <w:pStyle w:val="Footer"/>
          </w:pPr>
          <w:r>
            <w:rPr>
              <w:rFonts w:ascii="Arial" w:hAnsi="Arial"/>
            </w:rPr>
            <w:t>versie 00.00</w:t>
          </w:r>
        </w:p>
      </w:tc>
      <w:tc>
        <w:tcPr>
          <w:tcW w:w="3392" w:type="dxa"/>
        </w:tcPr>
        <w:p w14:paraId="71A64642" w14:textId="77777777" w:rsidR="007C7FFA" w:rsidRDefault="00297E30">
          <w:pPr>
            <w:jc w:val="center"/>
            <w:rPr>
              <w:sz w:val="20"/>
            </w:rPr>
          </w:pPr>
          <w:r w:rsidRPr="00113100">
            <w:rPr>
              <w:rFonts w:ascii="Arial" w:hAnsi="Arial"/>
              <w:sz w:val="20"/>
            </w:rPr>
            <w:t>bestektek</w:t>
          </w:r>
          <w:r w:rsidR="00361E29" w:rsidRPr="00113100">
            <w:rPr>
              <w:rFonts w:ascii="Arial" w:hAnsi="Arial"/>
              <w:sz w:val="20"/>
            </w:rPr>
            <w:t>s</w:t>
          </w:r>
          <w:r w:rsidRPr="00113100">
            <w:rPr>
              <w:rFonts w:ascii="Arial" w:hAnsi="Arial"/>
              <w:sz w:val="20"/>
            </w:rPr>
            <w:t>t</w:t>
          </w:r>
        </w:p>
      </w:tc>
      <w:tc>
        <w:tcPr>
          <w:tcW w:w="3392" w:type="dxa"/>
        </w:tcPr>
        <w:p w14:paraId="71A64643" w14:textId="77777777" w:rsidR="007C7FFA" w:rsidRPr="00113100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113100">
            <w:rPr>
              <w:rFonts w:ascii="Arial" w:hAnsi="Arial"/>
            </w:rPr>
            <w:fldChar w:fldCharType="begin"/>
          </w:r>
          <w:r w:rsidRPr="00113100">
            <w:rPr>
              <w:rFonts w:ascii="Arial" w:hAnsi="Arial"/>
            </w:rPr>
            <w:instrText xml:space="preserve"> PAGE  \* LOWER </w:instrText>
          </w:r>
          <w:r w:rsidRPr="00113100">
            <w:rPr>
              <w:rFonts w:ascii="Arial" w:hAnsi="Arial"/>
            </w:rPr>
            <w:fldChar w:fldCharType="separate"/>
          </w:r>
          <w:r w:rsidR="00835332">
            <w:rPr>
              <w:rFonts w:ascii="Arial" w:hAnsi="Arial"/>
              <w:noProof/>
            </w:rPr>
            <w:t>10</w:t>
          </w:r>
          <w:r w:rsidRPr="00113100">
            <w:rPr>
              <w:rFonts w:ascii="Arial" w:hAnsi="Arial"/>
            </w:rPr>
            <w:fldChar w:fldCharType="end"/>
          </w:r>
          <w:r w:rsidRPr="00113100">
            <w:rPr>
              <w:rFonts w:ascii="Arial" w:hAnsi="Arial"/>
            </w:rPr>
            <w:t>/</w:t>
          </w:r>
          <w:r w:rsidRPr="00113100">
            <w:rPr>
              <w:rFonts w:ascii="Arial" w:hAnsi="Arial"/>
            </w:rPr>
            <w:fldChar w:fldCharType="begin"/>
          </w:r>
          <w:r w:rsidRPr="00113100">
            <w:rPr>
              <w:rFonts w:ascii="Arial" w:hAnsi="Arial"/>
            </w:rPr>
            <w:instrText xml:space="preserve"> NUMPAGES  \* Arabic  \* MERGEFORMAT </w:instrText>
          </w:r>
          <w:r w:rsidRPr="00113100">
            <w:rPr>
              <w:rFonts w:ascii="Arial" w:hAnsi="Arial"/>
            </w:rPr>
            <w:fldChar w:fldCharType="separate"/>
          </w:r>
          <w:r w:rsidR="00835332">
            <w:rPr>
              <w:rFonts w:ascii="Arial" w:hAnsi="Arial"/>
              <w:noProof/>
            </w:rPr>
            <w:t>16</w:t>
          </w:r>
          <w:r w:rsidRPr="00113100">
            <w:rPr>
              <w:rFonts w:ascii="Arial" w:hAnsi="Arial"/>
            </w:rPr>
            <w:fldChar w:fldCharType="end"/>
          </w:r>
        </w:p>
      </w:tc>
    </w:tr>
  </w:tbl>
  <w:p w14:paraId="71A64645" w14:textId="77777777" w:rsidR="007C7FFA" w:rsidRPr="00113100" w:rsidRDefault="007C7FFA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64647" w14:textId="77777777" w:rsidR="00131AF0" w:rsidRDefault="00131A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64639" w14:textId="77777777" w:rsidR="006A110E" w:rsidRDefault="006A110E">
      <w:r>
        <w:separator/>
      </w:r>
    </w:p>
  </w:footnote>
  <w:footnote w:type="continuationSeparator" w:id="0">
    <w:p w14:paraId="71A6463A" w14:textId="77777777" w:rsidR="006A110E" w:rsidRDefault="006A11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6463D" w14:textId="77777777" w:rsidR="00131AF0" w:rsidRDefault="00131AF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6463E" w14:textId="77777777" w:rsidR="007C7FFA" w:rsidRPr="000D0121" w:rsidRDefault="00297E30" w:rsidP="00080B0F">
    <w:pPr>
      <w:pStyle w:val="Header"/>
      <w:rPr>
        <w:rFonts w:ascii="Arial" w:hAnsi="Arial"/>
        <w:b/>
        <w:szCs w:val="24"/>
      </w:rPr>
    </w:pPr>
    <w:r w:rsidRPr="000D0121">
      <w:rPr>
        <w:rFonts w:ascii="Arial" w:hAnsi="Arial"/>
        <w:b/>
      </w:rPr>
      <w:t>Geberit GIS</w:t>
    </w:r>
    <w:r w:rsidR="007C7FFA" w:rsidRPr="000D0121">
      <w:rPr>
        <w:rFonts w:ascii="Arial" w:hAnsi="Arial"/>
        <w:b/>
      </w:rPr>
      <w:tab/>
    </w:r>
    <w:r w:rsidR="00714CEE" w:rsidRPr="000D0121">
      <w:rPr>
        <w:rFonts w:ascii="Arial" w:hAnsi="Arial"/>
        <w:b/>
        <w:noProof/>
        <w:sz w:val="20"/>
        <w:vertAlign w:val="superscript"/>
        <w:lang w:val="nl-BE" w:eastAsia="zh-CN"/>
      </w:rPr>
      <w:drawing>
        <wp:inline distT="0" distB="0" distL="0" distR="0" wp14:anchorId="71A64648" wp14:editId="71A64649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1A6463F" w14:textId="77777777" w:rsidR="007C7FFA" w:rsidRPr="000D0121" w:rsidRDefault="00297E30" w:rsidP="00080B0F">
    <w:pPr>
      <w:pStyle w:val="Header"/>
      <w:rPr>
        <w:rFonts w:ascii="Arial" w:hAnsi="Arial"/>
        <w:b/>
      </w:rPr>
    </w:pPr>
    <w:r w:rsidRPr="000D0121">
      <w:rPr>
        <w:rFonts w:ascii="Arial" w:hAnsi="Arial"/>
        <w:b/>
      </w:rPr>
      <w:t>S</w:t>
    </w:r>
    <w:r w:rsidR="007C7FFA" w:rsidRPr="000D0121">
      <w:rPr>
        <w:rFonts w:ascii="Arial" w:hAnsi="Arial"/>
        <w:b/>
      </w:rPr>
      <w:t>anitair installatie</w:t>
    </w:r>
    <w:r w:rsidR="00903921" w:rsidRPr="000D0121">
      <w:rPr>
        <w:rFonts w:ascii="Arial" w:hAnsi="Arial"/>
        <w:b/>
      </w:rPr>
      <w:t>systeem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64646" w14:textId="77777777" w:rsidR="00131AF0" w:rsidRDefault="00131AF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87275568">
    <w:abstractNumId w:val="16"/>
  </w:num>
  <w:num w:numId="2" w16cid:durableId="926965768">
    <w:abstractNumId w:val="22"/>
  </w:num>
  <w:num w:numId="3" w16cid:durableId="469518119">
    <w:abstractNumId w:val="4"/>
  </w:num>
  <w:num w:numId="4" w16cid:durableId="1827937832">
    <w:abstractNumId w:val="3"/>
  </w:num>
  <w:num w:numId="5" w16cid:durableId="1135759151">
    <w:abstractNumId w:val="13"/>
  </w:num>
  <w:num w:numId="6" w16cid:durableId="1014381521">
    <w:abstractNumId w:val="15"/>
  </w:num>
  <w:num w:numId="7" w16cid:durableId="1508516351">
    <w:abstractNumId w:val="6"/>
  </w:num>
  <w:num w:numId="8" w16cid:durableId="1169099792">
    <w:abstractNumId w:val="19"/>
  </w:num>
  <w:num w:numId="9" w16cid:durableId="1461536461">
    <w:abstractNumId w:val="25"/>
  </w:num>
  <w:num w:numId="10" w16cid:durableId="337080405">
    <w:abstractNumId w:val="2"/>
  </w:num>
  <w:num w:numId="11" w16cid:durableId="280959854">
    <w:abstractNumId w:val="12"/>
  </w:num>
  <w:num w:numId="12" w16cid:durableId="1679312296">
    <w:abstractNumId w:val="11"/>
  </w:num>
  <w:num w:numId="13" w16cid:durableId="1322810926">
    <w:abstractNumId w:val="24"/>
  </w:num>
  <w:num w:numId="14" w16cid:durableId="1079710169">
    <w:abstractNumId w:val="7"/>
  </w:num>
  <w:num w:numId="15" w16cid:durableId="122358554">
    <w:abstractNumId w:val="0"/>
  </w:num>
  <w:num w:numId="16" w16cid:durableId="488251041">
    <w:abstractNumId w:val="10"/>
  </w:num>
  <w:num w:numId="17" w16cid:durableId="1575358516">
    <w:abstractNumId w:val="5"/>
  </w:num>
  <w:num w:numId="18" w16cid:durableId="1542590851">
    <w:abstractNumId w:val="20"/>
  </w:num>
  <w:num w:numId="19" w16cid:durableId="691608000">
    <w:abstractNumId w:val="21"/>
  </w:num>
  <w:num w:numId="20" w16cid:durableId="1303343525">
    <w:abstractNumId w:val="18"/>
  </w:num>
  <w:num w:numId="21" w16cid:durableId="693920726">
    <w:abstractNumId w:val="17"/>
  </w:num>
  <w:num w:numId="22" w16cid:durableId="2015066785">
    <w:abstractNumId w:val="14"/>
  </w:num>
  <w:num w:numId="23" w16cid:durableId="177542883">
    <w:abstractNumId w:val="23"/>
  </w:num>
  <w:num w:numId="24" w16cid:durableId="313142411">
    <w:abstractNumId w:val="8"/>
  </w:num>
  <w:num w:numId="25" w16cid:durableId="697781655">
    <w:abstractNumId w:val="9"/>
  </w:num>
  <w:num w:numId="26" w16cid:durableId="125220485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32C"/>
    <w:rsid w:val="000151C3"/>
    <w:rsid w:val="00020AD0"/>
    <w:rsid w:val="00021236"/>
    <w:rsid w:val="000221DA"/>
    <w:rsid w:val="000236F2"/>
    <w:rsid w:val="00025663"/>
    <w:rsid w:val="000268CF"/>
    <w:rsid w:val="00027C6F"/>
    <w:rsid w:val="00030BCD"/>
    <w:rsid w:val="00034F21"/>
    <w:rsid w:val="000350EE"/>
    <w:rsid w:val="00045470"/>
    <w:rsid w:val="00045D39"/>
    <w:rsid w:val="00045DA0"/>
    <w:rsid w:val="00045FAA"/>
    <w:rsid w:val="00046FF8"/>
    <w:rsid w:val="000478E0"/>
    <w:rsid w:val="00050B3B"/>
    <w:rsid w:val="00051F50"/>
    <w:rsid w:val="000525A3"/>
    <w:rsid w:val="00056B2E"/>
    <w:rsid w:val="000575A2"/>
    <w:rsid w:val="00061E19"/>
    <w:rsid w:val="0006259B"/>
    <w:rsid w:val="00080B0F"/>
    <w:rsid w:val="00081315"/>
    <w:rsid w:val="000826A6"/>
    <w:rsid w:val="00085A0C"/>
    <w:rsid w:val="00086176"/>
    <w:rsid w:val="00086F84"/>
    <w:rsid w:val="0009240B"/>
    <w:rsid w:val="00094351"/>
    <w:rsid w:val="000A13DD"/>
    <w:rsid w:val="000A1F62"/>
    <w:rsid w:val="000A4E1B"/>
    <w:rsid w:val="000A7091"/>
    <w:rsid w:val="000B490E"/>
    <w:rsid w:val="000B54FB"/>
    <w:rsid w:val="000C110B"/>
    <w:rsid w:val="000C479B"/>
    <w:rsid w:val="000C4F0B"/>
    <w:rsid w:val="000C57AB"/>
    <w:rsid w:val="000C690D"/>
    <w:rsid w:val="000D0121"/>
    <w:rsid w:val="000D016D"/>
    <w:rsid w:val="000D382A"/>
    <w:rsid w:val="000D3AFC"/>
    <w:rsid w:val="000D4F32"/>
    <w:rsid w:val="000E19F8"/>
    <w:rsid w:val="000E4E64"/>
    <w:rsid w:val="000E6962"/>
    <w:rsid w:val="000F07FD"/>
    <w:rsid w:val="000F3A52"/>
    <w:rsid w:val="000F7E1A"/>
    <w:rsid w:val="00101998"/>
    <w:rsid w:val="00102905"/>
    <w:rsid w:val="00113100"/>
    <w:rsid w:val="001165B1"/>
    <w:rsid w:val="00120CA6"/>
    <w:rsid w:val="00126267"/>
    <w:rsid w:val="00131AF0"/>
    <w:rsid w:val="001323BE"/>
    <w:rsid w:val="0013316F"/>
    <w:rsid w:val="0013512D"/>
    <w:rsid w:val="00140353"/>
    <w:rsid w:val="00140842"/>
    <w:rsid w:val="00152FC6"/>
    <w:rsid w:val="00153C00"/>
    <w:rsid w:val="00155BA4"/>
    <w:rsid w:val="001577D6"/>
    <w:rsid w:val="00157D48"/>
    <w:rsid w:val="00162C34"/>
    <w:rsid w:val="00166225"/>
    <w:rsid w:val="001755CC"/>
    <w:rsid w:val="00183400"/>
    <w:rsid w:val="00184371"/>
    <w:rsid w:val="00186B7E"/>
    <w:rsid w:val="001879EF"/>
    <w:rsid w:val="00191824"/>
    <w:rsid w:val="00191F0E"/>
    <w:rsid w:val="00193514"/>
    <w:rsid w:val="00193ADE"/>
    <w:rsid w:val="001B0CCE"/>
    <w:rsid w:val="001B5080"/>
    <w:rsid w:val="001B5E25"/>
    <w:rsid w:val="001B72F7"/>
    <w:rsid w:val="001B76D0"/>
    <w:rsid w:val="001B7A85"/>
    <w:rsid w:val="001C1CA3"/>
    <w:rsid w:val="001C4ADA"/>
    <w:rsid w:val="001C5873"/>
    <w:rsid w:val="001C624D"/>
    <w:rsid w:val="001D79B0"/>
    <w:rsid w:val="001E0682"/>
    <w:rsid w:val="001F0B2D"/>
    <w:rsid w:val="001F1465"/>
    <w:rsid w:val="001F274C"/>
    <w:rsid w:val="001F3DE7"/>
    <w:rsid w:val="001F69E2"/>
    <w:rsid w:val="001F71C1"/>
    <w:rsid w:val="002003BF"/>
    <w:rsid w:val="002055C3"/>
    <w:rsid w:val="002062CC"/>
    <w:rsid w:val="00217D8E"/>
    <w:rsid w:val="002241EC"/>
    <w:rsid w:val="00224E30"/>
    <w:rsid w:val="00227DAF"/>
    <w:rsid w:val="00231599"/>
    <w:rsid w:val="00232881"/>
    <w:rsid w:val="002366E2"/>
    <w:rsid w:val="002427CC"/>
    <w:rsid w:val="002440EB"/>
    <w:rsid w:val="00247EE2"/>
    <w:rsid w:val="00250037"/>
    <w:rsid w:val="00253DE2"/>
    <w:rsid w:val="00254C3B"/>
    <w:rsid w:val="00255C9F"/>
    <w:rsid w:val="002571A0"/>
    <w:rsid w:val="00257F2F"/>
    <w:rsid w:val="00260DA0"/>
    <w:rsid w:val="002626A3"/>
    <w:rsid w:val="00262E19"/>
    <w:rsid w:val="00267C0F"/>
    <w:rsid w:val="00271125"/>
    <w:rsid w:val="00272819"/>
    <w:rsid w:val="00282518"/>
    <w:rsid w:val="00282C9E"/>
    <w:rsid w:val="00285CA2"/>
    <w:rsid w:val="00286F2C"/>
    <w:rsid w:val="0028769C"/>
    <w:rsid w:val="002927EA"/>
    <w:rsid w:val="00294420"/>
    <w:rsid w:val="00295C3E"/>
    <w:rsid w:val="00296F73"/>
    <w:rsid w:val="00297A71"/>
    <w:rsid w:val="00297E30"/>
    <w:rsid w:val="002A352C"/>
    <w:rsid w:val="002A46CC"/>
    <w:rsid w:val="002B1B7D"/>
    <w:rsid w:val="002C657D"/>
    <w:rsid w:val="002D1583"/>
    <w:rsid w:val="002D237E"/>
    <w:rsid w:val="002D4842"/>
    <w:rsid w:val="002D559A"/>
    <w:rsid w:val="002D6274"/>
    <w:rsid w:val="002E33C0"/>
    <w:rsid w:val="002E764C"/>
    <w:rsid w:val="002F3E07"/>
    <w:rsid w:val="002F4915"/>
    <w:rsid w:val="002F50E9"/>
    <w:rsid w:val="002F5BDA"/>
    <w:rsid w:val="00300B44"/>
    <w:rsid w:val="00301BBD"/>
    <w:rsid w:val="00303120"/>
    <w:rsid w:val="00304219"/>
    <w:rsid w:val="003117E0"/>
    <w:rsid w:val="00313C0F"/>
    <w:rsid w:val="00316388"/>
    <w:rsid w:val="003164E6"/>
    <w:rsid w:val="00323382"/>
    <w:rsid w:val="00324FCD"/>
    <w:rsid w:val="00327981"/>
    <w:rsid w:val="00332202"/>
    <w:rsid w:val="00333378"/>
    <w:rsid w:val="003375FF"/>
    <w:rsid w:val="00344920"/>
    <w:rsid w:val="0035160F"/>
    <w:rsid w:val="00352D77"/>
    <w:rsid w:val="00354759"/>
    <w:rsid w:val="003604F7"/>
    <w:rsid w:val="00361E29"/>
    <w:rsid w:val="003657E1"/>
    <w:rsid w:val="0036662E"/>
    <w:rsid w:val="00370B48"/>
    <w:rsid w:val="00373DC1"/>
    <w:rsid w:val="00374FF7"/>
    <w:rsid w:val="00376791"/>
    <w:rsid w:val="003815A1"/>
    <w:rsid w:val="00383AAB"/>
    <w:rsid w:val="00384218"/>
    <w:rsid w:val="003867F1"/>
    <w:rsid w:val="00387F7A"/>
    <w:rsid w:val="00390E6F"/>
    <w:rsid w:val="0039328A"/>
    <w:rsid w:val="003933E3"/>
    <w:rsid w:val="00395BC6"/>
    <w:rsid w:val="003A2EE5"/>
    <w:rsid w:val="003A2F93"/>
    <w:rsid w:val="003B0C24"/>
    <w:rsid w:val="003B5280"/>
    <w:rsid w:val="003B6CF1"/>
    <w:rsid w:val="003C033D"/>
    <w:rsid w:val="003C0EF8"/>
    <w:rsid w:val="003C146E"/>
    <w:rsid w:val="003C2A4A"/>
    <w:rsid w:val="003D02D6"/>
    <w:rsid w:val="003D3AAD"/>
    <w:rsid w:val="003D62A2"/>
    <w:rsid w:val="003E022F"/>
    <w:rsid w:val="003E149A"/>
    <w:rsid w:val="003E240D"/>
    <w:rsid w:val="003E264D"/>
    <w:rsid w:val="003E27B1"/>
    <w:rsid w:val="003F40EB"/>
    <w:rsid w:val="003F4D6F"/>
    <w:rsid w:val="00400A9B"/>
    <w:rsid w:val="004064AB"/>
    <w:rsid w:val="00410B25"/>
    <w:rsid w:val="004116AC"/>
    <w:rsid w:val="0041558A"/>
    <w:rsid w:val="004164C8"/>
    <w:rsid w:val="00416879"/>
    <w:rsid w:val="0042179C"/>
    <w:rsid w:val="004253EC"/>
    <w:rsid w:val="00425F16"/>
    <w:rsid w:val="0043031A"/>
    <w:rsid w:val="00430F34"/>
    <w:rsid w:val="00431659"/>
    <w:rsid w:val="00432464"/>
    <w:rsid w:val="00434C77"/>
    <w:rsid w:val="00434E3C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670"/>
    <w:rsid w:val="004745E4"/>
    <w:rsid w:val="00475AC7"/>
    <w:rsid w:val="0047796A"/>
    <w:rsid w:val="004804B2"/>
    <w:rsid w:val="00480DC2"/>
    <w:rsid w:val="00481B3C"/>
    <w:rsid w:val="00485C0D"/>
    <w:rsid w:val="00485EC8"/>
    <w:rsid w:val="00490986"/>
    <w:rsid w:val="004924A9"/>
    <w:rsid w:val="00493DF4"/>
    <w:rsid w:val="0049487E"/>
    <w:rsid w:val="00495170"/>
    <w:rsid w:val="00496142"/>
    <w:rsid w:val="004B51F8"/>
    <w:rsid w:val="004B7DF3"/>
    <w:rsid w:val="004C1F65"/>
    <w:rsid w:val="004C2E21"/>
    <w:rsid w:val="004C61B8"/>
    <w:rsid w:val="004D015F"/>
    <w:rsid w:val="004D451C"/>
    <w:rsid w:val="004D6724"/>
    <w:rsid w:val="004E0CC3"/>
    <w:rsid w:val="004E2848"/>
    <w:rsid w:val="004E30FA"/>
    <w:rsid w:val="004E37D2"/>
    <w:rsid w:val="004E5D07"/>
    <w:rsid w:val="004E62F3"/>
    <w:rsid w:val="004E681D"/>
    <w:rsid w:val="004E7EAA"/>
    <w:rsid w:val="004F1CE9"/>
    <w:rsid w:val="004F21C8"/>
    <w:rsid w:val="004F2235"/>
    <w:rsid w:val="004F520C"/>
    <w:rsid w:val="0050492F"/>
    <w:rsid w:val="005119E2"/>
    <w:rsid w:val="00513E6D"/>
    <w:rsid w:val="0051420F"/>
    <w:rsid w:val="00516986"/>
    <w:rsid w:val="00524F1B"/>
    <w:rsid w:val="00530454"/>
    <w:rsid w:val="00532AC1"/>
    <w:rsid w:val="0053565D"/>
    <w:rsid w:val="00535D6A"/>
    <w:rsid w:val="00540609"/>
    <w:rsid w:val="00540DBE"/>
    <w:rsid w:val="00545DC4"/>
    <w:rsid w:val="005522FA"/>
    <w:rsid w:val="00553DA7"/>
    <w:rsid w:val="0055762C"/>
    <w:rsid w:val="00557F6C"/>
    <w:rsid w:val="00561EED"/>
    <w:rsid w:val="00562CFC"/>
    <w:rsid w:val="00564DF7"/>
    <w:rsid w:val="00567B63"/>
    <w:rsid w:val="00571A62"/>
    <w:rsid w:val="00575948"/>
    <w:rsid w:val="00580C8D"/>
    <w:rsid w:val="00581E12"/>
    <w:rsid w:val="005830D3"/>
    <w:rsid w:val="00587C30"/>
    <w:rsid w:val="0059124E"/>
    <w:rsid w:val="005928F6"/>
    <w:rsid w:val="005A1279"/>
    <w:rsid w:val="005A134F"/>
    <w:rsid w:val="005B769F"/>
    <w:rsid w:val="005C40C8"/>
    <w:rsid w:val="005C419B"/>
    <w:rsid w:val="005C60DF"/>
    <w:rsid w:val="005C6CB1"/>
    <w:rsid w:val="005C7924"/>
    <w:rsid w:val="005C7B14"/>
    <w:rsid w:val="005C7D5F"/>
    <w:rsid w:val="005D7C6A"/>
    <w:rsid w:val="005E03E4"/>
    <w:rsid w:val="005E4015"/>
    <w:rsid w:val="005E4A1B"/>
    <w:rsid w:val="005E5996"/>
    <w:rsid w:val="005F5F37"/>
    <w:rsid w:val="005F688C"/>
    <w:rsid w:val="005F7A6B"/>
    <w:rsid w:val="0060051E"/>
    <w:rsid w:val="006014CF"/>
    <w:rsid w:val="00602691"/>
    <w:rsid w:val="006072CE"/>
    <w:rsid w:val="006101A0"/>
    <w:rsid w:val="0061788B"/>
    <w:rsid w:val="0062319E"/>
    <w:rsid w:val="006265AC"/>
    <w:rsid w:val="00634903"/>
    <w:rsid w:val="006356F1"/>
    <w:rsid w:val="006362BA"/>
    <w:rsid w:val="00637E3A"/>
    <w:rsid w:val="00640B49"/>
    <w:rsid w:val="006454D9"/>
    <w:rsid w:val="006461AC"/>
    <w:rsid w:val="00647AEB"/>
    <w:rsid w:val="0065003F"/>
    <w:rsid w:val="006503EF"/>
    <w:rsid w:val="006527F1"/>
    <w:rsid w:val="00652AC5"/>
    <w:rsid w:val="0065348C"/>
    <w:rsid w:val="006540BE"/>
    <w:rsid w:val="006544DE"/>
    <w:rsid w:val="0066052B"/>
    <w:rsid w:val="00664078"/>
    <w:rsid w:val="00670227"/>
    <w:rsid w:val="00670CC4"/>
    <w:rsid w:val="00672EC6"/>
    <w:rsid w:val="00674712"/>
    <w:rsid w:val="006857E0"/>
    <w:rsid w:val="00693E54"/>
    <w:rsid w:val="00694EDF"/>
    <w:rsid w:val="006978D0"/>
    <w:rsid w:val="006A06CF"/>
    <w:rsid w:val="006A0B90"/>
    <w:rsid w:val="006A110E"/>
    <w:rsid w:val="006A60C0"/>
    <w:rsid w:val="006B6331"/>
    <w:rsid w:val="006B6CF4"/>
    <w:rsid w:val="006C0EE1"/>
    <w:rsid w:val="006C575E"/>
    <w:rsid w:val="006D7788"/>
    <w:rsid w:val="006E2191"/>
    <w:rsid w:val="006E31FC"/>
    <w:rsid w:val="006E4D48"/>
    <w:rsid w:val="006E5470"/>
    <w:rsid w:val="006F09E9"/>
    <w:rsid w:val="006F29ED"/>
    <w:rsid w:val="006F5EDD"/>
    <w:rsid w:val="006F7A21"/>
    <w:rsid w:val="007045FD"/>
    <w:rsid w:val="00714CEE"/>
    <w:rsid w:val="00722285"/>
    <w:rsid w:val="00735DE7"/>
    <w:rsid w:val="007423F9"/>
    <w:rsid w:val="007430BA"/>
    <w:rsid w:val="007438E1"/>
    <w:rsid w:val="007441E6"/>
    <w:rsid w:val="0074456B"/>
    <w:rsid w:val="00746A8B"/>
    <w:rsid w:val="007474CC"/>
    <w:rsid w:val="00750C1F"/>
    <w:rsid w:val="00752E1D"/>
    <w:rsid w:val="00757D34"/>
    <w:rsid w:val="00760976"/>
    <w:rsid w:val="00761685"/>
    <w:rsid w:val="00762A74"/>
    <w:rsid w:val="00762B50"/>
    <w:rsid w:val="00763C5A"/>
    <w:rsid w:val="007665AA"/>
    <w:rsid w:val="00767AB8"/>
    <w:rsid w:val="00770F77"/>
    <w:rsid w:val="00771E82"/>
    <w:rsid w:val="007728AF"/>
    <w:rsid w:val="00772AA0"/>
    <w:rsid w:val="00777F6E"/>
    <w:rsid w:val="007812EC"/>
    <w:rsid w:val="007813FE"/>
    <w:rsid w:val="00785436"/>
    <w:rsid w:val="00786A4C"/>
    <w:rsid w:val="00797007"/>
    <w:rsid w:val="00797CC2"/>
    <w:rsid w:val="00797E46"/>
    <w:rsid w:val="007A1E37"/>
    <w:rsid w:val="007A296F"/>
    <w:rsid w:val="007A31EC"/>
    <w:rsid w:val="007A3630"/>
    <w:rsid w:val="007A3714"/>
    <w:rsid w:val="007A4785"/>
    <w:rsid w:val="007A6E5C"/>
    <w:rsid w:val="007A737D"/>
    <w:rsid w:val="007B11C5"/>
    <w:rsid w:val="007B380C"/>
    <w:rsid w:val="007B39A5"/>
    <w:rsid w:val="007B7302"/>
    <w:rsid w:val="007C020E"/>
    <w:rsid w:val="007C1163"/>
    <w:rsid w:val="007C3DF3"/>
    <w:rsid w:val="007C60B3"/>
    <w:rsid w:val="007C7FFA"/>
    <w:rsid w:val="007D0BE0"/>
    <w:rsid w:val="007D0E81"/>
    <w:rsid w:val="007D3795"/>
    <w:rsid w:val="007D3CE3"/>
    <w:rsid w:val="007D6E0D"/>
    <w:rsid w:val="007E03CF"/>
    <w:rsid w:val="007E0CBA"/>
    <w:rsid w:val="007E0D46"/>
    <w:rsid w:val="007E41D5"/>
    <w:rsid w:val="007E6338"/>
    <w:rsid w:val="007F1D48"/>
    <w:rsid w:val="00801984"/>
    <w:rsid w:val="00801CBD"/>
    <w:rsid w:val="008053D0"/>
    <w:rsid w:val="0081484D"/>
    <w:rsid w:val="008205F8"/>
    <w:rsid w:val="00823346"/>
    <w:rsid w:val="00823E62"/>
    <w:rsid w:val="00823FF8"/>
    <w:rsid w:val="00832A37"/>
    <w:rsid w:val="00835332"/>
    <w:rsid w:val="00844AC2"/>
    <w:rsid w:val="008456B4"/>
    <w:rsid w:val="00847385"/>
    <w:rsid w:val="00851EC1"/>
    <w:rsid w:val="00853452"/>
    <w:rsid w:val="00861264"/>
    <w:rsid w:val="00861F4D"/>
    <w:rsid w:val="00862F89"/>
    <w:rsid w:val="0086345B"/>
    <w:rsid w:val="00865D80"/>
    <w:rsid w:val="00866932"/>
    <w:rsid w:val="008716AB"/>
    <w:rsid w:val="00875129"/>
    <w:rsid w:val="008806C5"/>
    <w:rsid w:val="00881D68"/>
    <w:rsid w:val="00882663"/>
    <w:rsid w:val="008838BE"/>
    <w:rsid w:val="00886C9C"/>
    <w:rsid w:val="00896EDF"/>
    <w:rsid w:val="008A03CE"/>
    <w:rsid w:val="008A4182"/>
    <w:rsid w:val="008A63EF"/>
    <w:rsid w:val="008B3143"/>
    <w:rsid w:val="008B3C7E"/>
    <w:rsid w:val="008B4545"/>
    <w:rsid w:val="008B5A11"/>
    <w:rsid w:val="008B6803"/>
    <w:rsid w:val="008C0CCD"/>
    <w:rsid w:val="008C3422"/>
    <w:rsid w:val="008C7301"/>
    <w:rsid w:val="008E652B"/>
    <w:rsid w:val="008F2307"/>
    <w:rsid w:val="008F348A"/>
    <w:rsid w:val="0090283D"/>
    <w:rsid w:val="0090294B"/>
    <w:rsid w:val="009038B0"/>
    <w:rsid w:val="00903921"/>
    <w:rsid w:val="00906A8F"/>
    <w:rsid w:val="00912A4A"/>
    <w:rsid w:val="00915EB9"/>
    <w:rsid w:val="00924A9D"/>
    <w:rsid w:val="00927E01"/>
    <w:rsid w:val="009336C3"/>
    <w:rsid w:val="00934060"/>
    <w:rsid w:val="009341BA"/>
    <w:rsid w:val="00934308"/>
    <w:rsid w:val="00940ACD"/>
    <w:rsid w:val="00944965"/>
    <w:rsid w:val="009462A6"/>
    <w:rsid w:val="009468B8"/>
    <w:rsid w:val="00946D10"/>
    <w:rsid w:val="009531C3"/>
    <w:rsid w:val="00957263"/>
    <w:rsid w:val="0096003C"/>
    <w:rsid w:val="00961346"/>
    <w:rsid w:val="009622DE"/>
    <w:rsid w:val="009667D8"/>
    <w:rsid w:val="0097130D"/>
    <w:rsid w:val="00972933"/>
    <w:rsid w:val="00973517"/>
    <w:rsid w:val="00976477"/>
    <w:rsid w:val="00976DAC"/>
    <w:rsid w:val="009812AE"/>
    <w:rsid w:val="0098249D"/>
    <w:rsid w:val="00982ABD"/>
    <w:rsid w:val="00984E63"/>
    <w:rsid w:val="00991542"/>
    <w:rsid w:val="00993A68"/>
    <w:rsid w:val="00997579"/>
    <w:rsid w:val="009A090C"/>
    <w:rsid w:val="009A1F47"/>
    <w:rsid w:val="009A2040"/>
    <w:rsid w:val="009A20A1"/>
    <w:rsid w:val="009A4167"/>
    <w:rsid w:val="009A5F33"/>
    <w:rsid w:val="009A5F49"/>
    <w:rsid w:val="009B3DB4"/>
    <w:rsid w:val="009B77D8"/>
    <w:rsid w:val="009C090D"/>
    <w:rsid w:val="009C5B7B"/>
    <w:rsid w:val="009C6EC5"/>
    <w:rsid w:val="009D17DB"/>
    <w:rsid w:val="009D3A91"/>
    <w:rsid w:val="009D3B01"/>
    <w:rsid w:val="009D6DC7"/>
    <w:rsid w:val="009E1A16"/>
    <w:rsid w:val="009E1CF1"/>
    <w:rsid w:val="009E3716"/>
    <w:rsid w:val="009E7BB5"/>
    <w:rsid w:val="009F5654"/>
    <w:rsid w:val="00A07334"/>
    <w:rsid w:val="00A20762"/>
    <w:rsid w:val="00A3738B"/>
    <w:rsid w:val="00A41F40"/>
    <w:rsid w:val="00A44D14"/>
    <w:rsid w:val="00A457EB"/>
    <w:rsid w:val="00A45E05"/>
    <w:rsid w:val="00A45E60"/>
    <w:rsid w:val="00A52E7D"/>
    <w:rsid w:val="00A55C79"/>
    <w:rsid w:val="00A621B3"/>
    <w:rsid w:val="00A62E86"/>
    <w:rsid w:val="00A64D0F"/>
    <w:rsid w:val="00A7152B"/>
    <w:rsid w:val="00A716E1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596B"/>
    <w:rsid w:val="00A867F5"/>
    <w:rsid w:val="00A918C5"/>
    <w:rsid w:val="00A97D5D"/>
    <w:rsid w:val="00AA13C8"/>
    <w:rsid w:val="00AA18E1"/>
    <w:rsid w:val="00AA420C"/>
    <w:rsid w:val="00AA774A"/>
    <w:rsid w:val="00AC2616"/>
    <w:rsid w:val="00AC495D"/>
    <w:rsid w:val="00AC5D29"/>
    <w:rsid w:val="00AD2BCF"/>
    <w:rsid w:val="00AD2EDB"/>
    <w:rsid w:val="00AE0481"/>
    <w:rsid w:val="00AE0B4C"/>
    <w:rsid w:val="00AE1C8E"/>
    <w:rsid w:val="00AE4666"/>
    <w:rsid w:val="00AE4960"/>
    <w:rsid w:val="00AE6081"/>
    <w:rsid w:val="00AF3078"/>
    <w:rsid w:val="00AF6683"/>
    <w:rsid w:val="00AF744D"/>
    <w:rsid w:val="00B03D89"/>
    <w:rsid w:val="00B07FBA"/>
    <w:rsid w:val="00B11A01"/>
    <w:rsid w:val="00B11B56"/>
    <w:rsid w:val="00B207BC"/>
    <w:rsid w:val="00B21C47"/>
    <w:rsid w:val="00B2308F"/>
    <w:rsid w:val="00B232FE"/>
    <w:rsid w:val="00B243A7"/>
    <w:rsid w:val="00B300DE"/>
    <w:rsid w:val="00B435F7"/>
    <w:rsid w:val="00B533CD"/>
    <w:rsid w:val="00B63607"/>
    <w:rsid w:val="00B63945"/>
    <w:rsid w:val="00B651B4"/>
    <w:rsid w:val="00B65DE8"/>
    <w:rsid w:val="00B715DC"/>
    <w:rsid w:val="00B73E4A"/>
    <w:rsid w:val="00B74546"/>
    <w:rsid w:val="00B74D4B"/>
    <w:rsid w:val="00B76398"/>
    <w:rsid w:val="00B77468"/>
    <w:rsid w:val="00B7757A"/>
    <w:rsid w:val="00B77A69"/>
    <w:rsid w:val="00B83EED"/>
    <w:rsid w:val="00B91EF1"/>
    <w:rsid w:val="00B93755"/>
    <w:rsid w:val="00B9397F"/>
    <w:rsid w:val="00B94DC7"/>
    <w:rsid w:val="00B94EC0"/>
    <w:rsid w:val="00B95370"/>
    <w:rsid w:val="00BA062A"/>
    <w:rsid w:val="00BA27B0"/>
    <w:rsid w:val="00BA37B6"/>
    <w:rsid w:val="00BA53E5"/>
    <w:rsid w:val="00BA5657"/>
    <w:rsid w:val="00BA6143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75A7"/>
    <w:rsid w:val="00BD0438"/>
    <w:rsid w:val="00BD7830"/>
    <w:rsid w:val="00BE090F"/>
    <w:rsid w:val="00BE7EF8"/>
    <w:rsid w:val="00BF0762"/>
    <w:rsid w:val="00BF4FE6"/>
    <w:rsid w:val="00C063D7"/>
    <w:rsid w:val="00C064E6"/>
    <w:rsid w:val="00C06870"/>
    <w:rsid w:val="00C070B7"/>
    <w:rsid w:val="00C0726D"/>
    <w:rsid w:val="00C1198E"/>
    <w:rsid w:val="00C13390"/>
    <w:rsid w:val="00C1523D"/>
    <w:rsid w:val="00C16E24"/>
    <w:rsid w:val="00C177D8"/>
    <w:rsid w:val="00C202A2"/>
    <w:rsid w:val="00C21531"/>
    <w:rsid w:val="00C22596"/>
    <w:rsid w:val="00C22947"/>
    <w:rsid w:val="00C2562F"/>
    <w:rsid w:val="00C26118"/>
    <w:rsid w:val="00C26293"/>
    <w:rsid w:val="00C31094"/>
    <w:rsid w:val="00C313A0"/>
    <w:rsid w:val="00C32974"/>
    <w:rsid w:val="00C35107"/>
    <w:rsid w:val="00C40CF8"/>
    <w:rsid w:val="00C43DFF"/>
    <w:rsid w:val="00C43FED"/>
    <w:rsid w:val="00C44642"/>
    <w:rsid w:val="00C46296"/>
    <w:rsid w:val="00C5722A"/>
    <w:rsid w:val="00C614F6"/>
    <w:rsid w:val="00C65BD9"/>
    <w:rsid w:val="00C66F11"/>
    <w:rsid w:val="00C7084C"/>
    <w:rsid w:val="00C7320F"/>
    <w:rsid w:val="00C74455"/>
    <w:rsid w:val="00C80ACA"/>
    <w:rsid w:val="00C81F23"/>
    <w:rsid w:val="00C83E1B"/>
    <w:rsid w:val="00C85EEE"/>
    <w:rsid w:val="00C91270"/>
    <w:rsid w:val="00C93193"/>
    <w:rsid w:val="00C9421E"/>
    <w:rsid w:val="00C95C95"/>
    <w:rsid w:val="00C96B5A"/>
    <w:rsid w:val="00CA4115"/>
    <w:rsid w:val="00CA6EF0"/>
    <w:rsid w:val="00CB0CF8"/>
    <w:rsid w:val="00CB7793"/>
    <w:rsid w:val="00CC29D1"/>
    <w:rsid w:val="00CC5444"/>
    <w:rsid w:val="00CD0085"/>
    <w:rsid w:val="00CD159B"/>
    <w:rsid w:val="00CD25BF"/>
    <w:rsid w:val="00CE0306"/>
    <w:rsid w:val="00CE2FAA"/>
    <w:rsid w:val="00CE342D"/>
    <w:rsid w:val="00CE3F9E"/>
    <w:rsid w:val="00CE4ACD"/>
    <w:rsid w:val="00CE6E25"/>
    <w:rsid w:val="00CF0568"/>
    <w:rsid w:val="00CF3034"/>
    <w:rsid w:val="00CF3356"/>
    <w:rsid w:val="00CF4408"/>
    <w:rsid w:val="00D0005F"/>
    <w:rsid w:val="00D00737"/>
    <w:rsid w:val="00D02FE5"/>
    <w:rsid w:val="00D05535"/>
    <w:rsid w:val="00D1255D"/>
    <w:rsid w:val="00D1481F"/>
    <w:rsid w:val="00D17C68"/>
    <w:rsid w:val="00D21808"/>
    <w:rsid w:val="00D21943"/>
    <w:rsid w:val="00D34091"/>
    <w:rsid w:val="00D371BC"/>
    <w:rsid w:val="00D3791B"/>
    <w:rsid w:val="00D40042"/>
    <w:rsid w:val="00D41FBB"/>
    <w:rsid w:val="00D43AAD"/>
    <w:rsid w:val="00D4472F"/>
    <w:rsid w:val="00D46C54"/>
    <w:rsid w:val="00D51EC3"/>
    <w:rsid w:val="00D52092"/>
    <w:rsid w:val="00D55CB1"/>
    <w:rsid w:val="00D6437F"/>
    <w:rsid w:val="00D6618F"/>
    <w:rsid w:val="00D7173C"/>
    <w:rsid w:val="00D762B1"/>
    <w:rsid w:val="00D767CA"/>
    <w:rsid w:val="00D80258"/>
    <w:rsid w:val="00D82B4D"/>
    <w:rsid w:val="00D8431D"/>
    <w:rsid w:val="00D861FB"/>
    <w:rsid w:val="00D902B9"/>
    <w:rsid w:val="00D91BB8"/>
    <w:rsid w:val="00D9488C"/>
    <w:rsid w:val="00DA05CC"/>
    <w:rsid w:val="00DA1682"/>
    <w:rsid w:val="00DA767C"/>
    <w:rsid w:val="00DB0EF7"/>
    <w:rsid w:val="00DB7E33"/>
    <w:rsid w:val="00DC410C"/>
    <w:rsid w:val="00DC62AB"/>
    <w:rsid w:val="00DD03C4"/>
    <w:rsid w:val="00DD45C4"/>
    <w:rsid w:val="00DE02C6"/>
    <w:rsid w:val="00DE4601"/>
    <w:rsid w:val="00DF00F7"/>
    <w:rsid w:val="00DF3A49"/>
    <w:rsid w:val="00DF60BB"/>
    <w:rsid w:val="00DF6CEF"/>
    <w:rsid w:val="00E00F26"/>
    <w:rsid w:val="00E079F6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4777"/>
    <w:rsid w:val="00E274B8"/>
    <w:rsid w:val="00E302DD"/>
    <w:rsid w:val="00E31440"/>
    <w:rsid w:val="00E54063"/>
    <w:rsid w:val="00E54390"/>
    <w:rsid w:val="00E56065"/>
    <w:rsid w:val="00E56D4B"/>
    <w:rsid w:val="00E6157A"/>
    <w:rsid w:val="00E70363"/>
    <w:rsid w:val="00E750E2"/>
    <w:rsid w:val="00E75E5C"/>
    <w:rsid w:val="00E779A4"/>
    <w:rsid w:val="00E80A1B"/>
    <w:rsid w:val="00E82DC1"/>
    <w:rsid w:val="00E837C7"/>
    <w:rsid w:val="00E83FA5"/>
    <w:rsid w:val="00E8445D"/>
    <w:rsid w:val="00E86933"/>
    <w:rsid w:val="00E9352E"/>
    <w:rsid w:val="00E9745E"/>
    <w:rsid w:val="00EA354B"/>
    <w:rsid w:val="00EB171B"/>
    <w:rsid w:val="00EB1C08"/>
    <w:rsid w:val="00EB7294"/>
    <w:rsid w:val="00EC1FAC"/>
    <w:rsid w:val="00EC21EE"/>
    <w:rsid w:val="00EC2D28"/>
    <w:rsid w:val="00EC5A29"/>
    <w:rsid w:val="00EC7D55"/>
    <w:rsid w:val="00ED2847"/>
    <w:rsid w:val="00ED292A"/>
    <w:rsid w:val="00ED32C1"/>
    <w:rsid w:val="00ED4EFD"/>
    <w:rsid w:val="00ED643F"/>
    <w:rsid w:val="00EE1316"/>
    <w:rsid w:val="00EF01BB"/>
    <w:rsid w:val="00EF1518"/>
    <w:rsid w:val="00EF371C"/>
    <w:rsid w:val="00EF64C2"/>
    <w:rsid w:val="00EF702D"/>
    <w:rsid w:val="00EF79C2"/>
    <w:rsid w:val="00F0085C"/>
    <w:rsid w:val="00F00CD3"/>
    <w:rsid w:val="00F04464"/>
    <w:rsid w:val="00F10658"/>
    <w:rsid w:val="00F153B6"/>
    <w:rsid w:val="00F17EF3"/>
    <w:rsid w:val="00F21F99"/>
    <w:rsid w:val="00F24F18"/>
    <w:rsid w:val="00F33AFF"/>
    <w:rsid w:val="00F360A2"/>
    <w:rsid w:val="00F402F2"/>
    <w:rsid w:val="00F418EF"/>
    <w:rsid w:val="00F4227F"/>
    <w:rsid w:val="00F43A98"/>
    <w:rsid w:val="00F44213"/>
    <w:rsid w:val="00F45315"/>
    <w:rsid w:val="00F46CDF"/>
    <w:rsid w:val="00F511A7"/>
    <w:rsid w:val="00F5195A"/>
    <w:rsid w:val="00F55A6A"/>
    <w:rsid w:val="00F55C50"/>
    <w:rsid w:val="00F5667C"/>
    <w:rsid w:val="00F60E5D"/>
    <w:rsid w:val="00F6273B"/>
    <w:rsid w:val="00F66A37"/>
    <w:rsid w:val="00F66BD5"/>
    <w:rsid w:val="00F821DD"/>
    <w:rsid w:val="00F84B09"/>
    <w:rsid w:val="00F84D14"/>
    <w:rsid w:val="00F850E5"/>
    <w:rsid w:val="00F93B20"/>
    <w:rsid w:val="00FA299D"/>
    <w:rsid w:val="00FA51F1"/>
    <w:rsid w:val="00FA5A44"/>
    <w:rsid w:val="00FB0DEC"/>
    <w:rsid w:val="00FB1791"/>
    <w:rsid w:val="00FB4740"/>
    <w:rsid w:val="00FB5452"/>
    <w:rsid w:val="00FB7790"/>
    <w:rsid w:val="00FC3D0D"/>
    <w:rsid w:val="00FC4285"/>
    <w:rsid w:val="00FD05D5"/>
    <w:rsid w:val="00FD116D"/>
    <w:rsid w:val="00FD1BA5"/>
    <w:rsid w:val="00FD5B13"/>
    <w:rsid w:val="00FD6D33"/>
    <w:rsid w:val="00FE1B43"/>
    <w:rsid w:val="00FE2BFF"/>
    <w:rsid w:val="00FE4C6B"/>
    <w:rsid w:val="00FE6B2B"/>
    <w:rsid w:val="00FE7761"/>
    <w:rsid w:val="00FE79CE"/>
    <w:rsid w:val="00FE7C5C"/>
    <w:rsid w:val="00FF1090"/>
    <w:rsid w:val="00FF5EC8"/>
    <w:rsid w:val="22656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41"/>
    <o:shapelayout v:ext="edit">
      <o:idmap v:ext="edit" data="1"/>
    </o:shapelayout>
  </w:shapeDefaults>
  <w:decimalSymbol w:val=","/>
  <w:listSeparator w:val=","/>
  <w14:docId w14:val="71A6438A"/>
  <w15:chartTrackingRefBased/>
  <w15:docId w15:val="{DEF42070-F130-4391-B2F4-D3E41056F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A62E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96C273-71FD-44FC-9B04-07CE05580175}"/>
</file>

<file path=customXml/itemProps2.xml><?xml version="1.0" encoding="utf-8"?>
<ds:datastoreItem xmlns:ds="http://schemas.openxmlformats.org/officeDocument/2006/customXml" ds:itemID="{61B7E089-F514-448B-8CF0-443C7A262311}">
  <ds:schemaRefs>
    <ds:schemaRef ds:uri="http://schemas.microsoft.com/office/2006/documentManagement/types"/>
    <ds:schemaRef ds:uri="http://purl.org/dc/elements/1.1/"/>
    <ds:schemaRef ds:uri="17d37a4d-1901-487a-8e58-d338e641c525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openxmlformats.org/package/2006/metadata/core-properties"/>
    <ds:schemaRef ds:uri="d256ffaf-32c2-4ef8-b6e1-7613ce31a18f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53054F5-FD76-448F-A63C-8B252394E77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</TotalTime>
  <Pages>16</Pages>
  <Words>3642</Words>
  <Characters>20036</Characters>
  <Application>Microsoft Office Word</Application>
  <DocSecurity>0</DocSecurity>
  <Lines>166</Lines>
  <Paragraphs>47</Paragraphs>
  <ScaleCrop>false</ScaleCrop>
  <Company>Geberit</Company>
  <LinksUpToDate>false</LinksUpToDate>
  <CharactersWithSpaces>23631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12</cp:revision>
  <cp:lastPrinted>2011-12-15T11:20:00Z</cp:lastPrinted>
  <dcterms:created xsi:type="dcterms:W3CDTF">2017-02-24T22:54:00Z</dcterms:created>
  <dcterms:modified xsi:type="dcterms:W3CDTF">2024-01-09T15:06:00Z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2022-07-06T07:03:12Z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378a8561-cd4f-4e62-ad3d-f94a028b5954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355000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</Properties>
</file>